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5FF" w:rsidRDefault="006E45FF" w:rsidP="00B37293">
      <w:pPr>
        <w:jc w:val="center"/>
      </w:pPr>
    </w:p>
    <w:p w:rsidR="006E45FF" w:rsidRDefault="006E45FF" w:rsidP="00B60C6E">
      <w:pPr>
        <w:jc w:val="center"/>
      </w:pPr>
      <w:r w:rsidRPr="00370D1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6.5pt;height:101.25pt;visibility:visible">
            <v:imagedata r:id="rId6" o:title="" gain="126031f" blacklevel="-7864f"/>
          </v:shape>
        </w:pict>
      </w:r>
    </w:p>
    <w:p w:rsidR="006E45FF" w:rsidRDefault="006E45FF" w:rsidP="00B60C6E">
      <w:pPr>
        <w:jc w:val="center"/>
        <w:rPr>
          <w:b/>
          <w:sz w:val="48"/>
          <w:szCs w:val="48"/>
        </w:rPr>
      </w:pPr>
      <w:r>
        <w:rPr>
          <w:b/>
          <w:sz w:val="48"/>
          <w:szCs w:val="48"/>
        </w:rPr>
        <w:t>СОБРАНИЕ ДЕПУТАТОВ</w:t>
      </w:r>
    </w:p>
    <w:p w:rsidR="006E45FF" w:rsidRDefault="006E45FF" w:rsidP="00B60C6E">
      <w:pPr>
        <w:jc w:val="center"/>
        <w:rPr>
          <w:b/>
          <w:sz w:val="48"/>
          <w:szCs w:val="48"/>
        </w:rPr>
      </w:pPr>
      <w:r>
        <w:rPr>
          <w:b/>
          <w:sz w:val="48"/>
          <w:szCs w:val="48"/>
        </w:rPr>
        <w:t>ВИШНЕВСКОГО СЕЛЬСОВЕТА</w:t>
      </w:r>
    </w:p>
    <w:p w:rsidR="006E45FF" w:rsidRPr="00AE2623" w:rsidRDefault="006E45FF" w:rsidP="00B60C6E">
      <w:pPr>
        <w:jc w:val="center"/>
        <w:rPr>
          <w:sz w:val="40"/>
          <w:szCs w:val="40"/>
        </w:rPr>
      </w:pPr>
      <w:r w:rsidRPr="00AE2623">
        <w:rPr>
          <w:sz w:val="40"/>
          <w:szCs w:val="40"/>
        </w:rPr>
        <w:t>ЩИГРОВСКОГО РАЙОНА КУРСКОЙ ОБЛАСТИ</w:t>
      </w:r>
    </w:p>
    <w:p w:rsidR="006E45FF" w:rsidRDefault="006E45FF" w:rsidP="00B60C6E"/>
    <w:p w:rsidR="006E45FF" w:rsidRDefault="006E45FF" w:rsidP="00B60C6E">
      <w:pPr>
        <w:jc w:val="center"/>
      </w:pPr>
    </w:p>
    <w:p w:rsidR="006E45FF" w:rsidRDefault="006E45FF" w:rsidP="00B60C6E">
      <w:pPr>
        <w:jc w:val="center"/>
        <w:rPr>
          <w:b/>
          <w:sz w:val="48"/>
          <w:szCs w:val="48"/>
        </w:rPr>
      </w:pPr>
      <w:r>
        <w:rPr>
          <w:b/>
          <w:sz w:val="48"/>
          <w:szCs w:val="48"/>
        </w:rPr>
        <w:t>Р Е Ш Е Н И Е</w:t>
      </w:r>
    </w:p>
    <w:p w:rsidR="006E45FF" w:rsidRDefault="006E45FF" w:rsidP="00B60C6E"/>
    <w:p w:rsidR="006E45FF" w:rsidRDefault="006E45FF" w:rsidP="00B60C6E">
      <w:r>
        <w:t xml:space="preserve">  от «____»___________20___г.                                                                            №_______</w:t>
      </w:r>
    </w:p>
    <w:p w:rsidR="006E45FF" w:rsidRPr="00636376" w:rsidRDefault="006E45FF" w:rsidP="00B37293">
      <w:pPr>
        <w:autoSpaceDE w:val="0"/>
        <w:autoSpaceDN w:val="0"/>
        <w:rPr>
          <w:rFonts w:ascii="Arial" w:hAnsi="Arial" w:cs="Arial"/>
        </w:rPr>
      </w:pPr>
    </w:p>
    <w:p w:rsidR="006E45FF" w:rsidRPr="000C4280" w:rsidRDefault="006E45FF" w:rsidP="000C4280">
      <w:pPr>
        <w:autoSpaceDE w:val="0"/>
        <w:autoSpaceDN w:val="0"/>
        <w:rPr>
          <w:rFonts w:ascii="Arial" w:hAnsi="Arial" w:cs="Arial"/>
        </w:rPr>
      </w:pPr>
      <w:r w:rsidRPr="000C4280">
        <w:rPr>
          <w:rFonts w:ascii="Arial" w:hAnsi="Arial" w:cs="Arial"/>
          <w:bCs/>
        </w:rPr>
        <w:t>О</w:t>
      </w:r>
      <w:r w:rsidRPr="000C4280">
        <w:rPr>
          <w:rFonts w:ascii="Arial" w:hAnsi="Arial" w:cs="Arial"/>
          <w:b/>
          <w:bCs/>
        </w:rPr>
        <w:t xml:space="preserve"> </w:t>
      </w:r>
      <w:r w:rsidRPr="000C4280">
        <w:rPr>
          <w:rFonts w:ascii="Arial" w:hAnsi="Arial" w:cs="Arial"/>
        </w:rPr>
        <w:t xml:space="preserve"> проекте  решения Собрания депутатов Вишневского  сельсовета Щигровского района     «Об утверждении Правил благоустройства</w:t>
      </w:r>
    </w:p>
    <w:p w:rsidR="006E45FF" w:rsidRPr="000C4280" w:rsidRDefault="006E45FF" w:rsidP="000C4280">
      <w:pPr>
        <w:autoSpaceDE w:val="0"/>
        <w:autoSpaceDN w:val="0"/>
        <w:rPr>
          <w:rFonts w:ascii="Arial" w:hAnsi="Arial" w:cs="Arial"/>
        </w:rPr>
      </w:pPr>
      <w:r w:rsidRPr="000C4280">
        <w:rPr>
          <w:rFonts w:ascii="Arial" w:hAnsi="Arial" w:cs="Arial"/>
        </w:rPr>
        <w:t>на территории  муниципального  образования    «Вишневский   сельсовет»</w:t>
      </w:r>
    </w:p>
    <w:p w:rsidR="006E45FF" w:rsidRPr="000C4280" w:rsidRDefault="006E45FF" w:rsidP="000C4280">
      <w:pPr>
        <w:autoSpaceDE w:val="0"/>
        <w:autoSpaceDN w:val="0"/>
        <w:rPr>
          <w:rFonts w:ascii="Arial" w:hAnsi="Arial" w:cs="Arial"/>
        </w:rPr>
      </w:pPr>
      <w:r w:rsidRPr="000C4280">
        <w:rPr>
          <w:rFonts w:ascii="Arial" w:hAnsi="Arial" w:cs="Arial"/>
        </w:rPr>
        <w:t>Щигровского района Курской области»</w:t>
      </w:r>
    </w:p>
    <w:p w:rsidR="006E45FF" w:rsidRPr="00636376" w:rsidRDefault="006E45FF" w:rsidP="00B37293">
      <w:pPr>
        <w:autoSpaceDE w:val="0"/>
        <w:autoSpaceDN w:val="0"/>
        <w:rPr>
          <w:rFonts w:ascii="Arial" w:hAnsi="Arial" w:cs="Arial"/>
        </w:rPr>
      </w:pPr>
    </w:p>
    <w:p w:rsidR="006E45FF" w:rsidRPr="00636376" w:rsidRDefault="006E45FF" w:rsidP="00B37293">
      <w:pPr>
        <w:autoSpaceDE w:val="0"/>
        <w:autoSpaceDN w:val="0"/>
        <w:ind w:firstLine="708"/>
        <w:jc w:val="both"/>
        <w:rPr>
          <w:rFonts w:ascii="Arial" w:hAnsi="Arial" w:cs="Arial"/>
        </w:rPr>
      </w:pPr>
      <w:r w:rsidRPr="00636376">
        <w:rPr>
          <w:rFonts w:ascii="Arial" w:hAnsi="Arial" w:cs="Arial"/>
        </w:rPr>
        <w:t>В соответствии с пунктом 4 статьи 44 Федерального закона от 06.10.2003 г. № 131-ФЗ «Об общих  принципах организации местного самоуправления в Российской Федерации», статьи 58 Устава  муниципального образования  «</w:t>
      </w:r>
      <w:r>
        <w:rPr>
          <w:rFonts w:ascii="Arial" w:hAnsi="Arial" w:cs="Arial"/>
        </w:rPr>
        <w:t xml:space="preserve">Вишневский </w:t>
      </w:r>
      <w:r w:rsidRPr="00636376">
        <w:rPr>
          <w:rFonts w:ascii="Arial" w:hAnsi="Arial" w:cs="Arial"/>
        </w:rPr>
        <w:t xml:space="preserve">сельсовет» Щигровского района Курской области  Собрание депутатов </w:t>
      </w:r>
      <w:r>
        <w:rPr>
          <w:rFonts w:ascii="Arial" w:hAnsi="Arial" w:cs="Arial"/>
        </w:rPr>
        <w:t xml:space="preserve">Вишневского </w:t>
      </w:r>
      <w:r w:rsidRPr="00636376">
        <w:rPr>
          <w:rFonts w:ascii="Arial" w:hAnsi="Arial" w:cs="Arial"/>
        </w:rPr>
        <w:t>сельсовета Щигровского района</w:t>
      </w:r>
    </w:p>
    <w:p w:rsidR="006E45FF" w:rsidRPr="00636376" w:rsidRDefault="006E45FF" w:rsidP="00B37293">
      <w:pPr>
        <w:autoSpaceDE w:val="0"/>
        <w:autoSpaceDN w:val="0"/>
        <w:ind w:firstLine="708"/>
        <w:jc w:val="center"/>
        <w:rPr>
          <w:rFonts w:ascii="Arial" w:hAnsi="Arial" w:cs="Arial"/>
        </w:rPr>
      </w:pPr>
      <w:r w:rsidRPr="00636376">
        <w:rPr>
          <w:rFonts w:ascii="Arial" w:hAnsi="Arial" w:cs="Arial"/>
        </w:rPr>
        <w:t>РЕШИЛО:</w:t>
      </w:r>
    </w:p>
    <w:p w:rsidR="006E45FF" w:rsidRPr="00636376" w:rsidRDefault="006E45FF" w:rsidP="00B37293">
      <w:pPr>
        <w:autoSpaceDE w:val="0"/>
        <w:autoSpaceDN w:val="0"/>
        <w:ind w:firstLine="708"/>
        <w:jc w:val="center"/>
        <w:rPr>
          <w:rFonts w:ascii="Arial" w:hAnsi="Arial" w:cs="Arial"/>
        </w:rPr>
      </w:pPr>
    </w:p>
    <w:p w:rsidR="006E45FF" w:rsidRPr="00636376" w:rsidRDefault="006E45FF" w:rsidP="000C4280">
      <w:pPr>
        <w:autoSpaceDE w:val="0"/>
        <w:autoSpaceDN w:val="0"/>
        <w:ind w:firstLine="708"/>
        <w:jc w:val="both"/>
        <w:rPr>
          <w:rFonts w:ascii="Arial" w:hAnsi="Arial" w:cs="Arial"/>
        </w:rPr>
      </w:pPr>
      <w:r w:rsidRPr="00636376">
        <w:rPr>
          <w:rFonts w:ascii="Arial" w:hAnsi="Arial" w:cs="Arial"/>
        </w:rPr>
        <w:t xml:space="preserve">1.    Внести   проект   решения   Собрания   депутатов </w:t>
      </w:r>
      <w:r>
        <w:rPr>
          <w:rFonts w:ascii="Arial" w:hAnsi="Arial" w:cs="Arial"/>
        </w:rPr>
        <w:t>Вишневского</w:t>
      </w:r>
      <w:r w:rsidRPr="00636376">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636376">
        <w:rPr>
          <w:rFonts w:ascii="Arial" w:hAnsi="Arial" w:cs="Arial"/>
        </w:rPr>
        <w:t xml:space="preserve">   сельсовет» Щигровского района Курской области» на   обсуждение   граждан,   проживающих   на территории </w:t>
      </w:r>
      <w:r>
        <w:rPr>
          <w:rFonts w:ascii="Arial" w:hAnsi="Arial" w:cs="Arial"/>
        </w:rPr>
        <w:t>Вишневского</w:t>
      </w:r>
      <w:r w:rsidRPr="00636376">
        <w:rPr>
          <w:rFonts w:ascii="Arial" w:hAnsi="Arial" w:cs="Arial"/>
        </w:rPr>
        <w:t xml:space="preserve"> сельсовета Щигровского района Курской области.</w:t>
      </w:r>
    </w:p>
    <w:p w:rsidR="006E45FF" w:rsidRPr="00636376" w:rsidRDefault="006E45FF" w:rsidP="00B37293">
      <w:pPr>
        <w:autoSpaceDE w:val="0"/>
        <w:autoSpaceDN w:val="0"/>
        <w:ind w:firstLine="708"/>
        <w:jc w:val="both"/>
        <w:rPr>
          <w:rFonts w:ascii="Arial" w:hAnsi="Arial" w:cs="Arial"/>
        </w:rPr>
      </w:pPr>
      <w:r w:rsidRPr="00636376">
        <w:rPr>
          <w:rFonts w:ascii="Arial" w:hAnsi="Arial" w:cs="Arial"/>
        </w:rPr>
        <w:t xml:space="preserve">2.    Обнародовать   текст   проекта   решения    Собрания   депутатов </w:t>
      </w:r>
      <w:r>
        <w:rPr>
          <w:rFonts w:ascii="Arial" w:hAnsi="Arial" w:cs="Arial"/>
        </w:rPr>
        <w:t>Вишневского</w:t>
      </w:r>
      <w:r w:rsidRPr="00636376">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636376">
        <w:rPr>
          <w:rFonts w:ascii="Arial" w:hAnsi="Arial" w:cs="Arial"/>
        </w:rPr>
        <w:t xml:space="preserve">   сельсовет» Щигровского района Курской области» на четырех информационных стендах, расположенных:</w:t>
      </w:r>
    </w:p>
    <w:p w:rsidR="006E45FF" w:rsidRPr="00636376" w:rsidRDefault="006E45FF" w:rsidP="00B37293">
      <w:pPr>
        <w:autoSpaceDE w:val="0"/>
        <w:autoSpaceDN w:val="0"/>
        <w:ind w:firstLine="708"/>
        <w:jc w:val="both"/>
        <w:rPr>
          <w:rFonts w:ascii="Arial" w:hAnsi="Arial" w:cs="Arial"/>
        </w:rPr>
      </w:pPr>
    </w:p>
    <w:p w:rsidR="006E45FF" w:rsidRPr="00636376" w:rsidRDefault="006E45FF" w:rsidP="00B37293">
      <w:pPr>
        <w:ind w:firstLine="567"/>
        <w:jc w:val="both"/>
        <w:rPr>
          <w:rFonts w:ascii="Arial" w:hAnsi="Arial" w:cs="Arial"/>
        </w:rPr>
      </w:pPr>
      <w:r w:rsidRPr="00636376">
        <w:rPr>
          <w:rFonts w:ascii="Arial" w:hAnsi="Arial" w:cs="Arial"/>
        </w:rPr>
        <w:t xml:space="preserve">1-й – здание Администрации </w:t>
      </w:r>
      <w:r>
        <w:rPr>
          <w:rFonts w:ascii="Arial" w:hAnsi="Arial" w:cs="Arial"/>
        </w:rPr>
        <w:t>Вишневского</w:t>
      </w:r>
      <w:r w:rsidRPr="00636376">
        <w:rPr>
          <w:rFonts w:ascii="Arial" w:hAnsi="Arial" w:cs="Arial"/>
        </w:rPr>
        <w:t xml:space="preserve"> сельсовета Щигровского района;</w:t>
      </w:r>
    </w:p>
    <w:p w:rsidR="006E45FF" w:rsidRDefault="006E45FF" w:rsidP="00B37293">
      <w:pPr>
        <w:jc w:val="both"/>
        <w:rPr>
          <w:rFonts w:ascii="Arial" w:hAnsi="Arial" w:cs="Arial"/>
        </w:rPr>
      </w:pPr>
      <w:r w:rsidRPr="00636376">
        <w:rPr>
          <w:rFonts w:ascii="Arial" w:hAnsi="Arial" w:cs="Arial"/>
        </w:rPr>
        <w:t xml:space="preserve">          2-й – здание  магазина </w:t>
      </w:r>
      <w:r>
        <w:rPr>
          <w:rFonts w:ascii="Arial" w:hAnsi="Arial" w:cs="Arial"/>
        </w:rPr>
        <w:t>в п.Вишневка Щигровского района;</w:t>
      </w:r>
    </w:p>
    <w:p w:rsidR="006E45FF" w:rsidRPr="00636376" w:rsidRDefault="006E45FF" w:rsidP="00B37293">
      <w:pPr>
        <w:jc w:val="both"/>
        <w:rPr>
          <w:rFonts w:ascii="Arial" w:hAnsi="Arial" w:cs="Arial"/>
        </w:rPr>
      </w:pPr>
      <w:r>
        <w:rPr>
          <w:rFonts w:ascii="Arial" w:hAnsi="Arial" w:cs="Arial"/>
        </w:rPr>
        <w:tab/>
        <w:t>3-й – здание магазина в д.Сергеевка</w:t>
      </w:r>
      <w:r w:rsidRPr="00636376">
        <w:rPr>
          <w:rFonts w:ascii="Arial" w:hAnsi="Arial" w:cs="Arial"/>
        </w:rPr>
        <w:t xml:space="preserve">        </w:t>
      </w:r>
    </w:p>
    <w:p w:rsidR="006E45FF" w:rsidRPr="00636376" w:rsidRDefault="006E45FF" w:rsidP="00B37293">
      <w:pPr>
        <w:autoSpaceDE w:val="0"/>
        <w:autoSpaceDN w:val="0"/>
        <w:ind w:firstLine="708"/>
        <w:jc w:val="both"/>
        <w:rPr>
          <w:rFonts w:ascii="Arial" w:hAnsi="Arial" w:cs="Arial"/>
        </w:rPr>
      </w:pPr>
    </w:p>
    <w:p w:rsidR="006E45FF" w:rsidRPr="00636376" w:rsidRDefault="006E45FF" w:rsidP="00B37293">
      <w:pPr>
        <w:autoSpaceDE w:val="0"/>
        <w:autoSpaceDN w:val="0"/>
        <w:ind w:firstLine="708"/>
        <w:jc w:val="both"/>
        <w:rPr>
          <w:rFonts w:ascii="Arial" w:hAnsi="Arial" w:cs="Arial"/>
        </w:rPr>
      </w:pPr>
      <w:r w:rsidRPr="00636376">
        <w:rPr>
          <w:rFonts w:ascii="Arial" w:hAnsi="Arial" w:cs="Arial"/>
        </w:rPr>
        <w:t xml:space="preserve"> для его обсуждения гражданами,   проживающими   на   территории </w:t>
      </w:r>
      <w:r>
        <w:rPr>
          <w:rFonts w:ascii="Arial" w:hAnsi="Arial" w:cs="Arial"/>
        </w:rPr>
        <w:t>Вишневского</w:t>
      </w:r>
      <w:r w:rsidRPr="00636376">
        <w:rPr>
          <w:rFonts w:ascii="Arial" w:hAnsi="Arial" w:cs="Arial"/>
        </w:rPr>
        <w:t xml:space="preserve"> сельсовета Щигровского района Курской области </w:t>
      </w:r>
      <w:r w:rsidRPr="00636376">
        <w:rPr>
          <w:rFonts w:ascii="Arial" w:hAnsi="Arial" w:cs="Arial"/>
          <w:i/>
          <w:iCs/>
        </w:rPr>
        <w:t xml:space="preserve"> </w:t>
      </w:r>
      <w:r w:rsidRPr="00636376">
        <w:rPr>
          <w:rFonts w:ascii="Arial" w:hAnsi="Arial" w:cs="Arial"/>
        </w:rPr>
        <w:t>и представления предложений по нему.</w:t>
      </w:r>
    </w:p>
    <w:p w:rsidR="006E45FF" w:rsidRPr="00636376" w:rsidRDefault="006E45FF" w:rsidP="00B37293">
      <w:pPr>
        <w:ind w:firstLine="708"/>
        <w:jc w:val="both"/>
        <w:rPr>
          <w:rFonts w:ascii="Arial" w:hAnsi="Arial" w:cs="Arial"/>
        </w:rPr>
      </w:pPr>
      <w:r w:rsidRPr="00636376">
        <w:rPr>
          <w:rFonts w:ascii="Arial" w:hAnsi="Arial" w:cs="Arial"/>
        </w:rPr>
        <w:t xml:space="preserve">3. Обратиться к гражданам, проживающим на территории </w:t>
      </w:r>
      <w:r>
        <w:rPr>
          <w:rFonts w:ascii="Arial" w:hAnsi="Arial" w:cs="Arial"/>
        </w:rPr>
        <w:t>Вишневского</w:t>
      </w:r>
      <w:r w:rsidRPr="00636376">
        <w:rPr>
          <w:rFonts w:ascii="Arial" w:hAnsi="Arial" w:cs="Arial"/>
        </w:rPr>
        <w:t xml:space="preserve"> сельсовета с просьбой, принять участие в обсуждении  проекта решения  Собрания депутатов </w:t>
      </w:r>
      <w:r>
        <w:rPr>
          <w:rFonts w:ascii="Arial" w:hAnsi="Arial" w:cs="Arial"/>
        </w:rPr>
        <w:t>Вишневского</w:t>
      </w:r>
      <w:r w:rsidRPr="00636376">
        <w:rPr>
          <w:rFonts w:ascii="Arial" w:hAnsi="Arial" w:cs="Arial"/>
        </w:rPr>
        <w:t xml:space="preserve"> сельсовета района    «Об утверждении Правил благоустройства на территории  муниципального   образования    «</w:t>
      </w:r>
      <w:r>
        <w:rPr>
          <w:rFonts w:ascii="Arial" w:hAnsi="Arial" w:cs="Arial"/>
        </w:rPr>
        <w:t>Вишневский</w:t>
      </w:r>
      <w:r w:rsidRPr="00636376">
        <w:rPr>
          <w:rFonts w:ascii="Arial" w:hAnsi="Arial" w:cs="Arial"/>
        </w:rPr>
        <w:t xml:space="preserve">   сельсовет» Щигровского района Курской области».</w:t>
      </w:r>
    </w:p>
    <w:p w:rsidR="006E45FF" w:rsidRPr="00636376" w:rsidRDefault="006E45FF" w:rsidP="00B37293">
      <w:pPr>
        <w:ind w:firstLine="708"/>
        <w:jc w:val="both"/>
        <w:rPr>
          <w:rFonts w:ascii="Arial" w:hAnsi="Arial" w:cs="Arial"/>
        </w:rPr>
      </w:pPr>
      <w:r w:rsidRPr="00636376">
        <w:rPr>
          <w:rFonts w:ascii="Arial" w:hAnsi="Arial" w:cs="Arial"/>
        </w:rPr>
        <w:t xml:space="preserve">4. Утвердить  прилагаемый состав  комиссии по  приему и учету  предложений по проекту решения Собрания  депутатов </w:t>
      </w:r>
      <w:r>
        <w:rPr>
          <w:rFonts w:ascii="Arial" w:hAnsi="Arial" w:cs="Arial"/>
        </w:rPr>
        <w:t>Вишневского</w:t>
      </w:r>
      <w:r w:rsidRPr="00636376">
        <w:rPr>
          <w:rFonts w:ascii="Arial" w:hAnsi="Arial" w:cs="Arial"/>
        </w:rPr>
        <w:t xml:space="preserve"> сельсовета  района    «Об утверждении Правил благоустройства на территории  муниципального   образования    «</w:t>
      </w:r>
      <w:r>
        <w:rPr>
          <w:rFonts w:ascii="Arial" w:hAnsi="Arial" w:cs="Arial"/>
        </w:rPr>
        <w:t>Вишневский</w:t>
      </w:r>
      <w:r w:rsidRPr="00636376">
        <w:rPr>
          <w:rFonts w:ascii="Arial" w:hAnsi="Arial" w:cs="Arial"/>
        </w:rPr>
        <w:t xml:space="preserve">   сельсовет» Щигровского района Курской области». </w:t>
      </w:r>
    </w:p>
    <w:p w:rsidR="006E45FF" w:rsidRPr="00636376" w:rsidRDefault="006E45FF" w:rsidP="00B37293">
      <w:pPr>
        <w:autoSpaceDE w:val="0"/>
        <w:autoSpaceDN w:val="0"/>
        <w:ind w:firstLine="708"/>
        <w:jc w:val="both"/>
        <w:rPr>
          <w:rFonts w:ascii="Arial" w:hAnsi="Arial" w:cs="Arial"/>
        </w:rPr>
      </w:pPr>
      <w:r w:rsidRPr="00636376">
        <w:rPr>
          <w:rFonts w:ascii="Arial" w:hAnsi="Arial" w:cs="Arial"/>
        </w:rPr>
        <w:t>5. Поручить комиссии:</w:t>
      </w:r>
    </w:p>
    <w:p w:rsidR="006E45FF" w:rsidRPr="00636376" w:rsidRDefault="006E45FF" w:rsidP="00B37293">
      <w:pPr>
        <w:autoSpaceDE w:val="0"/>
        <w:autoSpaceDN w:val="0"/>
        <w:jc w:val="both"/>
        <w:rPr>
          <w:rFonts w:ascii="Arial" w:hAnsi="Arial" w:cs="Arial"/>
        </w:rPr>
      </w:pPr>
      <w:r w:rsidRPr="00636376">
        <w:rPr>
          <w:rFonts w:ascii="Arial" w:hAnsi="Arial" w:cs="Arial"/>
        </w:rPr>
        <w:t xml:space="preserve">          5.1.  Обобщить и систематизировать предложения по проекту решения Собрания  депутатов </w:t>
      </w:r>
      <w:r>
        <w:rPr>
          <w:rFonts w:ascii="Arial" w:hAnsi="Arial" w:cs="Arial"/>
        </w:rPr>
        <w:t>Вишневского</w:t>
      </w:r>
      <w:r w:rsidRPr="00636376">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636376">
        <w:rPr>
          <w:rFonts w:ascii="Arial" w:hAnsi="Arial" w:cs="Arial"/>
        </w:rPr>
        <w:t xml:space="preserve">   сельсовет» Щигровского района Курской области».</w:t>
      </w:r>
    </w:p>
    <w:p w:rsidR="006E45FF" w:rsidRPr="00636376" w:rsidRDefault="006E45FF" w:rsidP="00B37293">
      <w:pPr>
        <w:autoSpaceDE w:val="0"/>
        <w:autoSpaceDN w:val="0"/>
        <w:jc w:val="both"/>
        <w:rPr>
          <w:rFonts w:ascii="Arial" w:hAnsi="Arial" w:cs="Arial"/>
        </w:rPr>
      </w:pPr>
      <w:r w:rsidRPr="00636376">
        <w:rPr>
          <w:rFonts w:ascii="Arial" w:hAnsi="Arial" w:cs="Arial"/>
        </w:rPr>
        <w:t xml:space="preserve">          5.2.   Обобщенные и  систематизированные  материалы  предоставить Собранию депутатов </w:t>
      </w:r>
      <w:r>
        <w:rPr>
          <w:rFonts w:ascii="Arial" w:hAnsi="Arial" w:cs="Arial"/>
        </w:rPr>
        <w:t>Вишневского</w:t>
      </w:r>
      <w:r w:rsidRPr="00636376">
        <w:rPr>
          <w:rFonts w:ascii="Arial" w:hAnsi="Arial" w:cs="Arial"/>
        </w:rPr>
        <w:t xml:space="preserve"> сельсовета Щигровского района.</w:t>
      </w:r>
    </w:p>
    <w:p w:rsidR="006E45FF" w:rsidRPr="00636376" w:rsidRDefault="006E45FF" w:rsidP="00B37293">
      <w:pPr>
        <w:autoSpaceDE w:val="0"/>
        <w:autoSpaceDN w:val="0"/>
        <w:ind w:firstLine="708"/>
        <w:jc w:val="both"/>
        <w:rPr>
          <w:rFonts w:ascii="Arial" w:hAnsi="Arial" w:cs="Arial"/>
        </w:rPr>
      </w:pPr>
      <w:r w:rsidRPr="00636376">
        <w:rPr>
          <w:rFonts w:ascii="Arial" w:hAnsi="Arial" w:cs="Arial"/>
        </w:rPr>
        <w:t>6. Утвердить прилагаемые:</w:t>
      </w:r>
    </w:p>
    <w:p w:rsidR="006E45FF" w:rsidRPr="00636376" w:rsidRDefault="006E45FF" w:rsidP="00B37293">
      <w:pPr>
        <w:pStyle w:val="BodyTextIndent"/>
        <w:rPr>
          <w:rFonts w:ascii="Arial" w:hAnsi="Arial" w:cs="Arial"/>
          <w:sz w:val="24"/>
          <w:szCs w:val="24"/>
        </w:rPr>
      </w:pPr>
      <w:r w:rsidRPr="00636376">
        <w:rPr>
          <w:rFonts w:ascii="Arial" w:hAnsi="Arial" w:cs="Arial"/>
          <w:sz w:val="24"/>
          <w:szCs w:val="24"/>
        </w:rPr>
        <w:t xml:space="preserve">- порядок участия граждан в обсуждении проекта решения Собрания депутатов </w:t>
      </w:r>
      <w:r w:rsidRPr="00B60C6E">
        <w:rPr>
          <w:rFonts w:ascii="Arial" w:hAnsi="Arial" w:cs="Arial"/>
          <w:sz w:val="24"/>
          <w:szCs w:val="24"/>
        </w:rPr>
        <w:t>Вишневского</w:t>
      </w:r>
      <w:r w:rsidRPr="00636376">
        <w:rPr>
          <w:rFonts w:ascii="Arial" w:hAnsi="Arial" w:cs="Arial"/>
          <w:sz w:val="24"/>
          <w:szCs w:val="24"/>
        </w:rPr>
        <w:t xml:space="preserve"> сельсовета Щигровского района    «Об утверждении Правил благоустройства на территории  муниципального   образования    «</w:t>
      </w:r>
      <w:r w:rsidRPr="00B60C6E">
        <w:rPr>
          <w:rFonts w:ascii="Arial" w:hAnsi="Arial" w:cs="Arial"/>
          <w:sz w:val="24"/>
          <w:szCs w:val="24"/>
        </w:rPr>
        <w:t>Вишневск</w:t>
      </w:r>
      <w:r>
        <w:rPr>
          <w:rFonts w:ascii="Arial" w:hAnsi="Arial" w:cs="Arial"/>
          <w:sz w:val="24"/>
          <w:szCs w:val="24"/>
        </w:rPr>
        <w:t>ий</w:t>
      </w:r>
      <w:r w:rsidRPr="00636376">
        <w:rPr>
          <w:rFonts w:ascii="Arial" w:hAnsi="Arial" w:cs="Arial"/>
          <w:sz w:val="24"/>
          <w:szCs w:val="24"/>
        </w:rPr>
        <w:t xml:space="preserve">   сельсовет» Щигровского района Курской области»,</w:t>
      </w:r>
    </w:p>
    <w:p w:rsidR="006E45FF" w:rsidRPr="00636376" w:rsidRDefault="006E45FF" w:rsidP="00B37293">
      <w:pPr>
        <w:autoSpaceDE w:val="0"/>
        <w:autoSpaceDN w:val="0"/>
        <w:jc w:val="both"/>
        <w:rPr>
          <w:rFonts w:ascii="Arial" w:hAnsi="Arial" w:cs="Arial"/>
        </w:rPr>
      </w:pPr>
      <w:r w:rsidRPr="00636376">
        <w:rPr>
          <w:rFonts w:ascii="Arial" w:hAnsi="Arial" w:cs="Arial"/>
        </w:rPr>
        <w:t xml:space="preserve">          - порядок учета предложений по проекту решения Собрания депутатов </w:t>
      </w:r>
      <w:r w:rsidRPr="00B60C6E">
        <w:rPr>
          <w:rFonts w:ascii="Arial" w:hAnsi="Arial" w:cs="Arial"/>
        </w:rPr>
        <w:t>Вишневск</w:t>
      </w:r>
      <w:r>
        <w:rPr>
          <w:rFonts w:ascii="Arial" w:hAnsi="Arial" w:cs="Arial"/>
        </w:rPr>
        <w:t>ого</w:t>
      </w:r>
      <w:r w:rsidRPr="00636376">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sidRPr="00B60C6E">
        <w:rPr>
          <w:rFonts w:ascii="Arial" w:hAnsi="Arial" w:cs="Arial"/>
        </w:rPr>
        <w:t>Вишневск</w:t>
      </w:r>
      <w:r>
        <w:rPr>
          <w:rFonts w:ascii="Arial" w:hAnsi="Arial" w:cs="Arial"/>
        </w:rPr>
        <w:t>ий</w:t>
      </w:r>
      <w:r w:rsidRPr="00636376">
        <w:rPr>
          <w:rFonts w:ascii="Arial" w:hAnsi="Arial" w:cs="Arial"/>
        </w:rPr>
        <w:t xml:space="preserve"> сельсовет» Щигровского района Курской области». </w:t>
      </w:r>
    </w:p>
    <w:p w:rsidR="006E45FF" w:rsidRPr="00636376" w:rsidRDefault="006E45FF" w:rsidP="00B37293">
      <w:pPr>
        <w:autoSpaceDE w:val="0"/>
        <w:autoSpaceDN w:val="0"/>
        <w:ind w:firstLine="708"/>
        <w:jc w:val="both"/>
        <w:rPr>
          <w:rFonts w:ascii="Arial" w:hAnsi="Arial" w:cs="Arial"/>
        </w:rPr>
      </w:pPr>
      <w:r w:rsidRPr="00636376">
        <w:rPr>
          <w:rFonts w:ascii="Arial" w:hAnsi="Arial" w:cs="Arial"/>
        </w:rPr>
        <w:t>7. Обнародовать    настоящее    Решение    на    указанных    в    п.2 информационных стендах.</w:t>
      </w:r>
    </w:p>
    <w:p w:rsidR="006E45FF" w:rsidRPr="00636376" w:rsidRDefault="006E45FF" w:rsidP="00B37293">
      <w:pPr>
        <w:autoSpaceDE w:val="0"/>
        <w:autoSpaceDN w:val="0"/>
        <w:ind w:firstLine="708"/>
        <w:jc w:val="both"/>
        <w:rPr>
          <w:rFonts w:ascii="Arial" w:hAnsi="Arial" w:cs="Arial"/>
        </w:rPr>
      </w:pPr>
      <w:r w:rsidRPr="00636376">
        <w:rPr>
          <w:rFonts w:ascii="Arial" w:hAnsi="Arial" w:cs="Arial"/>
        </w:rPr>
        <w:t>8.  Контроль за исполнением настоящего решения  оставляю за собой.</w:t>
      </w:r>
    </w:p>
    <w:p w:rsidR="006E45FF" w:rsidRPr="00636376" w:rsidRDefault="006E45FF" w:rsidP="00B37293">
      <w:pPr>
        <w:autoSpaceDE w:val="0"/>
        <w:autoSpaceDN w:val="0"/>
        <w:jc w:val="both"/>
        <w:rPr>
          <w:rFonts w:ascii="Arial" w:hAnsi="Arial" w:cs="Arial"/>
        </w:rPr>
      </w:pPr>
    </w:p>
    <w:p w:rsidR="006E45FF" w:rsidRPr="00636376" w:rsidRDefault="006E45FF" w:rsidP="00B37293">
      <w:pPr>
        <w:autoSpaceDE w:val="0"/>
        <w:autoSpaceDN w:val="0"/>
        <w:jc w:val="both"/>
        <w:rPr>
          <w:rFonts w:ascii="Arial" w:hAnsi="Arial" w:cs="Arial"/>
        </w:rPr>
      </w:pPr>
    </w:p>
    <w:p w:rsidR="006E45FF" w:rsidRPr="00636376" w:rsidRDefault="006E45FF" w:rsidP="00B37293">
      <w:pPr>
        <w:autoSpaceDE w:val="0"/>
        <w:autoSpaceDN w:val="0"/>
        <w:jc w:val="both"/>
        <w:rPr>
          <w:rFonts w:ascii="Arial" w:hAnsi="Arial" w:cs="Arial"/>
        </w:rPr>
      </w:pPr>
    </w:p>
    <w:p w:rsidR="006E45FF" w:rsidRPr="00636376"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r w:rsidRPr="00636376">
        <w:rPr>
          <w:rFonts w:ascii="Arial" w:hAnsi="Arial" w:cs="Arial"/>
        </w:rPr>
        <w:t xml:space="preserve"> Глава  </w:t>
      </w:r>
      <w:r w:rsidRPr="00B60C6E">
        <w:rPr>
          <w:rFonts w:ascii="Arial" w:hAnsi="Arial" w:cs="Arial"/>
        </w:rPr>
        <w:t>Вишневск</w:t>
      </w:r>
      <w:r>
        <w:rPr>
          <w:rFonts w:ascii="Arial" w:hAnsi="Arial" w:cs="Arial"/>
        </w:rPr>
        <w:t>ого</w:t>
      </w:r>
      <w:r w:rsidRPr="00636376">
        <w:rPr>
          <w:rFonts w:ascii="Arial" w:hAnsi="Arial" w:cs="Arial"/>
        </w:rPr>
        <w:t xml:space="preserve"> сельсовета                                                </w:t>
      </w:r>
      <w:r>
        <w:rPr>
          <w:rFonts w:ascii="Arial" w:hAnsi="Arial" w:cs="Arial"/>
        </w:rPr>
        <w:t>А.В. Усов</w:t>
      </w: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0C4280">
      <w:pPr>
        <w:autoSpaceDE w:val="0"/>
        <w:autoSpaceDN w:val="0"/>
        <w:ind w:left="7080"/>
        <w:jc w:val="both"/>
        <w:rPr>
          <w:rFonts w:ascii="Arial" w:hAnsi="Arial" w:cs="Arial"/>
        </w:rPr>
      </w:pPr>
      <w:r>
        <w:rPr>
          <w:rFonts w:ascii="Arial" w:hAnsi="Arial" w:cs="Arial"/>
        </w:rPr>
        <w:t>Утверждены</w:t>
      </w:r>
    </w:p>
    <w:p w:rsidR="006E45FF" w:rsidRDefault="006E45FF" w:rsidP="00B37293">
      <w:pPr>
        <w:autoSpaceDE w:val="0"/>
        <w:autoSpaceDN w:val="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Решением Собрания депутатов</w:t>
      </w:r>
    </w:p>
    <w:p w:rsidR="006E45FF" w:rsidRDefault="006E45FF" w:rsidP="00B37293">
      <w:pPr>
        <w:autoSpaceDE w:val="0"/>
        <w:autoSpaceDN w:val="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Вишневского сельсовета Щигровского района</w:t>
      </w:r>
    </w:p>
    <w:p w:rsidR="006E45FF" w:rsidRDefault="006E45FF" w:rsidP="00B37293">
      <w:pPr>
        <w:autoSpaceDE w:val="0"/>
        <w:autoSpaceDN w:val="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от «____»_________2015 г.  № ______</w:t>
      </w: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Default="006E45FF" w:rsidP="00B37293">
      <w:pPr>
        <w:autoSpaceDE w:val="0"/>
        <w:autoSpaceDN w:val="0"/>
        <w:jc w:val="both"/>
        <w:rPr>
          <w:rFonts w:ascii="Arial" w:hAnsi="Arial" w:cs="Arial"/>
        </w:rPr>
      </w:pPr>
    </w:p>
    <w:p w:rsidR="006E45FF" w:rsidRPr="005F58EF" w:rsidRDefault="006E45FF" w:rsidP="00FC3EFB">
      <w:pPr>
        <w:jc w:val="center"/>
        <w:rPr>
          <w:rFonts w:ascii="Arial" w:hAnsi="Arial" w:cs="Arial"/>
          <w:b/>
          <w:bCs/>
          <w:sz w:val="32"/>
          <w:szCs w:val="32"/>
        </w:rPr>
      </w:pPr>
      <w:r w:rsidRPr="005F58EF">
        <w:rPr>
          <w:rFonts w:ascii="Arial" w:hAnsi="Arial" w:cs="Arial"/>
          <w:b/>
          <w:bCs/>
          <w:sz w:val="32"/>
          <w:szCs w:val="32"/>
        </w:rPr>
        <w:t xml:space="preserve">ПРАВИЛА БЛАГОУСТРОЙСТВА </w:t>
      </w:r>
    </w:p>
    <w:p w:rsidR="006E45FF" w:rsidRPr="005F58EF" w:rsidRDefault="006E45FF" w:rsidP="00FC3EFB">
      <w:pPr>
        <w:pStyle w:val="ConsPlusTitle"/>
        <w:widowControl/>
        <w:jc w:val="center"/>
        <w:rPr>
          <w:sz w:val="32"/>
          <w:szCs w:val="32"/>
        </w:rPr>
      </w:pPr>
      <w:r w:rsidRPr="005F58EF">
        <w:rPr>
          <w:sz w:val="32"/>
          <w:szCs w:val="32"/>
        </w:rPr>
        <w:t>ТЕРРИТОРИИ МУНИЦИПАЛЬНОГО ОБРАЗОВАНИЯ «</w:t>
      </w:r>
      <w:r w:rsidRPr="00D33145">
        <w:rPr>
          <w:sz w:val="36"/>
          <w:szCs w:val="36"/>
        </w:rPr>
        <w:t>Вишневский</w:t>
      </w:r>
      <w:r>
        <w:rPr>
          <w:sz w:val="36"/>
          <w:szCs w:val="36"/>
        </w:rPr>
        <w:t xml:space="preserve"> сельский совет</w:t>
      </w:r>
      <w:r w:rsidRPr="005F58EF">
        <w:rPr>
          <w:sz w:val="32"/>
          <w:szCs w:val="32"/>
        </w:rPr>
        <w:t xml:space="preserve">» </w:t>
      </w:r>
    </w:p>
    <w:p w:rsidR="006E45FF" w:rsidRPr="005F58EF" w:rsidRDefault="006E45FF" w:rsidP="00FC3EFB">
      <w:pPr>
        <w:pStyle w:val="ConsPlusTitle"/>
        <w:widowControl/>
        <w:jc w:val="center"/>
        <w:rPr>
          <w:sz w:val="32"/>
          <w:szCs w:val="32"/>
        </w:rPr>
      </w:pPr>
      <w:r w:rsidRPr="005F58EF">
        <w:rPr>
          <w:sz w:val="32"/>
          <w:szCs w:val="32"/>
        </w:rPr>
        <w:t>ЩИГРОВСКОГО РАЙОНА КУРСКОЙ ОБЛАСТИ</w:t>
      </w:r>
    </w:p>
    <w:p w:rsidR="006E45FF" w:rsidRPr="005F58EF" w:rsidRDefault="006E45FF" w:rsidP="00FC3EFB">
      <w:pPr>
        <w:rPr>
          <w:rFonts w:ascii="Arial" w:hAnsi="Arial" w:cs="Arial"/>
          <w:b/>
          <w:sz w:val="32"/>
          <w:szCs w:val="32"/>
        </w:rPr>
      </w:pPr>
      <w:r w:rsidRPr="005F58EF">
        <w:rPr>
          <w:rFonts w:ascii="Arial" w:hAnsi="Arial" w:cs="Arial"/>
          <w:b/>
          <w:sz w:val="32"/>
          <w:szCs w:val="32"/>
        </w:rPr>
        <w:t xml:space="preserve"> </w:t>
      </w:r>
    </w:p>
    <w:p w:rsidR="006E45FF" w:rsidRPr="005F58EF" w:rsidRDefault="006E45FF" w:rsidP="00FC3EFB">
      <w:pPr>
        <w:pStyle w:val="ConsPlusNormal"/>
        <w:widowControl/>
        <w:ind w:firstLine="0"/>
        <w:rPr>
          <w:b/>
          <w:bCs/>
          <w:sz w:val="24"/>
          <w:szCs w:val="24"/>
        </w:rPr>
      </w:pP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1. Общие положения</w:t>
      </w:r>
    </w:p>
    <w:p w:rsidR="006E45FF" w:rsidRPr="005F58EF" w:rsidRDefault="006E45FF" w:rsidP="00FC3EFB">
      <w:pPr>
        <w:pStyle w:val="ConsPlusNormal"/>
        <w:widowControl/>
        <w:ind w:firstLine="709"/>
        <w:jc w:val="both"/>
        <w:rPr>
          <w:b/>
          <w:bCs/>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1.1. Настоящие Правила благоустройства территории муниципального образования «</w:t>
      </w:r>
      <w:r>
        <w:rPr>
          <w:sz w:val="24"/>
          <w:szCs w:val="24"/>
        </w:rPr>
        <w:t xml:space="preserve">Вишневский </w:t>
      </w:r>
      <w:r w:rsidRPr="005F58EF">
        <w:rPr>
          <w:sz w:val="24"/>
          <w:szCs w:val="24"/>
        </w:rPr>
        <w:t xml:space="preserve">сельский совет» Щигровского района Курской области (далее Правила), разработаны в соответствии с Кодексом Российской Федерации об административных правонарушениях, Федеральным законом от 30.03.1999 №52-ФЗ "О санитарно-эпидемиологическом благополучии населения",  Приказом Министерства Регионального развития РФ от 27.12.2011 г. №613 «Об утверждении Методических рекомендаций по разработке норм и правил по благоустройству территорий муниципальных образований»,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«Правилами и нормами технической эксплуатации жилищного фонда», утвержденными постановлением Госстроя РФ №170, </w:t>
      </w:r>
      <w:r w:rsidRPr="005F58EF">
        <w:rPr>
          <w:rStyle w:val="FontStyle13"/>
          <w:rFonts w:ascii="Arial" w:hAnsi="Arial" w:cs="Arial"/>
        </w:rPr>
        <w:t xml:space="preserve">ГОСТ Р 52044-2003 «Наружная реклама на автомобильных дорогах и территориях городских и сельских поселений», </w:t>
      </w:r>
      <w:r w:rsidRPr="005F58EF">
        <w:rPr>
          <w:sz w:val="24"/>
          <w:szCs w:val="24"/>
        </w:rPr>
        <w:t>Законом Курской области от 04.01.2003 №1-ЗКО "Об административных правонарушениях в Курской области", Постановлением Администрации Курской области от 21.06.2010 №265-па "О Примерных правилах благоустройства, озеленения, чистоты и порядка на территории Курской области", Уставом муниципального образования «</w:t>
      </w:r>
      <w:r>
        <w:rPr>
          <w:sz w:val="24"/>
          <w:szCs w:val="24"/>
        </w:rPr>
        <w:t>Вишневский</w:t>
      </w:r>
      <w:r w:rsidRPr="005F58EF">
        <w:rPr>
          <w:sz w:val="24"/>
          <w:szCs w:val="24"/>
        </w:rPr>
        <w:t xml:space="preserve"> сельский совет» Щигровского района Курской области, с целью регулирования вопросов в сфере благоустройства и направлены на обеспечение и повышение комфортности условий проживания граждан, безопасности, поддержание и улучшение санитарного и эстетического состояния территории, для создания безопасной, удобной и привлекательной среды территорий муниципального образования «</w:t>
      </w:r>
      <w:r>
        <w:rPr>
          <w:sz w:val="24"/>
          <w:szCs w:val="24"/>
        </w:rPr>
        <w:t>Вишневский</w:t>
      </w:r>
      <w:r w:rsidRPr="005F58EF">
        <w:rPr>
          <w:sz w:val="24"/>
          <w:szCs w:val="24"/>
        </w:rPr>
        <w:t xml:space="preserve"> сельский совет».</w:t>
      </w:r>
    </w:p>
    <w:p w:rsidR="006E45FF" w:rsidRPr="005F58EF" w:rsidRDefault="006E45FF" w:rsidP="00FC3EFB">
      <w:pPr>
        <w:pStyle w:val="ConsPlusNormal"/>
        <w:widowControl/>
        <w:ind w:firstLine="709"/>
        <w:jc w:val="both"/>
        <w:rPr>
          <w:sz w:val="24"/>
          <w:szCs w:val="24"/>
        </w:rPr>
      </w:pPr>
      <w:r w:rsidRPr="005F58EF">
        <w:rPr>
          <w:sz w:val="24"/>
          <w:szCs w:val="24"/>
        </w:rPr>
        <w:t>1.2. Настоящие Правила предусматривают комплекс мероприятий по содержанию территории (включая здания, сооружения, жилые дома и земельные участки, на которых они располагаются), по внешнему благоустройству зданий и сооружений, озеленению, устройству покрытий, освещению территории, размещению и содержанию малых архитектурных форм и объектов монументального искусства.</w:t>
      </w:r>
      <w:r w:rsidRPr="005F58EF">
        <w:rPr>
          <w:color w:val="FF0000"/>
          <w:sz w:val="24"/>
          <w:szCs w:val="24"/>
        </w:rPr>
        <w:t xml:space="preserve"> </w:t>
      </w:r>
      <w:r w:rsidRPr="005F58EF">
        <w:rPr>
          <w:sz w:val="24"/>
          <w:szCs w:val="24"/>
        </w:rPr>
        <w:t xml:space="preserve">Содержат требования к внешнему виду фасадов и ограждений зданий и сооружений,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своих и прилегающих территорий; организацию благоустройства территории поселения, включая освещение улиц, озеленение территории, установку указателей улиц и номеров домов, </w:t>
      </w:r>
    </w:p>
    <w:p w:rsidR="006E45FF" w:rsidRPr="005F58EF" w:rsidRDefault="006E45FF" w:rsidP="00FC3EFB">
      <w:pPr>
        <w:pStyle w:val="ConsPlusNormal"/>
        <w:widowControl/>
        <w:ind w:firstLine="709"/>
        <w:jc w:val="both"/>
        <w:rPr>
          <w:sz w:val="24"/>
          <w:szCs w:val="24"/>
        </w:rPr>
      </w:pPr>
      <w:r w:rsidRPr="005F58EF">
        <w:rPr>
          <w:sz w:val="24"/>
          <w:szCs w:val="24"/>
        </w:rPr>
        <w:t>1.3 Требования Правил являются обязательными для всех физических и юридических лиц, проживающих, зарегистрированных, осуществляющих свою деятельность в границах муниципального образования «</w:t>
      </w:r>
      <w:r>
        <w:rPr>
          <w:sz w:val="24"/>
          <w:szCs w:val="24"/>
        </w:rPr>
        <w:t>Вишневский</w:t>
      </w:r>
      <w:r w:rsidRPr="005F58EF">
        <w:rPr>
          <w:sz w:val="24"/>
          <w:szCs w:val="24"/>
        </w:rPr>
        <w:t xml:space="preserve"> сельский совет».</w:t>
      </w:r>
    </w:p>
    <w:p w:rsidR="006E45FF" w:rsidRPr="005F58EF" w:rsidRDefault="006E45FF" w:rsidP="00FC3EFB">
      <w:pPr>
        <w:pStyle w:val="ConsPlusNormal"/>
        <w:widowControl/>
        <w:ind w:firstLine="709"/>
        <w:jc w:val="both"/>
        <w:rPr>
          <w:sz w:val="24"/>
          <w:szCs w:val="24"/>
        </w:rPr>
      </w:pPr>
      <w:r w:rsidRPr="005F58EF">
        <w:rPr>
          <w:sz w:val="24"/>
          <w:szCs w:val="24"/>
        </w:rPr>
        <w:t xml:space="preserve"> </w:t>
      </w: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2. Основные термины и понятия.</w:t>
      </w:r>
    </w:p>
    <w:p w:rsidR="006E45FF" w:rsidRPr="005F58EF" w:rsidRDefault="006E45FF" w:rsidP="00FC3EFB">
      <w:pPr>
        <w:pStyle w:val="ConsPlusNormal"/>
        <w:widowControl/>
        <w:ind w:firstLine="709"/>
        <w:jc w:val="both"/>
        <w:rPr>
          <w:b/>
          <w:bCs/>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Для целей настоящих Правил используются следующие основные понятия:</w:t>
      </w:r>
    </w:p>
    <w:p w:rsidR="006E45FF" w:rsidRPr="005F58EF" w:rsidRDefault="006E45FF" w:rsidP="00FC3EFB">
      <w:pPr>
        <w:pStyle w:val="ConsPlusNormal"/>
        <w:widowControl/>
        <w:ind w:firstLine="709"/>
        <w:jc w:val="both"/>
        <w:rPr>
          <w:color w:val="FF0000"/>
          <w:sz w:val="24"/>
          <w:szCs w:val="24"/>
        </w:rPr>
      </w:pPr>
      <w:r w:rsidRPr="005F58EF">
        <w:rPr>
          <w:b/>
          <w:bCs/>
          <w:sz w:val="24"/>
          <w:szCs w:val="24"/>
        </w:rPr>
        <w:t>Благоустройство территорий</w:t>
      </w:r>
      <w:r w:rsidRPr="005F58EF">
        <w:rPr>
          <w:sz w:val="24"/>
          <w:szCs w:val="24"/>
        </w:rPr>
        <w:t xml:space="preserve"> – осуществление при использовании сочетания необходимых элементов благоустройства комплекса мероприятий по содержанию территории поселения, размещению объектов благоустройства, инженерной подготовке и обеспечению безопасности, озеленению, освещению, устройству покрытий, размещению малых архитектурных форм, направленное на обеспечение и повышение комфортных условий проживания граждан, охраны здоровья населения, исторической и природной среды, содержание и улучшение санитарного и эстетического состояния территории</w:t>
      </w:r>
      <w:r w:rsidRPr="005F58EF">
        <w:rPr>
          <w:color w:val="FF0000"/>
          <w:sz w:val="24"/>
          <w:szCs w:val="24"/>
        </w:rPr>
        <w:t>.</w:t>
      </w:r>
    </w:p>
    <w:p w:rsidR="006E45FF" w:rsidRPr="005F58EF" w:rsidRDefault="006E45FF" w:rsidP="00FC3EFB">
      <w:pPr>
        <w:pStyle w:val="ConsPlusNormal"/>
        <w:widowControl/>
        <w:ind w:firstLine="709"/>
        <w:jc w:val="both"/>
        <w:rPr>
          <w:sz w:val="24"/>
          <w:szCs w:val="24"/>
        </w:rPr>
      </w:pPr>
      <w:r w:rsidRPr="005F58EF">
        <w:rPr>
          <w:b/>
          <w:bCs/>
          <w:sz w:val="24"/>
          <w:szCs w:val="24"/>
        </w:rPr>
        <w:t>Объекты благоустройства</w:t>
      </w:r>
      <w:r w:rsidRPr="005F58EF">
        <w:rPr>
          <w:sz w:val="24"/>
          <w:szCs w:val="24"/>
        </w:rPr>
        <w:t xml:space="preserve"> – элементы среды жизнедеятельности населения на территории поселения, объекты естественного или искусственного происхождения, предназначенные для осуществления производственной, хозяйственной и предпринимательской деятельности, удовлетворения социальных, бытовых, гигиенических, культурных, оздоровительных, информационных и иных потребностей населения. </w:t>
      </w:r>
    </w:p>
    <w:p w:rsidR="006E45FF" w:rsidRPr="005F58EF" w:rsidRDefault="006E45FF" w:rsidP="00FC3EFB">
      <w:pPr>
        <w:pStyle w:val="ConsPlusNormal"/>
        <w:widowControl/>
        <w:ind w:firstLine="709"/>
        <w:jc w:val="both"/>
        <w:rPr>
          <w:i/>
          <w:iCs/>
          <w:sz w:val="24"/>
          <w:szCs w:val="24"/>
        </w:rPr>
      </w:pPr>
      <w:r w:rsidRPr="005F58EF">
        <w:rPr>
          <w:b/>
          <w:bCs/>
          <w:sz w:val="24"/>
          <w:szCs w:val="24"/>
        </w:rPr>
        <w:t>Адресные реквизиты</w:t>
      </w:r>
      <w:r w:rsidRPr="005F58EF">
        <w:rPr>
          <w:sz w:val="24"/>
          <w:szCs w:val="24"/>
        </w:rPr>
        <w:t xml:space="preserve"> - указатели, устанавливаемые на объектах адресации, содержащие информацию о номере здания или сооружения, наименовании улицы, проспекта, переулка, бульвара, проезда, площади, шоссе.</w:t>
      </w:r>
      <w:r w:rsidRPr="005F58EF">
        <w:rPr>
          <w:i/>
          <w:iCs/>
          <w:sz w:val="24"/>
          <w:szCs w:val="24"/>
        </w:rPr>
        <w:t xml:space="preserve"> </w:t>
      </w:r>
    </w:p>
    <w:p w:rsidR="006E45FF" w:rsidRPr="005F58EF" w:rsidRDefault="006E45FF" w:rsidP="00FC3EFB">
      <w:pPr>
        <w:pStyle w:val="ConsPlusNormal"/>
        <w:widowControl/>
        <w:ind w:firstLine="709"/>
        <w:jc w:val="both"/>
        <w:rPr>
          <w:sz w:val="24"/>
          <w:szCs w:val="24"/>
        </w:rPr>
      </w:pPr>
      <w:r w:rsidRPr="005F58EF">
        <w:rPr>
          <w:b/>
          <w:bCs/>
          <w:sz w:val="24"/>
          <w:szCs w:val="24"/>
        </w:rPr>
        <w:t>Владелец объекта благоустройства</w:t>
      </w:r>
      <w:r w:rsidRPr="005F58EF">
        <w:rPr>
          <w:sz w:val="24"/>
          <w:szCs w:val="24"/>
        </w:rPr>
        <w:t xml:space="preserve"> - лицо, которому в соответствии с законодательством объект благоустройства принадлежит на соответствующем праве (собственность, право хозяйственного ведения, право постоянного (бессрочного) пользования, аренды и др. </w:t>
      </w:r>
    </w:p>
    <w:p w:rsidR="006E45FF" w:rsidRPr="005F58EF" w:rsidRDefault="006E45FF" w:rsidP="00FC3EFB">
      <w:pPr>
        <w:pStyle w:val="ConsPlusNormal"/>
        <w:widowControl/>
        <w:ind w:firstLine="709"/>
        <w:jc w:val="both"/>
        <w:rPr>
          <w:sz w:val="24"/>
          <w:szCs w:val="24"/>
        </w:rPr>
      </w:pPr>
      <w:r w:rsidRPr="005F58EF">
        <w:rPr>
          <w:b/>
          <w:bCs/>
          <w:sz w:val="24"/>
          <w:szCs w:val="24"/>
        </w:rPr>
        <w:t xml:space="preserve">Содержание объекта благоустройства </w:t>
      </w:r>
      <w:r w:rsidRPr="005F58EF">
        <w:rPr>
          <w:sz w:val="24"/>
          <w:szCs w:val="24"/>
        </w:rPr>
        <w:t>– мероприятия по обеспечение чистоты, надлежащего состояния и безопасности объекта благоустройства, в соответствии с нормами и правилами действующего законодательства.</w:t>
      </w:r>
    </w:p>
    <w:p w:rsidR="006E45FF" w:rsidRPr="005F58EF" w:rsidRDefault="006E45FF" w:rsidP="00FC3EFB">
      <w:pPr>
        <w:pStyle w:val="ConsPlusNormal"/>
        <w:widowControl/>
        <w:ind w:firstLine="709"/>
        <w:jc w:val="both"/>
        <w:rPr>
          <w:sz w:val="24"/>
          <w:szCs w:val="24"/>
        </w:rPr>
      </w:pPr>
      <w:r w:rsidRPr="005F58EF">
        <w:rPr>
          <w:b/>
          <w:bCs/>
          <w:sz w:val="24"/>
          <w:szCs w:val="24"/>
        </w:rPr>
        <w:t>Прилегающая территория</w:t>
      </w:r>
      <w:r w:rsidRPr="005F58EF">
        <w:rPr>
          <w:sz w:val="24"/>
          <w:szCs w:val="24"/>
        </w:rPr>
        <w:t xml:space="preserve"> - территория, непосредственно граничащая с земельным участком, на котором расположен объект благоустройства, или непосредственно с объектом благоустройства.</w:t>
      </w:r>
    </w:p>
    <w:p w:rsidR="006E45FF" w:rsidRPr="005F58EF" w:rsidRDefault="006E45FF" w:rsidP="00FC3EFB">
      <w:pPr>
        <w:pStyle w:val="ConsPlusNormal"/>
        <w:widowControl/>
        <w:ind w:firstLine="709"/>
        <w:jc w:val="both"/>
        <w:rPr>
          <w:i/>
          <w:iCs/>
          <w:sz w:val="24"/>
          <w:szCs w:val="24"/>
        </w:rPr>
      </w:pPr>
      <w:r w:rsidRPr="005F58EF">
        <w:rPr>
          <w:b/>
          <w:bCs/>
          <w:sz w:val="24"/>
          <w:szCs w:val="24"/>
        </w:rPr>
        <w:t>Зеленый фонд поселения</w:t>
      </w:r>
      <w:r w:rsidRPr="005F58EF">
        <w:rPr>
          <w:sz w:val="24"/>
          <w:szCs w:val="24"/>
        </w:rPr>
        <w:t>, представляет собой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этих поселений.</w:t>
      </w:r>
      <w:r w:rsidRPr="005F58EF">
        <w:rPr>
          <w:i/>
          <w:iCs/>
          <w:sz w:val="24"/>
          <w:szCs w:val="24"/>
        </w:rPr>
        <w:t xml:space="preserve"> </w:t>
      </w:r>
    </w:p>
    <w:p w:rsidR="006E45FF" w:rsidRPr="005F58EF" w:rsidRDefault="006E45FF" w:rsidP="00FC3EFB">
      <w:pPr>
        <w:pStyle w:val="ConsPlusNormal"/>
        <w:widowControl/>
        <w:ind w:firstLine="709"/>
        <w:jc w:val="both"/>
        <w:rPr>
          <w:sz w:val="24"/>
          <w:szCs w:val="24"/>
        </w:rPr>
      </w:pPr>
      <w:r w:rsidRPr="005F58EF">
        <w:rPr>
          <w:b/>
          <w:bCs/>
          <w:sz w:val="24"/>
          <w:szCs w:val="24"/>
        </w:rPr>
        <w:t>Зеленые насаждения</w:t>
      </w:r>
      <w:r w:rsidRPr="005F58EF">
        <w:rPr>
          <w:sz w:val="24"/>
          <w:szCs w:val="24"/>
        </w:rPr>
        <w:t xml:space="preserve"> - древесная, древесно-кустарниковая, кустарниковая и травянистая растительность естественного или искусственного происхождения.</w:t>
      </w:r>
    </w:p>
    <w:p w:rsidR="006E45FF" w:rsidRPr="005F58EF" w:rsidRDefault="006E45FF" w:rsidP="00FC3EFB">
      <w:pPr>
        <w:pStyle w:val="ConsPlusNormal"/>
        <w:widowControl/>
        <w:ind w:firstLine="709"/>
        <w:jc w:val="both"/>
        <w:rPr>
          <w:sz w:val="24"/>
          <w:szCs w:val="24"/>
        </w:rPr>
      </w:pPr>
      <w:r w:rsidRPr="005F58EF">
        <w:rPr>
          <w:b/>
          <w:bCs/>
          <w:sz w:val="24"/>
          <w:szCs w:val="24"/>
        </w:rPr>
        <w:t xml:space="preserve">Газон </w:t>
      </w:r>
      <w:r w:rsidRPr="005F58EF">
        <w:rPr>
          <w:sz w:val="24"/>
          <w:szCs w:val="24"/>
        </w:rPr>
        <w:t>– элемент благоустройства, включающий в себя растущую травянистую растительность и другие растения.</w:t>
      </w:r>
    </w:p>
    <w:p w:rsidR="006E45FF" w:rsidRPr="005F58EF" w:rsidRDefault="006E45FF" w:rsidP="00FC3EFB">
      <w:pPr>
        <w:pStyle w:val="ConsPlusNormal"/>
        <w:widowControl/>
        <w:ind w:firstLine="709"/>
        <w:jc w:val="both"/>
        <w:rPr>
          <w:sz w:val="24"/>
          <w:szCs w:val="24"/>
        </w:rPr>
      </w:pPr>
      <w:r w:rsidRPr="005F58EF">
        <w:rPr>
          <w:b/>
          <w:bCs/>
          <w:sz w:val="24"/>
          <w:szCs w:val="24"/>
        </w:rPr>
        <w:t xml:space="preserve">Цветник </w:t>
      </w:r>
      <w:r w:rsidRPr="005F58EF">
        <w:rPr>
          <w:sz w:val="24"/>
          <w:szCs w:val="24"/>
        </w:rPr>
        <w:t>- это участок геометрической или свободной формы с высаженными одно-, двух- или многолетними растениями.</w:t>
      </w:r>
    </w:p>
    <w:p w:rsidR="006E45FF" w:rsidRPr="005F58EF" w:rsidRDefault="006E45FF" w:rsidP="00FC3EFB">
      <w:pPr>
        <w:pStyle w:val="ConsPlusNormal"/>
        <w:widowControl/>
        <w:ind w:firstLine="709"/>
        <w:jc w:val="both"/>
        <w:rPr>
          <w:sz w:val="24"/>
          <w:szCs w:val="24"/>
        </w:rPr>
      </w:pPr>
      <w:r w:rsidRPr="005F58EF">
        <w:rPr>
          <w:b/>
          <w:bCs/>
          <w:sz w:val="24"/>
          <w:szCs w:val="24"/>
        </w:rPr>
        <w:t>Повреждение зеленых насаждений</w:t>
      </w:r>
      <w:r w:rsidRPr="005F58EF">
        <w:rPr>
          <w:sz w:val="24"/>
          <w:szCs w:val="24"/>
        </w:rPr>
        <w:t xml:space="preserve"> - механическое, химическое и иное повреждение надземной части и корневой системы зеленых насаждений, не влекущее повреждение роста.</w:t>
      </w:r>
    </w:p>
    <w:p w:rsidR="006E45FF" w:rsidRPr="005F58EF" w:rsidRDefault="006E45FF" w:rsidP="00FC3EFB">
      <w:pPr>
        <w:pStyle w:val="ConsPlusNormal"/>
        <w:widowControl/>
        <w:ind w:firstLine="709"/>
        <w:jc w:val="both"/>
        <w:rPr>
          <w:sz w:val="24"/>
          <w:szCs w:val="24"/>
        </w:rPr>
      </w:pPr>
      <w:r w:rsidRPr="005F58EF">
        <w:rPr>
          <w:b/>
          <w:bCs/>
          <w:sz w:val="24"/>
          <w:szCs w:val="24"/>
        </w:rPr>
        <w:t>Уничтожение зеленых насаждений</w:t>
      </w:r>
      <w:r w:rsidRPr="005F58EF">
        <w:rPr>
          <w:sz w:val="24"/>
          <w:szCs w:val="24"/>
        </w:rPr>
        <w:t xml:space="preserve"> – повреждение зеленых насаждений, повлекшее прекращение роста.</w:t>
      </w:r>
    </w:p>
    <w:p w:rsidR="006E45FF" w:rsidRPr="005F58EF" w:rsidRDefault="006E45FF" w:rsidP="00FC3EFB">
      <w:pPr>
        <w:pStyle w:val="ConsPlusNormal"/>
        <w:widowControl/>
        <w:ind w:firstLine="709"/>
        <w:jc w:val="both"/>
        <w:rPr>
          <w:sz w:val="24"/>
          <w:szCs w:val="24"/>
        </w:rPr>
      </w:pPr>
      <w:r w:rsidRPr="005F58EF">
        <w:rPr>
          <w:b/>
          <w:bCs/>
          <w:sz w:val="24"/>
          <w:szCs w:val="24"/>
        </w:rPr>
        <w:t>Компенсационное озеленение</w:t>
      </w:r>
      <w:r w:rsidRPr="005F58EF">
        <w:rPr>
          <w:sz w:val="24"/>
          <w:szCs w:val="24"/>
        </w:rPr>
        <w:t xml:space="preserve"> – воспроизводство зеленых насаждений взамен уничтоженных или поврежденных</w:t>
      </w:r>
    </w:p>
    <w:p w:rsidR="006E45FF" w:rsidRPr="005F58EF" w:rsidRDefault="006E45FF" w:rsidP="00FC3EFB">
      <w:pPr>
        <w:pStyle w:val="ConsPlusNormal"/>
        <w:widowControl/>
        <w:ind w:firstLine="709"/>
        <w:jc w:val="both"/>
        <w:rPr>
          <w:sz w:val="24"/>
          <w:szCs w:val="24"/>
        </w:rPr>
      </w:pPr>
      <w:r w:rsidRPr="005F58EF">
        <w:rPr>
          <w:b/>
          <w:bCs/>
          <w:sz w:val="24"/>
          <w:szCs w:val="24"/>
        </w:rPr>
        <w:t>Земляные работы</w:t>
      </w:r>
      <w:r w:rsidRPr="005F58EF">
        <w:rPr>
          <w:sz w:val="24"/>
          <w:szCs w:val="24"/>
        </w:rPr>
        <w:t xml:space="preserve"> - ремонтные, дорожные и иные работы, связанные со вскрытием грунта при прокладке, ремонте и обслуживании подземных, наземных и надземных инженерных сетей и коммуникаций, с устройством открытых бытовых водоотводов и водостоков, сооружением или ремонтом некапитальных сооружений (строений), установкой различных надземных объектов. </w:t>
      </w:r>
    </w:p>
    <w:p w:rsidR="006E45FF" w:rsidRPr="005F58EF" w:rsidRDefault="006E45FF" w:rsidP="00FC3EFB">
      <w:pPr>
        <w:pStyle w:val="ConsPlusNormal"/>
        <w:widowControl/>
        <w:ind w:firstLine="709"/>
        <w:jc w:val="both"/>
        <w:rPr>
          <w:sz w:val="24"/>
          <w:szCs w:val="24"/>
        </w:rPr>
      </w:pPr>
      <w:r w:rsidRPr="005F58EF">
        <w:rPr>
          <w:b/>
          <w:bCs/>
          <w:sz w:val="24"/>
          <w:szCs w:val="24"/>
        </w:rPr>
        <w:t>Инженерные коммуникации</w:t>
      </w:r>
      <w:r w:rsidRPr="005F58EF">
        <w:rPr>
          <w:sz w:val="24"/>
          <w:szCs w:val="24"/>
        </w:rPr>
        <w:t xml:space="preserve"> - наземные, надземные и подземные коммуникации, включающие в себя сети (трубопроводы, кабели, каналы) водо-, тепло-, газо- и электроснабжения, бытовой и ливневой канализации, водостоки и водоприемники, линии связи, а также другие коммуникации и связанные с ними наземные, надземные и подземные объекты и сооружения (камеры, колодцы, опоры) и элементы (ограждения, защитные кожухи, крышки люков колодцев и оголовков, дождеприемные и вентиляционные решетки, различного вспомогательного оборудования и агрегатов, уличные водоразборные колонки и др.).</w:t>
      </w:r>
    </w:p>
    <w:p w:rsidR="006E45FF" w:rsidRPr="005F58EF" w:rsidRDefault="006E45FF" w:rsidP="00FC3EFB">
      <w:pPr>
        <w:pStyle w:val="ConsPlusNormal"/>
        <w:widowControl/>
        <w:ind w:firstLine="709"/>
        <w:jc w:val="both"/>
        <w:rPr>
          <w:sz w:val="24"/>
          <w:szCs w:val="24"/>
        </w:rPr>
      </w:pPr>
      <w:r w:rsidRPr="005F58EF">
        <w:rPr>
          <w:b/>
          <w:bCs/>
          <w:sz w:val="24"/>
          <w:szCs w:val="24"/>
        </w:rPr>
        <w:t>Смотровой колодец</w:t>
      </w:r>
      <w:r w:rsidRPr="005F58EF">
        <w:rPr>
          <w:sz w:val="24"/>
          <w:szCs w:val="24"/>
        </w:rPr>
        <w:t xml:space="preserve"> - сооружение на подземных инженерных сетях и коммуникациях, предназначенное для обследования и ремонта соответствующих сетей и коммуникаций.</w:t>
      </w:r>
    </w:p>
    <w:p w:rsidR="006E45FF" w:rsidRPr="005F58EF" w:rsidRDefault="006E45FF" w:rsidP="00FC3EFB">
      <w:pPr>
        <w:pStyle w:val="ConsPlusNormal"/>
        <w:widowControl/>
        <w:ind w:firstLine="709"/>
        <w:jc w:val="both"/>
        <w:rPr>
          <w:sz w:val="24"/>
          <w:szCs w:val="24"/>
        </w:rPr>
      </w:pPr>
      <w:r w:rsidRPr="005F58EF">
        <w:rPr>
          <w:b/>
          <w:bCs/>
          <w:sz w:val="24"/>
          <w:szCs w:val="24"/>
        </w:rPr>
        <w:t xml:space="preserve">Подтопление </w:t>
      </w:r>
      <w:r w:rsidRPr="005F58EF">
        <w:rPr>
          <w:sz w:val="24"/>
          <w:szCs w:val="24"/>
        </w:rPr>
        <w:t>- затопление водой или иными жидкостями участка территории, дороги населенного пункта, вызванное природными явлениями, неисправной работой инженерных коммуникаций, просадкой или дефектами твердого покрытия дорог и тротуаров, а также производственной, хозяйственной или предпринимательской деятельностью человека.</w:t>
      </w:r>
    </w:p>
    <w:p w:rsidR="006E45FF" w:rsidRPr="005F58EF" w:rsidRDefault="006E45FF" w:rsidP="00FC3EFB">
      <w:pPr>
        <w:pStyle w:val="ConsPlusNormal"/>
        <w:widowControl/>
        <w:ind w:firstLine="709"/>
        <w:jc w:val="both"/>
        <w:rPr>
          <w:sz w:val="24"/>
          <w:szCs w:val="24"/>
        </w:rPr>
      </w:pPr>
      <w:r w:rsidRPr="005F58EF">
        <w:rPr>
          <w:b/>
          <w:bCs/>
          <w:sz w:val="24"/>
          <w:szCs w:val="24"/>
        </w:rPr>
        <w:t>Конструктивные и внешние элементы фасадов зданий</w:t>
      </w:r>
      <w:r w:rsidRPr="005F58EF">
        <w:rPr>
          <w:sz w:val="24"/>
          <w:szCs w:val="24"/>
        </w:rPr>
        <w:t xml:space="preserve"> - балконы, лоджии, витрины, козырьки, карнизы, навесы, водосточные трубы, лепные архитектурные детали, закрепленное на фасаде оборудование (наружные антенные устройства и радиоэлектронные средства, кондиционеры), флагштоки, наружные лестницы, ограждения и защитные решетки, окна, ставни, пристроенные к фасаду элементы (входы, спуски в подвалы, оконные приямки), отмостки для отвода дождевых и талых вод, входные двери и окна.</w:t>
      </w:r>
    </w:p>
    <w:p w:rsidR="006E45FF" w:rsidRPr="005F58EF" w:rsidRDefault="006E45FF" w:rsidP="00FC3EFB">
      <w:pPr>
        <w:pStyle w:val="ConsPlusNormal"/>
        <w:widowControl/>
        <w:ind w:firstLine="709"/>
        <w:jc w:val="both"/>
        <w:rPr>
          <w:sz w:val="24"/>
          <w:szCs w:val="24"/>
        </w:rPr>
      </w:pPr>
      <w:r w:rsidRPr="005F58EF">
        <w:rPr>
          <w:b/>
          <w:bCs/>
          <w:sz w:val="24"/>
          <w:szCs w:val="24"/>
        </w:rPr>
        <w:t>Фасад здания</w:t>
      </w:r>
      <w:r w:rsidRPr="005F58EF">
        <w:rPr>
          <w:sz w:val="24"/>
          <w:szCs w:val="24"/>
        </w:rPr>
        <w:t xml:space="preserve"> - наружная сторона здания и сооружения.</w:t>
      </w:r>
    </w:p>
    <w:p w:rsidR="006E45FF" w:rsidRPr="005F58EF" w:rsidRDefault="006E45FF" w:rsidP="00FC3EFB">
      <w:pPr>
        <w:pStyle w:val="ConsPlusNormal"/>
        <w:widowControl/>
        <w:ind w:firstLine="709"/>
        <w:jc w:val="both"/>
        <w:rPr>
          <w:sz w:val="24"/>
          <w:szCs w:val="24"/>
        </w:rPr>
      </w:pPr>
      <w:r w:rsidRPr="005F58EF">
        <w:rPr>
          <w:sz w:val="24"/>
          <w:szCs w:val="24"/>
        </w:rPr>
        <w:t>Фасады подразделяются: главный фасад, уличный фасад, дворовый фасад.</w:t>
      </w:r>
    </w:p>
    <w:p w:rsidR="006E45FF" w:rsidRPr="005F58EF" w:rsidRDefault="006E45FF" w:rsidP="00FC3EFB">
      <w:pPr>
        <w:pStyle w:val="ConsPlusNormal"/>
        <w:widowControl/>
        <w:ind w:firstLine="709"/>
        <w:jc w:val="both"/>
        <w:rPr>
          <w:sz w:val="24"/>
          <w:szCs w:val="24"/>
        </w:rPr>
      </w:pPr>
      <w:r w:rsidRPr="005F58EF">
        <w:rPr>
          <w:b/>
          <w:bCs/>
          <w:sz w:val="24"/>
          <w:szCs w:val="24"/>
        </w:rPr>
        <w:t>Произведения монументально - декоративного искусства</w:t>
      </w:r>
      <w:r w:rsidRPr="005F58EF">
        <w:rPr>
          <w:b/>
          <w:bCs/>
          <w:i/>
          <w:iCs/>
          <w:sz w:val="24"/>
          <w:szCs w:val="24"/>
        </w:rPr>
        <w:t xml:space="preserve"> - </w:t>
      </w:r>
      <w:r w:rsidRPr="005F58EF">
        <w:rPr>
          <w:sz w:val="24"/>
          <w:szCs w:val="24"/>
        </w:rPr>
        <w:t>цветочницы, вазоны, памятные доски, скульптуры, стелы, обелиски, декоративные ограды, фонтаны и другие подобные объекты, искусственно созданные.</w:t>
      </w:r>
    </w:p>
    <w:p w:rsidR="006E45FF" w:rsidRPr="005F58EF" w:rsidRDefault="006E45FF" w:rsidP="00FC3EFB">
      <w:pPr>
        <w:pStyle w:val="ConsPlusNormal"/>
        <w:widowControl/>
        <w:ind w:firstLine="709"/>
        <w:jc w:val="both"/>
        <w:rPr>
          <w:sz w:val="24"/>
          <w:szCs w:val="24"/>
        </w:rPr>
      </w:pPr>
      <w:r w:rsidRPr="005F58EF">
        <w:rPr>
          <w:b/>
          <w:bCs/>
          <w:sz w:val="24"/>
          <w:szCs w:val="24"/>
        </w:rPr>
        <w:t>Бытовые и промышленные (неопасные) отходы производства и потребления -</w:t>
      </w:r>
      <w:r w:rsidRPr="005F58EF">
        <w:rPr>
          <w:sz w:val="24"/>
          <w:szCs w:val="24"/>
        </w:rPr>
        <w:t xml:space="preserve"> любые отходы производства и потребления, включая твердые остатки сырья, материалов, полуфабрикатов, иных изделий и продуктов, утратившие свои потребительские свойства товары (продукция) и подлежащие утилизации или захоронению</w:t>
      </w:r>
    </w:p>
    <w:p w:rsidR="006E45FF" w:rsidRPr="005F58EF" w:rsidRDefault="006E45FF" w:rsidP="00FC3EFB">
      <w:pPr>
        <w:pStyle w:val="ConsPlusNormal"/>
        <w:widowControl/>
        <w:ind w:firstLine="709"/>
        <w:jc w:val="both"/>
        <w:rPr>
          <w:sz w:val="24"/>
          <w:szCs w:val="24"/>
        </w:rPr>
      </w:pPr>
      <w:r w:rsidRPr="005F58EF">
        <w:rPr>
          <w:b/>
          <w:bCs/>
          <w:sz w:val="24"/>
          <w:szCs w:val="24"/>
        </w:rPr>
        <w:t xml:space="preserve">Опасные отходы – </w:t>
      </w:r>
      <w:r w:rsidRPr="005F58EF">
        <w:rPr>
          <w:sz w:val="24"/>
          <w:szCs w:val="24"/>
        </w:rPr>
        <w:t xml:space="preserve">отходы производства и потребления, содержащие вредные вещества, обладающие опасными свойствами (токсичностью, взрывоопасностью, повышенной пожароопасностью, высокой радиационной способностью и др.) или содержащие возбудителей инфекционных болезней, либо которые могут, самостоятельно или при вступлении в контакт с иными веществами, представлять непосредственную или потенциальную опасность для здоровья человека и окружающей природной среды. </w:t>
      </w:r>
    </w:p>
    <w:p w:rsidR="006E45FF" w:rsidRPr="005F58EF" w:rsidRDefault="006E45FF" w:rsidP="00FC3EFB">
      <w:pPr>
        <w:pStyle w:val="ConsPlusNormal"/>
        <w:widowControl/>
        <w:ind w:firstLine="709"/>
        <w:jc w:val="both"/>
        <w:rPr>
          <w:sz w:val="24"/>
          <w:szCs w:val="24"/>
        </w:rPr>
      </w:pPr>
      <w:r w:rsidRPr="005F58EF">
        <w:rPr>
          <w:b/>
          <w:bCs/>
          <w:sz w:val="24"/>
          <w:szCs w:val="24"/>
        </w:rPr>
        <w:t>Собственники отходов</w:t>
      </w:r>
      <w:r w:rsidRPr="005F58EF">
        <w:rPr>
          <w:sz w:val="24"/>
          <w:szCs w:val="24"/>
        </w:rPr>
        <w:t xml:space="preserve"> – физические лица и юридические лица всех форм собственности, в результате деятельности которых образуются бытовые и промышленные отходы и иной мусор, а также лица являющиеся правообладателями земельных участков и объектов недвижимости.</w:t>
      </w:r>
    </w:p>
    <w:p w:rsidR="006E45FF" w:rsidRPr="005F58EF" w:rsidRDefault="006E45FF" w:rsidP="00FC3EFB">
      <w:pPr>
        <w:pStyle w:val="ConsPlusNormal"/>
        <w:widowControl/>
        <w:ind w:firstLine="709"/>
        <w:jc w:val="both"/>
        <w:rPr>
          <w:sz w:val="24"/>
          <w:szCs w:val="24"/>
        </w:rPr>
      </w:pPr>
      <w:r w:rsidRPr="005F58EF">
        <w:rPr>
          <w:b/>
          <w:bCs/>
          <w:sz w:val="24"/>
          <w:szCs w:val="24"/>
        </w:rPr>
        <w:t>Несанкционированная свалка</w:t>
      </w:r>
      <w:r w:rsidRPr="005F58EF">
        <w:rPr>
          <w:sz w:val="24"/>
          <w:szCs w:val="24"/>
        </w:rPr>
        <w:t xml:space="preserve"> – скопление твердых бытовых отходов, крупногабаритного мусора, отходов производства и строительства и иного мусора, возникшего в результате их самовольного (несанкционированного) сброса (размещения) или складирования на территории муниципального образования.</w:t>
      </w:r>
    </w:p>
    <w:p w:rsidR="006E45FF" w:rsidRPr="005F58EF" w:rsidRDefault="006E45FF" w:rsidP="00FC3EFB">
      <w:pPr>
        <w:pStyle w:val="ConsPlusNormal"/>
        <w:widowControl/>
        <w:ind w:firstLine="709"/>
        <w:jc w:val="both"/>
        <w:rPr>
          <w:sz w:val="24"/>
          <w:szCs w:val="24"/>
        </w:rPr>
      </w:pPr>
      <w:r w:rsidRPr="005F58EF">
        <w:rPr>
          <w:b/>
          <w:bCs/>
          <w:sz w:val="24"/>
          <w:szCs w:val="24"/>
        </w:rPr>
        <w:t>ТБО (твердые бытовые отходы)</w:t>
      </w:r>
      <w:r w:rsidRPr="005F58EF">
        <w:rPr>
          <w:sz w:val="24"/>
          <w:szCs w:val="24"/>
        </w:rPr>
        <w:t xml:space="preserve"> – мелкие бытовые отходы производства и потребления, образующиеся в результате жизнедеятельности населения, утратившие свои потребительские свойства.</w:t>
      </w:r>
    </w:p>
    <w:p w:rsidR="006E45FF" w:rsidRPr="005F58EF" w:rsidRDefault="006E45FF" w:rsidP="00FC3EFB">
      <w:pPr>
        <w:pStyle w:val="ConsPlusNormal"/>
        <w:widowControl/>
        <w:ind w:firstLine="709"/>
        <w:jc w:val="both"/>
        <w:rPr>
          <w:sz w:val="24"/>
          <w:szCs w:val="24"/>
        </w:rPr>
      </w:pPr>
      <w:r w:rsidRPr="005F58EF">
        <w:rPr>
          <w:b/>
          <w:bCs/>
          <w:sz w:val="24"/>
          <w:szCs w:val="24"/>
        </w:rPr>
        <w:t>Сбор ТБО</w:t>
      </w:r>
      <w:r w:rsidRPr="005F58EF">
        <w:rPr>
          <w:sz w:val="24"/>
          <w:szCs w:val="24"/>
        </w:rPr>
        <w:t xml:space="preserve"> – комплекс мероприятий обеспечивающий сбор мусора в контейнера (бункеры-накопители) или специально организованные места сбора, связанных с выполнением работ по подготовке ТБО и КГМ к транспортировке (зачистка мусорокамер, сбор мусора с урн и других мест кратковременного складирования, зачистка площадок сбора и прилегающей территории, с заполнением контейнеров).</w:t>
      </w:r>
    </w:p>
    <w:p w:rsidR="006E45FF" w:rsidRPr="005F58EF" w:rsidRDefault="006E45FF" w:rsidP="00FC3EFB">
      <w:pPr>
        <w:pStyle w:val="ConsPlusNormal"/>
        <w:widowControl/>
        <w:ind w:firstLine="709"/>
        <w:jc w:val="both"/>
        <w:rPr>
          <w:sz w:val="24"/>
          <w:szCs w:val="24"/>
        </w:rPr>
      </w:pPr>
      <w:r w:rsidRPr="005F58EF">
        <w:rPr>
          <w:b/>
          <w:bCs/>
          <w:sz w:val="24"/>
          <w:szCs w:val="24"/>
        </w:rPr>
        <w:t>Вывоз (транспортировка) ТБО</w:t>
      </w:r>
      <w:r w:rsidRPr="005F58EF">
        <w:rPr>
          <w:sz w:val="24"/>
          <w:szCs w:val="24"/>
        </w:rPr>
        <w:t xml:space="preserve"> – комплекс мероприятий, включающий в себя работы по выгрузке ТБО из контейнеров и бункеров-наполнителей, погрузкой КГМ в специализированный автотранспорт, зачисткой контейнерных площадок от рассыпавшегося мусора и транспортировкой его с места сбора на лицензированный объект — полигон ТБО.</w:t>
      </w:r>
    </w:p>
    <w:p w:rsidR="006E45FF" w:rsidRPr="005F58EF" w:rsidRDefault="006E45FF" w:rsidP="00FC3EFB">
      <w:pPr>
        <w:pStyle w:val="ConsPlusNormal"/>
        <w:widowControl/>
        <w:ind w:firstLine="709"/>
        <w:jc w:val="both"/>
        <w:rPr>
          <w:sz w:val="24"/>
          <w:szCs w:val="24"/>
        </w:rPr>
      </w:pPr>
      <w:r w:rsidRPr="005F58EF">
        <w:rPr>
          <w:b/>
          <w:bCs/>
          <w:sz w:val="24"/>
          <w:szCs w:val="24"/>
        </w:rPr>
        <w:t>КГО (крупно – габаритные отходы)</w:t>
      </w:r>
      <w:r w:rsidRPr="005F58EF">
        <w:rPr>
          <w:sz w:val="24"/>
          <w:szCs w:val="24"/>
        </w:rPr>
        <w:t xml:space="preserve"> – крупные отходы производства и потребления, являющиеся предметами, утратившими свои потребительские свойства (мебель, бытовая техника, велосипеды, санитарно технические изделия, двери, окна, крупный строительный мусор, упаковки, ящики и другие крупные предметы), не помещающиеся в стандартные контейнера.</w:t>
      </w:r>
    </w:p>
    <w:p w:rsidR="006E45FF" w:rsidRPr="005F58EF" w:rsidRDefault="006E45FF" w:rsidP="00FC3EFB">
      <w:pPr>
        <w:pStyle w:val="ConsPlusNormal"/>
        <w:widowControl/>
        <w:ind w:firstLine="709"/>
        <w:jc w:val="both"/>
        <w:rPr>
          <w:sz w:val="24"/>
          <w:szCs w:val="24"/>
        </w:rPr>
      </w:pPr>
      <w:r w:rsidRPr="005F58EF">
        <w:rPr>
          <w:b/>
          <w:bCs/>
          <w:sz w:val="24"/>
          <w:szCs w:val="24"/>
        </w:rPr>
        <w:t>Договор на вывоз (транспортировку) ТБО (КГО)</w:t>
      </w:r>
      <w:r w:rsidRPr="005F58EF">
        <w:rPr>
          <w:sz w:val="24"/>
          <w:szCs w:val="24"/>
        </w:rPr>
        <w:t xml:space="preserve"> – письменное соглашение заключенное между собственником отходов или организацией обслуживающей территорию по договору и специализированной организацией по транспортировке отходов.</w:t>
      </w:r>
    </w:p>
    <w:p w:rsidR="006E45FF" w:rsidRPr="005F58EF" w:rsidRDefault="006E45FF" w:rsidP="00FC3EFB">
      <w:pPr>
        <w:pStyle w:val="ConsPlusNormal"/>
        <w:widowControl/>
        <w:ind w:firstLine="709"/>
        <w:jc w:val="both"/>
        <w:rPr>
          <w:sz w:val="24"/>
          <w:szCs w:val="24"/>
        </w:rPr>
      </w:pPr>
      <w:r w:rsidRPr="005F58EF">
        <w:rPr>
          <w:b/>
          <w:bCs/>
          <w:sz w:val="24"/>
          <w:szCs w:val="24"/>
        </w:rPr>
        <w:t>График вывоза ТБО (КГО)</w:t>
      </w:r>
      <w:r w:rsidRPr="005F58EF">
        <w:rPr>
          <w:sz w:val="24"/>
          <w:szCs w:val="24"/>
        </w:rPr>
        <w:t xml:space="preserve"> – составная часть договора на вывоз (транспортировку) ТБО (КГО) с указанием места сбора (адреса), объема и времени вывоза (погрузки). </w:t>
      </w:r>
    </w:p>
    <w:p w:rsidR="006E45FF" w:rsidRPr="005F58EF" w:rsidRDefault="006E45FF" w:rsidP="00FC3EFB">
      <w:pPr>
        <w:pStyle w:val="ConsPlusNormal"/>
        <w:widowControl/>
        <w:ind w:firstLine="709"/>
        <w:jc w:val="both"/>
        <w:rPr>
          <w:sz w:val="24"/>
          <w:szCs w:val="24"/>
        </w:rPr>
      </w:pPr>
      <w:r w:rsidRPr="005F58EF">
        <w:rPr>
          <w:b/>
          <w:bCs/>
          <w:sz w:val="24"/>
          <w:szCs w:val="24"/>
        </w:rPr>
        <w:t xml:space="preserve">Смет </w:t>
      </w:r>
      <w:r w:rsidRPr="005F58EF">
        <w:rPr>
          <w:sz w:val="24"/>
          <w:szCs w:val="24"/>
        </w:rPr>
        <w:t>- мусор, состоящий, как правило, из песка, пыли, листвы от уборки территорий.</w:t>
      </w:r>
    </w:p>
    <w:p w:rsidR="006E45FF" w:rsidRPr="005F58EF" w:rsidRDefault="006E45FF" w:rsidP="00FC3EFB">
      <w:pPr>
        <w:pStyle w:val="ConsPlusNormal"/>
        <w:widowControl/>
        <w:ind w:firstLine="709"/>
        <w:jc w:val="both"/>
        <w:rPr>
          <w:sz w:val="24"/>
          <w:szCs w:val="24"/>
        </w:rPr>
      </w:pPr>
      <w:r w:rsidRPr="005F58EF">
        <w:rPr>
          <w:b/>
          <w:bCs/>
          <w:sz w:val="24"/>
          <w:szCs w:val="24"/>
        </w:rPr>
        <w:t>Твердое покрытие</w:t>
      </w:r>
      <w:r w:rsidRPr="005F58EF">
        <w:rPr>
          <w:b/>
          <w:bCs/>
          <w:i/>
          <w:iCs/>
          <w:sz w:val="24"/>
          <w:szCs w:val="24"/>
        </w:rPr>
        <w:t xml:space="preserve"> - </w:t>
      </w:r>
      <w:r w:rsidRPr="005F58EF">
        <w:rPr>
          <w:sz w:val="24"/>
          <w:szCs w:val="24"/>
        </w:rPr>
        <w:t>покрытие, выполняемое из асфальта, бетона, природного камня и других искусственных и природных материалов.</w:t>
      </w:r>
    </w:p>
    <w:p w:rsidR="006E45FF" w:rsidRPr="005F58EF" w:rsidRDefault="006E45FF" w:rsidP="00FC3EFB">
      <w:pPr>
        <w:autoSpaceDE w:val="0"/>
        <w:ind w:firstLine="709"/>
        <w:jc w:val="both"/>
        <w:rPr>
          <w:rFonts w:ascii="Arial" w:hAnsi="Arial" w:cs="Arial"/>
        </w:rPr>
      </w:pPr>
      <w:r w:rsidRPr="005F58EF">
        <w:rPr>
          <w:rFonts w:ascii="Arial" w:hAnsi="Arial" w:cs="Arial"/>
          <w:b/>
          <w:bCs/>
        </w:rPr>
        <w:t>Улично-дорожная сеть населенного пункта</w:t>
      </w:r>
      <w:r w:rsidRPr="005F58EF">
        <w:rPr>
          <w:rFonts w:ascii="Arial" w:hAnsi="Arial" w:cs="Arial"/>
        </w:rPr>
        <w:t xml:space="preserve"> – часть территории, ограниченная красными линиями и предназначенная для движения транспортных средств и пешеходов, прокладки инженерных коммуникаций, размещения зеленных насаждений, установки технических средств информации и организации движения.</w:t>
      </w:r>
    </w:p>
    <w:p w:rsidR="006E45FF" w:rsidRPr="005F58EF" w:rsidRDefault="006E45FF" w:rsidP="00FC3EFB">
      <w:pPr>
        <w:autoSpaceDE w:val="0"/>
        <w:ind w:firstLine="709"/>
        <w:jc w:val="both"/>
        <w:rPr>
          <w:rFonts w:ascii="Arial" w:hAnsi="Arial" w:cs="Arial"/>
        </w:rPr>
      </w:pPr>
      <w:r w:rsidRPr="005F58EF">
        <w:rPr>
          <w:rFonts w:ascii="Arial" w:hAnsi="Arial" w:cs="Arial"/>
          <w:b/>
          <w:bCs/>
        </w:rPr>
        <w:t>Магистральные улицы –</w:t>
      </w:r>
      <w:r w:rsidRPr="005F58EF">
        <w:rPr>
          <w:rFonts w:ascii="Arial" w:hAnsi="Arial" w:cs="Arial"/>
        </w:rPr>
        <w:t xml:space="preserve"> часть улично-дорожной сети, предназначенный для обеспечения транспортной и пешеходной связи между жилыми микрорайонами, производственными зонами с выходами на магистральные улицы и дороги.</w:t>
      </w:r>
    </w:p>
    <w:p w:rsidR="006E45FF" w:rsidRPr="005F58EF" w:rsidRDefault="006E45FF" w:rsidP="00FC3EFB">
      <w:pPr>
        <w:autoSpaceDE w:val="0"/>
        <w:ind w:firstLine="709"/>
        <w:jc w:val="both"/>
        <w:rPr>
          <w:rFonts w:ascii="Arial" w:hAnsi="Arial" w:cs="Arial"/>
          <w:b/>
          <w:bCs/>
        </w:rPr>
      </w:pPr>
      <w:r w:rsidRPr="005F58EF">
        <w:rPr>
          <w:rFonts w:ascii="Arial" w:hAnsi="Arial" w:cs="Arial"/>
          <w:b/>
          <w:bCs/>
        </w:rPr>
        <w:t>Улица в жилой застройке</w:t>
      </w:r>
      <w:r w:rsidRPr="005F58EF">
        <w:rPr>
          <w:rFonts w:ascii="Arial" w:hAnsi="Arial" w:cs="Arial"/>
        </w:rPr>
        <w:t xml:space="preserve"> – часть улично-дорожной сети, предназначенный для обеспечения транспортной и пешеходной связи в пределах микрорайонов с выходом на магистральные улицы и дороги</w:t>
      </w:r>
      <w:r w:rsidRPr="005F58EF">
        <w:rPr>
          <w:rFonts w:ascii="Arial" w:hAnsi="Arial" w:cs="Arial"/>
          <w:b/>
          <w:bCs/>
        </w:rPr>
        <w:t xml:space="preserve">. </w:t>
      </w:r>
    </w:p>
    <w:p w:rsidR="006E45FF" w:rsidRPr="005F58EF" w:rsidRDefault="006E45FF" w:rsidP="00FC3EFB">
      <w:pPr>
        <w:autoSpaceDE w:val="0"/>
        <w:ind w:firstLine="709"/>
        <w:jc w:val="both"/>
        <w:rPr>
          <w:rFonts w:ascii="Arial" w:hAnsi="Arial" w:cs="Arial"/>
        </w:rPr>
      </w:pPr>
      <w:r w:rsidRPr="005F58EF">
        <w:rPr>
          <w:rFonts w:ascii="Arial" w:hAnsi="Arial" w:cs="Arial"/>
          <w:b/>
          <w:bCs/>
        </w:rPr>
        <w:t xml:space="preserve">Проезды - </w:t>
      </w:r>
      <w:r w:rsidRPr="005F58EF">
        <w:rPr>
          <w:rFonts w:ascii="Arial" w:hAnsi="Arial" w:cs="Arial"/>
        </w:rPr>
        <w:t xml:space="preserve">элемент благоустройства территории, предназначенный для подъезда транспортных средств к жилым домам, общественным зданиям, учреждениям, предприятиям и другим объектам, внутри микрорайонов (кварталов). </w:t>
      </w:r>
    </w:p>
    <w:p w:rsidR="006E45FF" w:rsidRPr="005F58EF" w:rsidRDefault="006E45FF" w:rsidP="00FC3EFB">
      <w:pPr>
        <w:pStyle w:val="ConsPlusNormal"/>
        <w:widowControl/>
        <w:ind w:firstLine="709"/>
        <w:jc w:val="both"/>
        <w:rPr>
          <w:sz w:val="24"/>
          <w:szCs w:val="24"/>
        </w:rPr>
      </w:pPr>
      <w:r w:rsidRPr="005F58EF">
        <w:rPr>
          <w:b/>
          <w:bCs/>
          <w:sz w:val="24"/>
          <w:szCs w:val="24"/>
        </w:rPr>
        <w:t>Содержание улично-дорожной сети общего пользования</w:t>
      </w:r>
      <w:r w:rsidRPr="005F58EF">
        <w:rPr>
          <w:sz w:val="24"/>
          <w:szCs w:val="24"/>
        </w:rPr>
        <w:t xml:space="preserve"> - комплекс работ, в результате которых поддерживается транспортно-эксплуатационное состояние улично-дорожной сети, дорожных сооружений, полосы отвода, элементов благоустройства улично-дорожной сети, обеспечивается организация и безопасность движения в соответствии с требованиями ГОСТ Р 50597-93. и другими нормативно-правовыми актами действующего законодательства.</w:t>
      </w:r>
    </w:p>
    <w:p w:rsidR="006E45FF" w:rsidRPr="005F58EF" w:rsidRDefault="006E45FF" w:rsidP="00FC3EFB">
      <w:pPr>
        <w:pStyle w:val="ConsPlusNormal"/>
        <w:widowControl/>
        <w:ind w:firstLine="709"/>
        <w:jc w:val="both"/>
        <w:rPr>
          <w:sz w:val="24"/>
          <w:szCs w:val="24"/>
        </w:rPr>
      </w:pPr>
      <w:r w:rsidRPr="005F58EF">
        <w:rPr>
          <w:b/>
          <w:bCs/>
          <w:sz w:val="24"/>
          <w:szCs w:val="24"/>
        </w:rPr>
        <w:t xml:space="preserve">Содержание проездов – </w:t>
      </w:r>
      <w:r w:rsidRPr="005F58EF">
        <w:rPr>
          <w:sz w:val="24"/>
          <w:szCs w:val="24"/>
        </w:rPr>
        <w:t xml:space="preserve">комплекс работ по содержанию проездов расположенных в пределах: </w:t>
      </w:r>
    </w:p>
    <w:p w:rsidR="006E45FF" w:rsidRPr="005F58EF" w:rsidRDefault="006E45FF" w:rsidP="00FC3EFB">
      <w:pPr>
        <w:pStyle w:val="ConsPlusNormal"/>
        <w:widowControl/>
        <w:ind w:firstLine="709"/>
        <w:jc w:val="both"/>
        <w:rPr>
          <w:sz w:val="24"/>
          <w:szCs w:val="24"/>
        </w:rPr>
      </w:pPr>
      <w:r w:rsidRPr="005F58EF">
        <w:rPr>
          <w:sz w:val="24"/>
          <w:szCs w:val="24"/>
        </w:rPr>
        <w:t xml:space="preserve">- территорий организаций и учреждений, территорий общего пользования, расположенных в пределах жилой застройки микрорайонов, в соответствии с требованиями установленными «Правилами и нормами технической эксплуатации жилищного фонда», утвержденными постановлением Госстроя РФ №170. </w:t>
      </w:r>
    </w:p>
    <w:p w:rsidR="006E45FF" w:rsidRPr="005F58EF" w:rsidRDefault="006E45FF" w:rsidP="00FC3EFB">
      <w:pPr>
        <w:autoSpaceDE w:val="0"/>
        <w:ind w:firstLine="709"/>
        <w:jc w:val="both"/>
        <w:rPr>
          <w:rFonts w:ascii="Arial" w:hAnsi="Arial" w:cs="Arial"/>
        </w:rPr>
      </w:pPr>
      <w:r w:rsidRPr="005F58EF">
        <w:rPr>
          <w:rFonts w:ascii="Arial" w:hAnsi="Arial" w:cs="Arial"/>
          <w:b/>
          <w:bCs/>
        </w:rPr>
        <w:t xml:space="preserve">Автомобильная дорога - </w:t>
      </w:r>
      <w:r w:rsidRPr="005F58EF">
        <w:rPr>
          <w:rFonts w:ascii="Arial" w:hAnsi="Arial" w:cs="Arial"/>
        </w:rPr>
        <w:t xml:space="preserve">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6E45FF" w:rsidRPr="005F58EF" w:rsidRDefault="006E45FF" w:rsidP="00FC3EFB">
      <w:pPr>
        <w:autoSpaceDE w:val="0"/>
        <w:ind w:firstLine="709"/>
        <w:jc w:val="both"/>
        <w:rPr>
          <w:rFonts w:ascii="Arial" w:hAnsi="Arial" w:cs="Arial"/>
          <w:b/>
          <w:bCs/>
          <w:iCs/>
        </w:rPr>
      </w:pPr>
      <w:r w:rsidRPr="005F58EF">
        <w:rPr>
          <w:rFonts w:ascii="Arial" w:hAnsi="Arial" w:cs="Arial"/>
          <w:b/>
          <w:bCs/>
        </w:rPr>
        <w:t>Проезжая часть</w:t>
      </w:r>
      <w:r w:rsidRPr="005F58EF">
        <w:rPr>
          <w:rFonts w:ascii="Arial" w:hAnsi="Arial" w:cs="Arial"/>
        </w:rPr>
        <w:t xml:space="preserve"> – элемент дороги, улицы, проезда, предназначенный для движения безрельсовых транспортных средств</w:t>
      </w:r>
      <w:r w:rsidRPr="005F58EF">
        <w:rPr>
          <w:rFonts w:ascii="Arial" w:hAnsi="Arial" w:cs="Arial"/>
          <w:b/>
          <w:bCs/>
          <w:iCs/>
        </w:rPr>
        <w:t>.</w:t>
      </w:r>
    </w:p>
    <w:p w:rsidR="006E45FF" w:rsidRPr="005F58EF" w:rsidRDefault="006E45FF" w:rsidP="00FC3EFB">
      <w:pPr>
        <w:pStyle w:val="ConsPlusNormal"/>
        <w:widowControl/>
        <w:ind w:firstLine="709"/>
        <w:jc w:val="both"/>
        <w:rPr>
          <w:b/>
          <w:bCs/>
          <w:sz w:val="24"/>
          <w:szCs w:val="24"/>
        </w:rPr>
      </w:pPr>
      <w:r w:rsidRPr="005F58EF">
        <w:rPr>
          <w:b/>
          <w:bCs/>
          <w:sz w:val="24"/>
          <w:szCs w:val="24"/>
        </w:rPr>
        <w:t xml:space="preserve">Защитные дорожные сооружения - </w:t>
      </w:r>
      <w:r w:rsidRPr="005F58EF">
        <w:rPr>
          <w:sz w:val="24"/>
          <w:szCs w:val="24"/>
        </w:rPr>
        <w:t>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r w:rsidRPr="005F58EF">
        <w:rPr>
          <w:b/>
          <w:bCs/>
          <w:sz w:val="24"/>
          <w:szCs w:val="24"/>
        </w:rPr>
        <w:t>.</w:t>
      </w:r>
    </w:p>
    <w:p w:rsidR="006E45FF" w:rsidRPr="005F58EF" w:rsidRDefault="006E45FF" w:rsidP="00FC3EFB">
      <w:pPr>
        <w:pStyle w:val="ConsPlusNormal"/>
        <w:widowControl/>
        <w:ind w:firstLine="709"/>
        <w:jc w:val="both"/>
        <w:rPr>
          <w:sz w:val="24"/>
          <w:szCs w:val="24"/>
        </w:rPr>
      </w:pPr>
      <w:r w:rsidRPr="005F58EF">
        <w:rPr>
          <w:b/>
          <w:bCs/>
          <w:sz w:val="24"/>
          <w:szCs w:val="24"/>
        </w:rPr>
        <w:t xml:space="preserve">Искусственные дорожные сооружения - </w:t>
      </w:r>
      <w:r w:rsidRPr="005F58EF">
        <w:rPr>
          <w:sz w:val="24"/>
          <w:szCs w:val="24"/>
        </w:rPr>
        <w:t>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6E45FF" w:rsidRPr="005F58EF" w:rsidRDefault="006E45FF" w:rsidP="00FC3EFB">
      <w:pPr>
        <w:pStyle w:val="ConsPlusNormal"/>
        <w:widowControl/>
        <w:ind w:firstLine="709"/>
        <w:jc w:val="both"/>
        <w:rPr>
          <w:sz w:val="24"/>
          <w:szCs w:val="24"/>
        </w:rPr>
      </w:pPr>
      <w:r w:rsidRPr="005F58EF">
        <w:rPr>
          <w:b/>
          <w:bCs/>
          <w:sz w:val="24"/>
          <w:szCs w:val="24"/>
        </w:rPr>
        <w:t>Производственные объекты улично-дорожной сети</w:t>
      </w:r>
      <w:r w:rsidRPr="005F58EF">
        <w:rPr>
          <w:sz w:val="24"/>
          <w:szCs w:val="24"/>
        </w:rPr>
        <w:t xml:space="preserve"> — сооружения, используемые при капитальном ремонте, ремонте, содержании улично-дорожной сети и автомобильных дорог.</w:t>
      </w:r>
    </w:p>
    <w:p w:rsidR="006E45FF" w:rsidRPr="005F58EF" w:rsidRDefault="006E45FF" w:rsidP="00FC3EFB">
      <w:pPr>
        <w:pStyle w:val="ConsPlusNormal"/>
        <w:widowControl/>
        <w:ind w:firstLine="709"/>
        <w:jc w:val="both"/>
        <w:rPr>
          <w:sz w:val="24"/>
          <w:szCs w:val="24"/>
        </w:rPr>
      </w:pPr>
      <w:r w:rsidRPr="005F58EF">
        <w:rPr>
          <w:b/>
          <w:bCs/>
          <w:sz w:val="24"/>
          <w:szCs w:val="24"/>
        </w:rPr>
        <w:t xml:space="preserve">Элементы обустройства улично-дорожной сети и автомобильных дорог - </w:t>
      </w:r>
      <w:r w:rsidRPr="005F58EF">
        <w:rPr>
          <w:sz w:val="24"/>
          <w:szCs w:val="24"/>
        </w:rPr>
        <w:t>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6E45FF" w:rsidRPr="005F58EF" w:rsidRDefault="006E45FF" w:rsidP="00FC3EFB">
      <w:pPr>
        <w:pStyle w:val="ConsPlusNormal"/>
        <w:widowControl/>
        <w:ind w:firstLine="709"/>
        <w:jc w:val="both"/>
        <w:rPr>
          <w:sz w:val="24"/>
          <w:szCs w:val="24"/>
        </w:rPr>
      </w:pPr>
      <w:r w:rsidRPr="005F58EF">
        <w:rPr>
          <w:b/>
          <w:bCs/>
          <w:sz w:val="24"/>
          <w:szCs w:val="24"/>
        </w:rPr>
        <w:t xml:space="preserve">Дорожная деятельность - </w:t>
      </w:r>
      <w:r w:rsidRPr="005F58EF">
        <w:rPr>
          <w:sz w:val="24"/>
          <w:szCs w:val="24"/>
        </w:rPr>
        <w:t>деятельность по проектированию, строительству, реконструкции, капитальному ремонту, ремонту и содержанию автомобильных дорог.</w:t>
      </w:r>
    </w:p>
    <w:p w:rsidR="006E45FF" w:rsidRPr="005F58EF" w:rsidRDefault="006E45FF" w:rsidP="00FC3EFB">
      <w:pPr>
        <w:autoSpaceDE w:val="0"/>
        <w:ind w:firstLine="709"/>
        <w:jc w:val="both"/>
        <w:rPr>
          <w:rFonts w:ascii="Arial" w:hAnsi="Arial" w:cs="Arial"/>
        </w:rPr>
      </w:pPr>
      <w:r w:rsidRPr="005F58EF">
        <w:rPr>
          <w:rFonts w:ascii="Arial" w:hAnsi="Arial" w:cs="Arial"/>
          <w:b/>
          <w:bCs/>
        </w:rPr>
        <w:t xml:space="preserve">Дорожное движение - </w:t>
      </w:r>
      <w:r w:rsidRPr="005F58EF">
        <w:rPr>
          <w:rFonts w:ascii="Arial" w:hAnsi="Arial" w:cs="Arial"/>
        </w:rPr>
        <w:t>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6E45FF" w:rsidRPr="005F58EF" w:rsidRDefault="006E45FF" w:rsidP="00FC3EFB">
      <w:pPr>
        <w:pStyle w:val="ConsPlusNormal"/>
        <w:widowControl/>
        <w:ind w:firstLine="709"/>
        <w:jc w:val="both"/>
        <w:rPr>
          <w:sz w:val="24"/>
          <w:szCs w:val="24"/>
        </w:rPr>
      </w:pPr>
      <w:r w:rsidRPr="005F58EF">
        <w:rPr>
          <w:b/>
          <w:bCs/>
          <w:sz w:val="24"/>
          <w:szCs w:val="24"/>
        </w:rPr>
        <w:t>Устройство наружного освещения</w:t>
      </w:r>
      <w:r w:rsidRPr="005F58EF">
        <w:rPr>
          <w:b/>
          <w:bCs/>
          <w:i/>
          <w:iCs/>
          <w:sz w:val="24"/>
          <w:szCs w:val="24"/>
        </w:rPr>
        <w:t xml:space="preserve"> </w:t>
      </w:r>
      <w:r w:rsidRPr="005F58EF">
        <w:rPr>
          <w:sz w:val="24"/>
          <w:szCs w:val="24"/>
        </w:rPr>
        <w:t xml:space="preserve">- приборы наружного освещения, включая приборы декоративного светового и праздничного оформления объектов, устанавливаемые на улицах, площадях, в тоннелях и переходах,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и сооружений и в иных местах общественного пользования. </w:t>
      </w:r>
    </w:p>
    <w:p w:rsidR="006E45FF" w:rsidRPr="005F58EF" w:rsidRDefault="006E45FF" w:rsidP="00FC3EFB">
      <w:pPr>
        <w:pStyle w:val="ConsPlusNormal"/>
        <w:widowControl/>
        <w:ind w:firstLine="709"/>
        <w:jc w:val="both"/>
        <w:rPr>
          <w:sz w:val="24"/>
          <w:szCs w:val="24"/>
        </w:rPr>
      </w:pP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3. Объекты благоустройства</w:t>
      </w:r>
    </w:p>
    <w:p w:rsidR="006E45FF" w:rsidRPr="005F58EF" w:rsidRDefault="006E45FF" w:rsidP="00FC3EFB">
      <w:pPr>
        <w:pStyle w:val="ConsPlusNormal"/>
        <w:widowControl/>
        <w:ind w:firstLine="709"/>
        <w:jc w:val="both"/>
        <w:rPr>
          <w:b/>
          <w:bCs/>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 xml:space="preserve">3.1. Благоустройству на территории </w:t>
      </w:r>
      <w:r>
        <w:rPr>
          <w:sz w:val="24"/>
          <w:szCs w:val="24"/>
        </w:rPr>
        <w:t>Вишневского</w:t>
      </w:r>
      <w:r w:rsidRPr="005F58EF">
        <w:rPr>
          <w:sz w:val="24"/>
          <w:szCs w:val="24"/>
        </w:rPr>
        <w:t xml:space="preserve"> сельского совета подлежат участки территорий:</w:t>
      </w:r>
    </w:p>
    <w:p w:rsidR="006E45FF" w:rsidRPr="005F58EF" w:rsidRDefault="006E45FF" w:rsidP="00FC3EFB">
      <w:pPr>
        <w:pStyle w:val="ConsPlusNormal"/>
        <w:widowControl/>
        <w:ind w:firstLine="709"/>
        <w:jc w:val="both"/>
        <w:rPr>
          <w:sz w:val="24"/>
          <w:szCs w:val="24"/>
        </w:rPr>
      </w:pPr>
      <w:r w:rsidRPr="005F58EF">
        <w:rPr>
          <w:sz w:val="24"/>
          <w:szCs w:val="24"/>
        </w:rPr>
        <w:t>- общего пользования, занятые улицами, дорогами, площадями, скверами, водоемами, пляжами, иные земельные участки, предназначенные для удовлетворения нужд населения, в том числе используемые для удовлетворения культурно-бытовых потребностей и отдыха населения;</w:t>
      </w:r>
    </w:p>
    <w:p w:rsidR="006E45FF" w:rsidRPr="005F58EF" w:rsidRDefault="006E45FF" w:rsidP="00FC3EFB">
      <w:pPr>
        <w:pStyle w:val="ConsPlusNormal"/>
        <w:widowControl/>
        <w:ind w:firstLine="709"/>
        <w:jc w:val="both"/>
        <w:rPr>
          <w:sz w:val="24"/>
          <w:szCs w:val="24"/>
        </w:rPr>
      </w:pPr>
      <w:r w:rsidRPr="005F58EF">
        <w:rPr>
          <w:sz w:val="24"/>
          <w:szCs w:val="24"/>
        </w:rPr>
        <w:t>- участки застроенных территорий, территории используемые под застройку жилыми, культурно-бытовыми, общественно-деловыми, спортивно-зрелищными, образовательными, оздоровительными и иными строениями и сооружениями, в том числе временными, внешний вид этих строений и сооружений, фасады зданий и сооружений, элементы художественного оформления зданий и сооружений, отнесенных к объектам культурного наследия, либо являющиеся результатом реализации авторского оригинального проекта (в том числе элементы архитектурно-художественной подсветки), витрины, места размещения рекламы и иной информации;</w:t>
      </w:r>
    </w:p>
    <w:p w:rsidR="006E45FF" w:rsidRPr="005F58EF" w:rsidRDefault="006E45FF" w:rsidP="00FC3EFB">
      <w:pPr>
        <w:pStyle w:val="ConsPlusNormal"/>
        <w:widowControl/>
        <w:ind w:firstLine="709"/>
        <w:jc w:val="both"/>
        <w:rPr>
          <w:sz w:val="24"/>
          <w:szCs w:val="24"/>
        </w:rPr>
      </w:pPr>
      <w:r w:rsidRPr="005F58EF">
        <w:rPr>
          <w:sz w:val="24"/>
          <w:szCs w:val="24"/>
        </w:rPr>
        <w:t>- территории индивидуальной (частной) жилой застройки;</w:t>
      </w:r>
    </w:p>
    <w:p w:rsidR="006E45FF" w:rsidRPr="005F58EF" w:rsidRDefault="006E45FF" w:rsidP="00FC3EFB">
      <w:pPr>
        <w:pStyle w:val="ConsPlusNormal"/>
        <w:widowControl/>
        <w:ind w:firstLine="709"/>
        <w:jc w:val="both"/>
        <w:rPr>
          <w:sz w:val="24"/>
          <w:szCs w:val="24"/>
        </w:rPr>
      </w:pPr>
      <w:r w:rsidRPr="005F58EF">
        <w:rPr>
          <w:sz w:val="24"/>
          <w:szCs w:val="24"/>
        </w:rPr>
        <w:t>- территории садовых и дачных товариществ и обществ;</w:t>
      </w:r>
    </w:p>
    <w:p w:rsidR="006E45FF" w:rsidRPr="005F58EF" w:rsidRDefault="006E45FF" w:rsidP="00FC3EFB">
      <w:pPr>
        <w:pStyle w:val="ConsPlusNormal"/>
        <w:widowControl/>
        <w:ind w:firstLine="709"/>
        <w:jc w:val="both"/>
        <w:rPr>
          <w:sz w:val="24"/>
          <w:szCs w:val="24"/>
        </w:rPr>
      </w:pPr>
      <w:r w:rsidRPr="005F58EF">
        <w:rPr>
          <w:sz w:val="24"/>
          <w:szCs w:val="24"/>
        </w:rPr>
        <w:t>- территории придорожного сервиса и услуг, платных стоянок, автозаправок, гаражей;</w:t>
      </w:r>
    </w:p>
    <w:p w:rsidR="006E45FF" w:rsidRPr="005F58EF" w:rsidRDefault="006E45FF" w:rsidP="00FC3EFB">
      <w:pPr>
        <w:pStyle w:val="ConsPlusNormal"/>
        <w:widowControl/>
        <w:ind w:firstLine="709"/>
        <w:jc w:val="both"/>
        <w:rPr>
          <w:sz w:val="24"/>
          <w:szCs w:val="24"/>
        </w:rPr>
      </w:pPr>
      <w:r w:rsidRPr="005F58EF">
        <w:rPr>
          <w:sz w:val="24"/>
          <w:szCs w:val="24"/>
        </w:rPr>
        <w:t xml:space="preserve">- территории инженерных коммуникаций и их охранных зон, отдельно стоящих объектов коммунального назначения; </w:t>
      </w:r>
    </w:p>
    <w:p w:rsidR="006E45FF" w:rsidRPr="005F58EF" w:rsidRDefault="006E45FF" w:rsidP="00FC3EFB">
      <w:pPr>
        <w:pStyle w:val="ConsPlusNormal"/>
        <w:widowControl/>
        <w:ind w:firstLine="709"/>
        <w:jc w:val="both"/>
        <w:rPr>
          <w:sz w:val="24"/>
          <w:szCs w:val="24"/>
        </w:rPr>
      </w:pPr>
      <w:r w:rsidRPr="005F58EF">
        <w:rPr>
          <w:sz w:val="24"/>
          <w:szCs w:val="24"/>
        </w:rPr>
        <w:t>- территории производственного и промышленного назначения;</w:t>
      </w:r>
    </w:p>
    <w:p w:rsidR="006E45FF" w:rsidRPr="005F58EF" w:rsidRDefault="006E45FF" w:rsidP="00FC3EFB">
      <w:pPr>
        <w:pStyle w:val="ConsPlusNormal"/>
        <w:widowControl/>
        <w:ind w:firstLine="709"/>
        <w:jc w:val="both"/>
        <w:rPr>
          <w:b/>
          <w:bCs/>
          <w:sz w:val="24"/>
          <w:szCs w:val="24"/>
        </w:rPr>
      </w:pPr>
      <w:r w:rsidRPr="005F58EF">
        <w:rPr>
          <w:b/>
          <w:bCs/>
          <w:sz w:val="24"/>
          <w:szCs w:val="24"/>
        </w:rPr>
        <w:t xml:space="preserve">- </w:t>
      </w:r>
      <w:r w:rsidRPr="005F58EF">
        <w:rPr>
          <w:bCs/>
          <w:sz w:val="24"/>
          <w:szCs w:val="24"/>
        </w:rPr>
        <w:t>территории объектов рыночной, мелкорозничной и передвижной торговли;</w:t>
      </w:r>
      <w:r w:rsidRPr="005F58EF">
        <w:rPr>
          <w:b/>
          <w:bCs/>
          <w:sz w:val="24"/>
          <w:szCs w:val="24"/>
        </w:rPr>
        <w:t xml:space="preserve"> </w:t>
      </w:r>
    </w:p>
    <w:p w:rsidR="006E45FF" w:rsidRPr="005F58EF" w:rsidRDefault="006E45FF" w:rsidP="00FC3EFB">
      <w:pPr>
        <w:pStyle w:val="ConsPlusNormal"/>
        <w:widowControl/>
        <w:ind w:firstLine="709"/>
        <w:jc w:val="both"/>
        <w:rPr>
          <w:sz w:val="24"/>
          <w:szCs w:val="24"/>
        </w:rPr>
      </w:pPr>
      <w:r w:rsidRPr="005F58EF">
        <w:rPr>
          <w:sz w:val="24"/>
          <w:szCs w:val="24"/>
        </w:rPr>
        <w:t>- участки территорий, занятых парковыми зонами;</w:t>
      </w:r>
    </w:p>
    <w:p w:rsidR="006E45FF" w:rsidRPr="005F58EF" w:rsidRDefault="006E45FF" w:rsidP="00FC3EFB">
      <w:pPr>
        <w:pStyle w:val="ConsPlusNormal"/>
        <w:widowControl/>
        <w:ind w:firstLine="709"/>
        <w:jc w:val="both"/>
        <w:rPr>
          <w:sz w:val="24"/>
          <w:szCs w:val="24"/>
        </w:rPr>
      </w:pPr>
      <w:r w:rsidRPr="005F58EF">
        <w:rPr>
          <w:sz w:val="24"/>
          <w:szCs w:val="24"/>
        </w:rPr>
        <w:t>3.2. Расположенные на участках территорий, перечисленных в пункте 3.1. настоящей статьи объекты, в том числе:</w:t>
      </w:r>
    </w:p>
    <w:p w:rsidR="006E45FF" w:rsidRPr="005F58EF" w:rsidRDefault="006E45FF" w:rsidP="00FC3EFB">
      <w:pPr>
        <w:pStyle w:val="ConsPlusNormal"/>
        <w:widowControl/>
        <w:ind w:firstLine="709"/>
        <w:jc w:val="both"/>
        <w:rPr>
          <w:sz w:val="24"/>
          <w:szCs w:val="24"/>
        </w:rPr>
      </w:pPr>
      <w:r w:rsidRPr="005F58EF">
        <w:rPr>
          <w:sz w:val="24"/>
          <w:szCs w:val="24"/>
        </w:rPr>
        <w:t>- основные и вспомогательные объекты застройки;</w:t>
      </w:r>
    </w:p>
    <w:p w:rsidR="006E45FF" w:rsidRPr="005F58EF" w:rsidRDefault="006E45FF" w:rsidP="00FC3EFB">
      <w:pPr>
        <w:pStyle w:val="ConsPlusNormal"/>
        <w:widowControl/>
        <w:ind w:firstLine="709"/>
        <w:jc w:val="both"/>
        <w:rPr>
          <w:sz w:val="24"/>
          <w:szCs w:val="24"/>
        </w:rPr>
      </w:pPr>
      <w:r w:rsidRPr="005F58EF">
        <w:rPr>
          <w:sz w:val="24"/>
          <w:szCs w:val="24"/>
        </w:rPr>
        <w:t>- инфраструктура улично-дорожной сети;</w:t>
      </w:r>
    </w:p>
    <w:p w:rsidR="006E45FF" w:rsidRPr="005F58EF" w:rsidRDefault="006E45FF" w:rsidP="00FC3EFB">
      <w:pPr>
        <w:pStyle w:val="ConsPlusNormal"/>
        <w:widowControl/>
        <w:ind w:firstLine="709"/>
        <w:jc w:val="both"/>
        <w:rPr>
          <w:sz w:val="24"/>
          <w:szCs w:val="24"/>
        </w:rPr>
      </w:pPr>
      <w:r w:rsidRPr="005F58EF">
        <w:rPr>
          <w:sz w:val="24"/>
          <w:szCs w:val="24"/>
        </w:rPr>
        <w:t>- зеленые насаждения искусственного и естественного происхождения;</w:t>
      </w:r>
    </w:p>
    <w:p w:rsidR="006E45FF" w:rsidRPr="005F58EF" w:rsidRDefault="006E45FF" w:rsidP="00FC3EFB">
      <w:pPr>
        <w:pStyle w:val="ConsPlusNormal"/>
        <w:widowControl/>
        <w:ind w:firstLine="709"/>
        <w:jc w:val="both"/>
        <w:rPr>
          <w:sz w:val="24"/>
          <w:szCs w:val="24"/>
        </w:rPr>
      </w:pPr>
      <w:r w:rsidRPr="005F58EF">
        <w:rPr>
          <w:sz w:val="24"/>
          <w:szCs w:val="24"/>
        </w:rPr>
        <w:t>- инженерные сети и сооружения в области внешнего состояния и содержания, соблюдения чистоты и порядка;</w:t>
      </w:r>
    </w:p>
    <w:p w:rsidR="006E45FF" w:rsidRPr="005F58EF" w:rsidRDefault="006E45FF" w:rsidP="00FC3EFB">
      <w:pPr>
        <w:pStyle w:val="ConsPlusNormal"/>
        <w:widowControl/>
        <w:ind w:firstLine="709"/>
        <w:jc w:val="both"/>
        <w:rPr>
          <w:sz w:val="24"/>
          <w:szCs w:val="24"/>
        </w:rPr>
      </w:pPr>
      <w:r w:rsidRPr="005F58EF">
        <w:rPr>
          <w:sz w:val="24"/>
          <w:szCs w:val="24"/>
        </w:rPr>
        <w:t>- оборудование для сбора мусора или отходов производства и потребления;</w:t>
      </w:r>
    </w:p>
    <w:p w:rsidR="006E45FF" w:rsidRPr="005F58EF" w:rsidRDefault="006E45FF" w:rsidP="00FC3EFB">
      <w:pPr>
        <w:pStyle w:val="ConsPlusNormal"/>
        <w:widowControl/>
        <w:ind w:firstLine="709"/>
        <w:jc w:val="both"/>
        <w:rPr>
          <w:sz w:val="24"/>
          <w:szCs w:val="24"/>
        </w:rPr>
      </w:pPr>
      <w:r w:rsidRPr="005F58EF">
        <w:rPr>
          <w:sz w:val="24"/>
          <w:szCs w:val="24"/>
        </w:rPr>
        <w:t>- павильоны и навесы остановок общественного транспорта, объекты дорожного сервиса, уличной торговли (павильоны, киоски, ларьки, палатки, торговые ряды), иные некапитальные и временные объекты;</w:t>
      </w:r>
    </w:p>
    <w:p w:rsidR="006E45FF" w:rsidRPr="005F58EF" w:rsidRDefault="006E45FF" w:rsidP="00FC3EFB">
      <w:pPr>
        <w:pStyle w:val="ConsPlusNormal"/>
        <w:widowControl/>
        <w:ind w:firstLine="709"/>
        <w:jc w:val="both"/>
        <w:rPr>
          <w:sz w:val="24"/>
          <w:szCs w:val="24"/>
        </w:rPr>
      </w:pPr>
      <w:r w:rsidRPr="005F58EF">
        <w:rPr>
          <w:sz w:val="24"/>
          <w:szCs w:val="24"/>
        </w:rPr>
        <w:t>- средства размещения информации, конструкции, сооружения, технические приспособления и другие носители, предназначенные для распространения информации;</w:t>
      </w:r>
    </w:p>
    <w:p w:rsidR="006E45FF" w:rsidRPr="005F58EF" w:rsidRDefault="006E45FF" w:rsidP="00FC3EFB">
      <w:pPr>
        <w:pStyle w:val="ConsPlusNormal"/>
        <w:widowControl/>
        <w:ind w:firstLine="709"/>
        <w:jc w:val="both"/>
        <w:rPr>
          <w:sz w:val="24"/>
          <w:szCs w:val="24"/>
        </w:rPr>
      </w:pPr>
      <w:r w:rsidRPr="005F58EF">
        <w:rPr>
          <w:sz w:val="24"/>
          <w:szCs w:val="24"/>
        </w:rPr>
        <w:t>- малые архитектурные формы, уличная мебель, скамьи, беседки, объекты оборудования детских, спортивных и спортивно-игровых площадок;</w:t>
      </w:r>
    </w:p>
    <w:p w:rsidR="006E45FF" w:rsidRPr="005F58EF" w:rsidRDefault="006E45FF" w:rsidP="00FC3EFB">
      <w:pPr>
        <w:pStyle w:val="ConsPlusNormal"/>
        <w:widowControl/>
        <w:ind w:firstLine="709"/>
        <w:jc w:val="both"/>
        <w:rPr>
          <w:sz w:val="24"/>
          <w:szCs w:val="24"/>
        </w:rPr>
      </w:pPr>
      <w:r w:rsidRPr="005F58EF">
        <w:rPr>
          <w:sz w:val="24"/>
          <w:szCs w:val="24"/>
        </w:rPr>
        <w:t>- уличные общественные туалеты;</w:t>
      </w:r>
    </w:p>
    <w:p w:rsidR="006E45FF" w:rsidRPr="005F58EF" w:rsidRDefault="006E45FF" w:rsidP="00FC3EFB">
      <w:pPr>
        <w:pStyle w:val="ConsPlusNormal"/>
        <w:widowControl/>
        <w:ind w:firstLine="709"/>
        <w:jc w:val="both"/>
        <w:rPr>
          <w:sz w:val="24"/>
          <w:szCs w:val="24"/>
        </w:rPr>
      </w:pPr>
      <w:r w:rsidRPr="005F58EF">
        <w:rPr>
          <w:sz w:val="24"/>
          <w:szCs w:val="24"/>
        </w:rPr>
        <w:t>- устройства, обеспечивающие доступ маломобильных групп населения к объектам инфраструктуры,</w:t>
      </w:r>
    </w:p>
    <w:p w:rsidR="006E45FF" w:rsidRPr="005F58EF" w:rsidRDefault="006E45FF" w:rsidP="00FC3EFB">
      <w:pPr>
        <w:pStyle w:val="ConsPlusNormal"/>
        <w:widowControl/>
        <w:tabs>
          <w:tab w:val="left" w:pos="1134"/>
        </w:tabs>
        <w:ind w:firstLine="709"/>
        <w:jc w:val="both"/>
        <w:rPr>
          <w:sz w:val="24"/>
          <w:szCs w:val="24"/>
        </w:rPr>
      </w:pPr>
      <w:r w:rsidRPr="005F58EF">
        <w:rPr>
          <w:sz w:val="24"/>
          <w:szCs w:val="24"/>
        </w:rPr>
        <w:t>- фасады зданий, строений, сооружений, конструктивные и внешние элементы фасадов в части их внешнего состояния;</w:t>
      </w:r>
    </w:p>
    <w:p w:rsidR="006E45FF" w:rsidRPr="005F58EF" w:rsidRDefault="006E45FF" w:rsidP="00FC3EFB">
      <w:pPr>
        <w:pStyle w:val="ConsPlusNormal"/>
        <w:widowControl/>
        <w:ind w:firstLine="709"/>
        <w:jc w:val="both"/>
        <w:rPr>
          <w:sz w:val="24"/>
          <w:szCs w:val="24"/>
        </w:rPr>
      </w:pPr>
      <w:r w:rsidRPr="005F58EF">
        <w:rPr>
          <w:sz w:val="24"/>
          <w:szCs w:val="24"/>
        </w:rPr>
        <w:t>- произведения монументально - декоративного искусства и малые архитектурные формы (цветочные, вазоны), декоративные ограды, мемориальных комплексов, памятные доски;</w:t>
      </w:r>
    </w:p>
    <w:p w:rsidR="006E45FF" w:rsidRPr="005F58EF" w:rsidRDefault="006E45FF" w:rsidP="00FC3EFB">
      <w:pPr>
        <w:pStyle w:val="ConsPlusNormal"/>
        <w:widowControl/>
        <w:ind w:firstLine="709"/>
        <w:jc w:val="both"/>
        <w:rPr>
          <w:sz w:val="24"/>
          <w:szCs w:val="24"/>
        </w:rPr>
      </w:pPr>
      <w:r w:rsidRPr="005F58EF">
        <w:rPr>
          <w:sz w:val="24"/>
          <w:szCs w:val="24"/>
        </w:rPr>
        <w:t>- объекты культурного наследия;</w:t>
      </w:r>
    </w:p>
    <w:p w:rsidR="006E45FF" w:rsidRPr="005F58EF" w:rsidRDefault="006E45FF" w:rsidP="00FC3EFB">
      <w:pPr>
        <w:pStyle w:val="ConsPlusNormal"/>
        <w:widowControl/>
        <w:ind w:firstLine="709"/>
        <w:jc w:val="both"/>
        <w:rPr>
          <w:sz w:val="24"/>
          <w:szCs w:val="24"/>
        </w:rPr>
      </w:pPr>
      <w:r w:rsidRPr="005F58EF">
        <w:rPr>
          <w:sz w:val="24"/>
          <w:szCs w:val="24"/>
        </w:rPr>
        <w:t xml:space="preserve">- устройства наружного освещения; </w:t>
      </w:r>
    </w:p>
    <w:p w:rsidR="006E45FF" w:rsidRPr="005F58EF" w:rsidRDefault="006E45FF" w:rsidP="00FC3EFB">
      <w:pPr>
        <w:pStyle w:val="ConsPlusNormal"/>
        <w:widowControl/>
        <w:ind w:firstLine="709"/>
        <w:jc w:val="both"/>
        <w:rPr>
          <w:sz w:val="24"/>
          <w:szCs w:val="24"/>
        </w:rPr>
      </w:pPr>
      <w:r w:rsidRPr="005F58EF">
        <w:rPr>
          <w:sz w:val="24"/>
          <w:szCs w:val="24"/>
        </w:rPr>
        <w:t xml:space="preserve">- уличные и информационно-коммуникационные указатели; </w:t>
      </w:r>
    </w:p>
    <w:p w:rsidR="006E45FF" w:rsidRPr="005F58EF" w:rsidRDefault="006E45FF" w:rsidP="00FC3EFB">
      <w:pPr>
        <w:pStyle w:val="ConsPlusNormal"/>
        <w:widowControl/>
        <w:ind w:firstLine="709"/>
        <w:jc w:val="both"/>
        <w:rPr>
          <w:sz w:val="24"/>
          <w:szCs w:val="24"/>
        </w:rPr>
      </w:pPr>
      <w:r w:rsidRPr="005F58EF">
        <w:rPr>
          <w:sz w:val="24"/>
          <w:szCs w:val="24"/>
        </w:rPr>
        <w:t>- элементы праздничного оформления.</w:t>
      </w:r>
    </w:p>
    <w:p w:rsidR="006E45FF" w:rsidRPr="005F58EF" w:rsidRDefault="006E45FF" w:rsidP="00FC3EFB">
      <w:pPr>
        <w:pStyle w:val="ConsPlusNormal"/>
        <w:widowControl/>
        <w:ind w:firstLine="709"/>
        <w:jc w:val="both"/>
        <w:rPr>
          <w:sz w:val="24"/>
          <w:szCs w:val="24"/>
        </w:rPr>
      </w:pP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4. Лица обязанные осуществлять работы по содержанию объектов благоустройства</w:t>
      </w:r>
    </w:p>
    <w:p w:rsidR="006E45FF" w:rsidRPr="005F58EF" w:rsidRDefault="006E45FF" w:rsidP="00FC3EFB">
      <w:pPr>
        <w:pStyle w:val="ConsPlusNormal"/>
        <w:widowControl/>
        <w:ind w:firstLine="709"/>
        <w:jc w:val="both"/>
        <w:rPr>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4.1. Администрация сельского совета, за счет средств местного бюджета обеспечивает:</w:t>
      </w:r>
    </w:p>
    <w:p w:rsidR="006E45FF" w:rsidRPr="005F58EF" w:rsidRDefault="006E45FF" w:rsidP="00FC3EFB">
      <w:pPr>
        <w:pStyle w:val="ConsPlusNormal"/>
        <w:widowControl/>
        <w:ind w:firstLine="709"/>
        <w:jc w:val="both"/>
        <w:rPr>
          <w:b/>
          <w:bCs/>
          <w:sz w:val="24"/>
          <w:szCs w:val="24"/>
        </w:rPr>
      </w:pPr>
      <w:r w:rsidRPr="005F58EF">
        <w:rPr>
          <w:sz w:val="24"/>
          <w:szCs w:val="24"/>
        </w:rPr>
        <w:t>- содержание и ремонт улично-дорожной сети общего пользования, площадей, скверов, остановок транспорта общего пользования, пешеходных зон, территорий общего пользования, используемых для отдыха и досуга населения и иных территорий, за исключением территорий, содержание которых обязаны обеспечивать физические и юридические лица в соответствии с действующим законодательством РФ и настоящими Правилами;</w:t>
      </w:r>
      <w:r w:rsidRPr="005F58EF">
        <w:rPr>
          <w:b/>
          <w:bCs/>
          <w:sz w:val="24"/>
          <w:szCs w:val="24"/>
        </w:rPr>
        <w:t xml:space="preserve"> </w:t>
      </w:r>
    </w:p>
    <w:p w:rsidR="006E45FF" w:rsidRPr="005F58EF" w:rsidRDefault="006E45FF" w:rsidP="00FC3EFB">
      <w:pPr>
        <w:pStyle w:val="ConsPlusNormal"/>
        <w:widowControl/>
        <w:ind w:firstLine="709"/>
        <w:jc w:val="both"/>
        <w:rPr>
          <w:bCs/>
          <w:sz w:val="24"/>
          <w:szCs w:val="24"/>
        </w:rPr>
      </w:pPr>
      <w:r w:rsidRPr="005F58EF">
        <w:rPr>
          <w:bCs/>
          <w:sz w:val="24"/>
          <w:szCs w:val="24"/>
        </w:rPr>
        <w:t>- разработку и исполнение мероприятий по организации безопасности дорожного движения, приобретение и установку знаков безопасности дорожного движения;</w:t>
      </w:r>
    </w:p>
    <w:p w:rsidR="006E45FF" w:rsidRPr="005F58EF" w:rsidRDefault="006E45FF" w:rsidP="00FC3EFB">
      <w:pPr>
        <w:pStyle w:val="ConsPlusNormal"/>
        <w:widowControl/>
        <w:ind w:firstLine="709"/>
        <w:jc w:val="both"/>
        <w:rPr>
          <w:bCs/>
          <w:sz w:val="24"/>
          <w:szCs w:val="24"/>
        </w:rPr>
      </w:pPr>
      <w:r w:rsidRPr="005F58EF">
        <w:rPr>
          <w:bCs/>
          <w:sz w:val="24"/>
          <w:szCs w:val="24"/>
        </w:rPr>
        <w:t xml:space="preserve">- разработку и исполнение мероприятий по информированию населения и участников дорожного движения о наименованиях и расположении улиц, </w:t>
      </w:r>
    </w:p>
    <w:p w:rsidR="006E45FF" w:rsidRPr="005F58EF" w:rsidRDefault="006E45FF" w:rsidP="00FC3EFB">
      <w:pPr>
        <w:pStyle w:val="ConsPlusNormal"/>
        <w:widowControl/>
        <w:ind w:firstLine="709"/>
        <w:jc w:val="both"/>
        <w:rPr>
          <w:b/>
          <w:bCs/>
          <w:sz w:val="24"/>
          <w:szCs w:val="24"/>
        </w:rPr>
      </w:pPr>
      <w:r w:rsidRPr="005F58EF">
        <w:rPr>
          <w:sz w:val="24"/>
          <w:szCs w:val="24"/>
        </w:rPr>
        <w:t>- содержание объектов благоустройства, являющихся собственностью муниципального образования, а также иных объектов благоустройства, находящихся на территории муниципального образования, до определения их принадлежности и оформления права собственности;</w:t>
      </w:r>
      <w:r w:rsidRPr="005F58EF">
        <w:rPr>
          <w:b/>
          <w:bCs/>
          <w:sz w:val="24"/>
          <w:szCs w:val="24"/>
        </w:rPr>
        <w:t xml:space="preserve"> </w:t>
      </w:r>
    </w:p>
    <w:p w:rsidR="006E45FF" w:rsidRPr="005F58EF" w:rsidRDefault="006E45FF" w:rsidP="00FC3EFB">
      <w:pPr>
        <w:pStyle w:val="ConsPlusNormal"/>
        <w:widowControl/>
        <w:ind w:firstLine="709"/>
        <w:jc w:val="both"/>
        <w:rPr>
          <w:bCs/>
          <w:sz w:val="24"/>
          <w:szCs w:val="24"/>
        </w:rPr>
      </w:pPr>
      <w:r w:rsidRPr="005F58EF">
        <w:rPr>
          <w:bCs/>
          <w:sz w:val="24"/>
          <w:szCs w:val="24"/>
        </w:rPr>
        <w:t>- содержание и развитие уличного освещения, наружного освещения территорий и объектов благоустройства являющихся муниципальной собственностью, благоустроенных территорий общего пользования, не находящихся в собственности иных лиц;</w:t>
      </w:r>
    </w:p>
    <w:p w:rsidR="006E45FF" w:rsidRPr="005F58EF" w:rsidRDefault="006E45FF" w:rsidP="00FC3EFB">
      <w:pPr>
        <w:pStyle w:val="ConsPlusNormal"/>
        <w:widowControl/>
        <w:ind w:firstLine="709"/>
        <w:jc w:val="both"/>
        <w:rPr>
          <w:bCs/>
          <w:sz w:val="24"/>
          <w:szCs w:val="24"/>
        </w:rPr>
      </w:pPr>
      <w:r w:rsidRPr="005F58EF">
        <w:rPr>
          <w:bCs/>
          <w:sz w:val="24"/>
          <w:szCs w:val="24"/>
        </w:rPr>
        <w:t>- размещение и содержание малых архитектурных форм на территориях и объектах благоустройства, являющихся муниципальной собственностью, благоустроенных территорий общего пользования, не находящихся в собственности или ведении иных лиц;</w:t>
      </w:r>
    </w:p>
    <w:p w:rsidR="006E45FF" w:rsidRPr="005F58EF" w:rsidRDefault="006E45FF" w:rsidP="00FC3EFB">
      <w:pPr>
        <w:pStyle w:val="ConsPlusNormal"/>
        <w:widowControl/>
        <w:ind w:firstLine="709"/>
        <w:jc w:val="both"/>
        <w:rPr>
          <w:bCs/>
          <w:sz w:val="24"/>
          <w:szCs w:val="24"/>
        </w:rPr>
      </w:pPr>
      <w:r w:rsidRPr="005F58EF">
        <w:rPr>
          <w:bCs/>
          <w:sz w:val="24"/>
          <w:szCs w:val="24"/>
        </w:rPr>
        <w:t xml:space="preserve">- содержание территорий массового отдыха населения, не находящихся в ведении других лиц; </w:t>
      </w:r>
    </w:p>
    <w:p w:rsidR="006E45FF" w:rsidRPr="005F58EF" w:rsidRDefault="006E45FF" w:rsidP="00FC3EFB">
      <w:pPr>
        <w:pStyle w:val="ConsPlusNormal"/>
        <w:widowControl/>
        <w:ind w:firstLine="709"/>
        <w:jc w:val="both"/>
        <w:rPr>
          <w:bCs/>
          <w:sz w:val="24"/>
          <w:szCs w:val="24"/>
        </w:rPr>
      </w:pPr>
      <w:r w:rsidRPr="005F58EF">
        <w:rPr>
          <w:bCs/>
          <w:sz w:val="24"/>
          <w:szCs w:val="24"/>
        </w:rPr>
        <w:t>- обустройство мест сбора отходов и организацию вывоза отходов и мусора на территориях и объектах благоустройства, являющихся муниципальной собственностью, благоустроенных территорий общего пользования, придорожных территориях автодорог общего пользования, не находящихся в собственности или ведении иных лиц;</w:t>
      </w:r>
    </w:p>
    <w:p w:rsidR="006E45FF" w:rsidRPr="005F58EF" w:rsidRDefault="006E45FF" w:rsidP="00FC3EFB">
      <w:pPr>
        <w:pStyle w:val="ConsPlusNormal"/>
        <w:widowControl/>
        <w:ind w:firstLine="709"/>
        <w:jc w:val="both"/>
        <w:rPr>
          <w:bCs/>
          <w:sz w:val="24"/>
          <w:szCs w:val="24"/>
        </w:rPr>
      </w:pPr>
      <w:r w:rsidRPr="005F58EF">
        <w:rPr>
          <w:bCs/>
          <w:sz w:val="24"/>
          <w:szCs w:val="24"/>
        </w:rPr>
        <w:t>- содержание и развитие озеленения на территориях и объектах благоустройства являющихся муниципальной собственностью, благоустроенных территорий общего пользования, не находящихся в собственности или ведении иных лиц;</w:t>
      </w:r>
    </w:p>
    <w:p w:rsidR="006E45FF" w:rsidRPr="005F58EF" w:rsidRDefault="006E45FF" w:rsidP="00FC3EFB">
      <w:pPr>
        <w:pStyle w:val="ConsPlusNormal"/>
        <w:widowControl/>
        <w:ind w:firstLine="709"/>
        <w:jc w:val="both"/>
        <w:rPr>
          <w:sz w:val="24"/>
          <w:szCs w:val="24"/>
        </w:rPr>
      </w:pPr>
      <w:r w:rsidRPr="005F58EF">
        <w:rPr>
          <w:sz w:val="24"/>
          <w:szCs w:val="24"/>
        </w:rPr>
        <w:t>- проведение иных мероприятий по благоустройству и озеленению в соответствии с законодательством РФ и настоящими Правилами.</w:t>
      </w:r>
    </w:p>
    <w:p w:rsidR="006E45FF" w:rsidRPr="005F58EF" w:rsidRDefault="006E45FF" w:rsidP="00FC3EFB">
      <w:pPr>
        <w:pStyle w:val="ConsPlusNormal"/>
        <w:widowControl/>
        <w:ind w:firstLine="709"/>
        <w:jc w:val="both"/>
        <w:rPr>
          <w:sz w:val="24"/>
          <w:szCs w:val="24"/>
        </w:rPr>
      </w:pPr>
      <w:r w:rsidRPr="005F58EF">
        <w:rPr>
          <w:sz w:val="24"/>
          <w:szCs w:val="24"/>
        </w:rPr>
        <w:t xml:space="preserve">4.2. Юридические, физические лица обязаны обеспечивать содержание земельного участка и объектов благоустройства, расположенных на земельном участке, принадлежащего им на соответствующем праве и прилегающей к нему территории в соответствии с действующим законодательством РФ и настоящими Правилами. </w:t>
      </w:r>
    </w:p>
    <w:p w:rsidR="006E45FF" w:rsidRPr="005F58EF" w:rsidRDefault="006E45FF" w:rsidP="00FC3EFB">
      <w:pPr>
        <w:pStyle w:val="ConsPlusNormal"/>
        <w:widowControl/>
        <w:ind w:firstLine="709"/>
        <w:jc w:val="both"/>
        <w:rPr>
          <w:sz w:val="24"/>
          <w:szCs w:val="24"/>
        </w:rPr>
      </w:pPr>
      <w:r w:rsidRPr="005F58EF">
        <w:rPr>
          <w:sz w:val="24"/>
          <w:szCs w:val="24"/>
        </w:rPr>
        <w:t xml:space="preserve">4.3. В случае, если в одном здании располагаются несколько собственников, пользователей (балансодержателей, арендаторов), ответственность за санитарное содержание здания и территории, возлагается на собственников (пользователей) помещений здания, пропорционально своей доли в эксплуатационной (полезной) площади здания. В таком случае разграничение зон ответственности, может быть установлено соответствующим договором (соглашением), подписанным всеми собственниками (пользователями) здания или выбором, на основании решения общего собрания собственников (пользователей), организации по содержанию здания и территории, на условиях подписанного собственниками (пользователями) договора. Требования и условия проведения общего собрания, принятия решения общим собранием, заключение договора, взаимная ответственность сторон, определенны Гражданским и Жилищным кодексами Российской Федерации. </w:t>
      </w:r>
    </w:p>
    <w:p w:rsidR="006E45FF" w:rsidRPr="005F58EF" w:rsidRDefault="006E45FF" w:rsidP="00FC3EFB">
      <w:pPr>
        <w:pStyle w:val="ConsPlusNormal"/>
        <w:widowControl/>
        <w:ind w:firstLine="709"/>
        <w:jc w:val="both"/>
        <w:rPr>
          <w:sz w:val="24"/>
          <w:szCs w:val="24"/>
        </w:rPr>
      </w:pPr>
      <w:r w:rsidRPr="005F58EF">
        <w:rPr>
          <w:sz w:val="24"/>
          <w:szCs w:val="24"/>
        </w:rPr>
        <w:t xml:space="preserve">4.4. Организация содержания, эксплуатации и благоустройства объектов улично-дорожной сети возлагается: </w:t>
      </w:r>
    </w:p>
    <w:p w:rsidR="006E45FF" w:rsidRPr="005F58EF" w:rsidRDefault="006E45FF" w:rsidP="00FC3EFB">
      <w:pPr>
        <w:pStyle w:val="ConsPlusNormal"/>
        <w:widowControl/>
        <w:ind w:firstLine="709"/>
        <w:jc w:val="both"/>
        <w:rPr>
          <w:sz w:val="24"/>
          <w:szCs w:val="24"/>
        </w:rPr>
      </w:pPr>
      <w:r w:rsidRPr="005F58EF">
        <w:rPr>
          <w:sz w:val="24"/>
          <w:szCs w:val="24"/>
        </w:rPr>
        <w:t xml:space="preserve">- по объектам улично-дорожной сети общего пользования, являющейся муниципальной собственностью поселения – на Администрацию сельского совета; </w:t>
      </w:r>
    </w:p>
    <w:p w:rsidR="006E45FF" w:rsidRPr="005F58EF" w:rsidRDefault="006E45FF" w:rsidP="00FC3EFB">
      <w:pPr>
        <w:pStyle w:val="ConsPlusNormal"/>
        <w:widowControl/>
        <w:ind w:firstLine="709"/>
        <w:jc w:val="both"/>
        <w:rPr>
          <w:sz w:val="24"/>
          <w:szCs w:val="24"/>
        </w:rPr>
      </w:pPr>
      <w:r w:rsidRPr="005F58EF">
        <w:rPr>
          <w:sz w:val="24"/>
          <w:szCs w:val="24"/>
        </w:rPr>
        <w:t xml:space="preserve">- при наличии сведений кадастрового учета земельных участков - на правообладателей земельных участков, на которых располагаются объекты улично-дорожной сети; </w:t>
      </w:r>
    </w:p>
    <w:p w:rsidR="006E45FF" w:rsidRPr="005F58EF" w:rsidRDefault="006E45FF" w:rsidP="00FC3EFB">
      <w:pPr>
        <w:pStyle w:val="ConsPlusNormal"/>
        <w:widowControl/>
        <w:ind w:firstLine="709"/>
        <w:jc w:val="both"/>
        <w:rPr>
          <w:sz w:val="24"/>
          <w:szCs w:val="24"/>
        </w:rPr>
      </w:pPr>
      <w:r w:rsidRPr="005F58EF">
        <w:rPr>
          <w:sz w:val="24"/>
          <w:szCs w:val="24"/>
        </w:rPr>
        <w:t>- при наличии сведений о правообладателях объектов улично-дорожной инфраструктуры – на владельцев объектов улично-дорожной сети;</w:t>
      </w:r>
    </w:p>
    <w:p w:rsidR="006E45FF" w:rsidRPr="005F58EF" w:rsidRDefault="006E45FF" w:rsidP="00FC3EFB">
      <w:pPr>
        <w:pStyle w:val="ConsPlusNormal"/>
        <w:widowControl/>
        <w:ind w:firstLine="709"/>
        <w:jc w:val="both"/>
        <w:rPr>
          <w:sz w:val="24"/>
          <w:szCs w:val="24"/>
        </w:rPr>
      </w:pPr>
      <w:r w:rsidRPr="005F58EF">
        <w:rPr>
          <w:sz w:val="24"/>
          <w:szCs w:val="24"/>
        </w:rPr>
        <w:t>- при выявлении и признании объектов улично-дорожной сети «бесхозяйными», на Администрацию сельского совета.</w:t>
      </w:r>
    </w:p>
    <w:p w:rsidR="006E45FF" w:rsidRPr="005F58EF" w:rsidRDefault="006E45FF" w:rsidP="00FC3EFB">
      <w:pPr>
        <w:pStyle w:val="ConsPlusNormal"/>
        <w:widowControl/>
        <w:ind w:firstLine="709"/>
        <w:jc w:val="both"/>
        <w:rPr>
          <w:sz w:val="24"/>
          <w:szCs w:val="24"/>
        </w:rPr>
      </w:pPr>
      <w:r w:rsidRPr="005F58EF">
        <w:rPr>
          <w:sz w:val="24"/>
          <w:szCs w:val="24"/>
        </w:rPr>
        <w:t>4.5. Организация содержания, эксплуатации и благоустройства объектов улично-дорожной сети включает:</w:t>
      </w:r>
    </w:p>
    <w:p w:rsidR="006E45FF" w:rsidRPr="005F58EF" w:rsidRDefault="006E45FF" w:rsidP="00FC3EFB">
      <w:pPr>
        <w:pStyle w:val="ConsPlusNormal"/>
        <w:widowControl/>
        <w:ind w:firstLine="709"/>
        <w:jc w:val="both"/>
        <w:rPr>
          <w:sz w:val="24"/>
          <w:szCs w:val="24"/>
        </w:rPr>
      </w:pPr>
      <w:r w:rsidRPr="005F58EF">
        <w:rPr>
          <w:sz w:val="24"/>
          <w:szCs w:val="24"/>
        </w:rPr>
        <w:t>4.5.1. - передачу объектов муниципальной улично-дорожной инфраструктуры в хозяйственное ведение (на баланс) муниципальным предприятиям для осуществления хозяйственной деятельности по эксплуатации улично-дорожной сети в соответствии с требованиями безопасности дорожного движения, действующего законодательства РФ и настоящих Правил;</w:t>
      </w:r>
    </w:p>
    <w:p w:rsidR="006E45FF" w:rsidRPr="005F58EF" w:rsidRDefault="006E45FF" w:rsidP="00FC3EFB">
      <w:pPr>
        <w:pStyle w:val="ConsPlusNormal"/>
        <w:widowControl/>
        <w:ind w:firstLine="709"/>
        <w:jc w:val="both"/>
        <w:rPr>
          <w:sz w:val="24"/>
          <w:szCs w:val="24"/>
        </w:rPr>
      </w:pPr>
      <w:r w:rsidRPr="005F58EF">
        <w:rPr>
          <w:sz w:val="24"/>
          <w:szCs w:val="24"/>
        </w:rPr>
        <w:t>- возмещение из средств местного бюджета обоснованных затрат муниципального предприятия по содержанию эксплуатации и благоустройству улично-дорожной сети;</w:t>
      </w:r>
    </w:p>
    <w:p w:rsidR="006E45FF" w:rsidRPr="005F58EF" w:rsidRDefault="006E45FF" w:rsidP="00FC3EFB">
      <w:pPr>
        <w:pStyle w:val="ConsPlusNormal"/>
        <w:widowControl/>
        <w:ind w:firstLine="709"/>
        <w:jc w:val="both"/>
        <w:rPr>
          <w:sz w:val="24"/>
          <w:szCs w:val="24"/>
        </w:rPr>
      </w:pPr>
      <w:r w:rsidRPr="005F58EF">
        <w:rPr>
          <w:sz w:val="24"/>
          <w:szCs w:val="24"/>
        </w:rPr>
        <w:t>- учет объектов муниципальной улично-дорожной инфраструктуры в муниципальной казне (не переданных в хозяйственное ведение, оперативное управление предприятиям или учреждениям, или изъятым из хозяйственного ведения, оперативного управления). В этих случаях Администрация сельского совета, путем проведения конкурсного отбора, заключает Муниципальный контракт на работы по содержанию, ремонту и безопасной эксплуатации объектов муниципальной улично-дорожной инфраструктуры, с возложением ответственности по исполнению требований безопасности дорожного движения, действующего законодательства РФ и настоящих Правил на подрядную организацию, с которой заключен Муниципальный контракт. Финансирование работ по Муниципальному контракту, осуществляется из средств местного бюджета в пределах утвержденных лимитов на эти цели;</w:t>
      </w:r>
    </w:p>
    <w:p w:rsidR="006E45FF" w:rsidRPr="005F58EF" w:rsidRDefault="006E45FF" w:rsidP="00FC3EFB">
      <w:pPr>
        <w:pStyle w:val="ConsPlusNormal"/>
        <w:widowControl/>
        <w:ind w:firstLine="709"/>
        <w:jc w:val="both"/>
        <w:rPr>
          <w:sz w:val="24"/>
          <w:szCs w:val="24"/>
        </w:rPr>
      </w:pPr>
      <w:r w:rsidRPr="005F58EF">
        <w:rPr>
          <w:sz w:val="24"/>
          <w:szCs w:val="24"/>
        </w:rPr>
        <w:t>- собственник муниципальной улично-дорожной сети вправе, по согласованию с балансодержателем или обслуживающей организацией, заключать дополнительные договора с подрядными организациями, направленные на повышения уровня содержания, эксплуатации и благоустройства улично-дорожной сети, с возложением контроля и надзора за выполнением работ подрядчиком на балансодержателя или обслуживающую организацию.</w:t>
      </w:r>
    </w:p>
    <w:p w:rsidR="006E45FF" w:rsidRPr="005F58EF" w:rsidRDefault="006E45FF" w:rsidP="00FC3EFB">
      <w:pPr>
        <w:pStyle w:val="ConsPlusNormal"/>
        <w:widowControl/>
        <w:ind w:firstLine="709"/>
        <w:jc w:val="both"/>
        <w:rPr>
          <w:sz w:val="24"/>
          <w:szCs w:val="24"/>
        </w:rPr>
      </w:pPr>
      <w:r w:rsidRPr="005F58EF">
        <w:rPr>
          <w:sz w:val="24"/>
          <w:szCs w:val="24"/>
        </w:rPr>
        <w:t xml:space="preserve">4.5.2 - организацию владельцами объектов улично-дорожной сети или земельных участков с имеющимися на них объектами улично-дорожной сети работ по содержанию, эксплуатации и благоустройству, в соответствии с требованиями законодательства РФ и настоящих Правил, за счет собственных средств самостоятельно, или с привлечением по договорам специализированных организаций. </w:t>
      </w:r>
    </w:p>
    <w:p w:rsidR="006E45FF" w:rsidRPr="005F58EF" w:rsidRDefault="006E45FF" w:rsidP="00FC3EFB">
      <w:pPr>
        <w:pStyle w:val="ConsPlusNormal"/>
        <w:widowControl/>
        <w:ind w:firstLine="709"/>
        <w:jc w:val="both"/>
        <w:rPr>
          <w:sz w:val="24"/>
          <w:szCs w:val="24"/>
        </w:rPr>
      </w:pPr>
      <w:r w:rsidRPr="005F58EF">
        <w:rPr>
          <w:sz w:val="24"/>
          <w:szCs w:val="24"/>
        </w:rPr>
        <w:t>4.6. Ответственность за содержание, эксплуатацию и благоустройство улично-дорожной сети в соответствии с требованиями установленных стандартов и настоящих Правил возлагается:</w:t>
      </w:r>
    </w:p>
    <w:p w:rsidR="006E45FF" w:rsidRPr="005F58EF" w:rsidRDefault="006E45FF" w:rsidP="00FC3EFB">
      <w:pPr>
        <w:pStyle w:val="ConsPlusNormal"/>
        <w:widowControl/>
        <w:ind w:firstLine="709"/>
        <w:jc w:val="both"/>
        <w:rPr>
          <w:sz w:val="24"/>
          <w:szCs w:val="24"/>
        </w:rPr>
      </w:pPr>
      <w:r w:rsidRPr="005F58EF">
        <w:rPr>
          <w:sz w:val="24"/>
          <w:szCs w:val="24"/>
        </w:rPr>
        <w:t>- по улично-дорожной сети общего пользования, переданной в хозяйственное ведение (на «баланс») муниципальным предприятиям – на муниципальные предприятия, осуществляющие обслуживание и содержание улично-дорожной сети;</w:t>
      </w:r>
    </w:p>
    <w:p w:rsidR="006E45FF" w:rsidRPr="005F58EF" w:rsidRDefault="006E45FF" w:rsidP="00FC3EFB">
      <w:pPr>
        <w:pStyle w:val="ConsPlusNormal"/>
        <w:widowControl/>
        <w:ind w:firstLine="709"/>
        <w:jc w:val="both"/>
        <w:rPr>
          <w:sz w:val="24"/>
          <w:szCs w:val="24"/>
        </w:rPr>
      </w:pPr>
      <w:r w:rsidRPr="005F58EF">
        <w:rPr>
          <w:sz w:val="24"/>
          <w:szCs w:val="24"/>
        </w:rPr>
        <w:t>- по улично-дорожной сети находящейся в казне поселения - на обслуживающую организацию, с которой заключен Муниципальный контракт;</w:t>
      </w:r>
    </w:p>
    <w:p w:rsidR="006E45FF" w:rsidRPr="005F58EF" w:rsidRDefault="006E45FF" w:rsidP="00FC3EFB">
      <w:pPr>
        <w:pStyle w:val="ConsPlusNormal"/>
        <w:widowControl/>
        <w:ind w:firstLine="709"/>
        <w:jc w:val="both"/>
        <w:rPr>
          <w:sz w:val="24"/>
          <w:szCs w:val="24"/>
        </w:rPr>
      </w:pPr>
      <w:r w:rsidRPr="005F58EF">
        <w:rPr>
          <w:sz w:val="24"/>
          <w:szCs w:val="24"/>
        </w:rPr>
        <w:t>- по улично-дорожной сети физических и юридических лиц - на владельцев объектов улично-дорожной сети или владельцев земельных участков с имеющимися на них объектами улично-дорожной сети;</w:t>
      </w:r>
    </w:p>
    <w:p w:rsidR="006E45FF" w:rsidRPr="005F58EF" w:rsidRDefault="006E45FF" w:rsidP="00FC3EFB">
      <w:pPr>
        <w:pStyle w:val="ConsPlusNormal"/>
        <w:widowControl/>
        <w:ind w:firstLine="709"/>
        <w:jc w:val="both"/>
        <w:rPr>
          <w:sz w:val="24"/>
          <w:szCs w:val="24"/>
        </w:rPr>
      </w:pPr>
      <w:r w:rsidRPr="005F58EF">
        <w:rPr>
          <w:sz w:val="24"/>
          <w:szCs w:val="24"/>
        </w:rPr>
        <w:t>- по улично-дорожной сети, расположенной на домовых территориях многоквартирных домов – на управляющие организации (в том числе ТСЖ).</w:t>
      </w:r>
    </w:p>
    <w:p w:rsidR="006E45FF" w:rsidRPr="005F58EF" w:rsidRDefault="006E45FF" w:rsidP="00FC3EFB">
      <w:pPr>
        <w:pStyle w:val="ConsPlusNormal"/>
        <w:widowControl/>
        <w:ind w:firstLine="709"/>
        <w:jc w:val="both"/>
        <w:rPr>
          <w:bCs/>
          <w:sz w:val="24"/>
          <w:szCs w:val="24"/>
        </w:rPr>
      </w:pPr>
      <w:r w:rsidRPr="005F58EF">
        <w:rPr>
          <w:sz w:val="24"/>
          <w:szCs w:val="24"/>
        </w:rPr>
        <w:t xml:space="preserve">4.7. Администрация сельского совета обеспечивает исполнение обязательств, установленных п.4.1 ст.4, настоящих Правил, </w:t>
      </w:r>
      <w:r w:rsidRPr="005F58EF">
        <w:rPr>
          <w:bCs/>
          <w:sz w:val="24"/>
          <w:szCs w:val="24"/>
        </w:rPr>
        <w:t xml:space="preserve">путем формирования Муниципального заказа по видам работ, проведением торгов (конкурса, аукциона) и заключением Муниципального контракта с победителем торгов. </w:t>
      </w:r>
    </w:p>
    <w:p w:rsidR="006E45FF" w:rsidRPr="005F58EF" w:rsidRDefault="006E45FF" w:rsidP="00FC3EFB">
      <w:pPr>
        <w:pStyle w:val="ConsPlusNormal"/>
        <w:widowControl/>
        <w:ind w:firstLine="709"/>
        <w:jc w:val="both"/>
        <w:rPr>
          <w:sz w:val="24"/>
          <w:szCs w:val="24"/>
        </w:rPr>
      </w:pPr>
      <w:r w:rsidRPr="005F58EF">
        <w:rPr>
          <w:sz w:val="24"/>
          <w:szCs w:val="24"/>
        </w:rPr>
        <w:t>4.7.1. Ответственность по исполнению требований действующего законодательства РФ и настоящих Правил, в соответствии с предметом и условием Муниципального контракта, возлагается на подрядную организацию, с которой заключен Муниципальный контракт.</w:t>
      </w:r>
    </w:p>
    <w:p w:rsidR="006E45FF" w:rsidRPr="005F58EF" w:rsidRDefault="006E45FF" w:rsidP="00FC3EFB">
      <w:pPr>
        <w:pStyle w:val="ConsPlusNormal"/>
        <w:widowControl/>
        <w:ind w:firstLine="709"/>
        <w:jc w:val="both"/>
        <w:rPr>
          <w:sz w:val="24"/>
          <w:szCs w:val="24"/>
        </w:rPr>
      </w:pPr>
      <w:r w:rsidRPr="005F58EF">
        <w:rPr>
          <w:sz w:val="24"/>
          <w:szCs w:val="24"/>
        </w:rPr>
        <w:t xml:space="preserve">4.8. В случае, если земельный участок не оформлен надлежащим образом, но имеется объект благоустройства, владельцы объектов благоустройства обязаны обеспечивать уборку территории, прилегающей непосредственно к объекту благоустройства, в порядке, установленном настоящими Правилами. </w:t>
      </w:r>
    </w:p>
    <w:p w:rsidR="006E45FF" w:rsidRPr="005F58EF" w:rsidRDefault="006E45FF" w:rsidP="00FC3EFB">
      <w:pPr>
        <w:pStyle w:val="ConsPlusNormal"/>
        <w:widowControl/>
        <w:ind w:firstLine="709"/>
        <w:jc w:val="both"/>
        <w:rPr>
          <w:sz w:val="24"/>
          <w:szCs w:val="24"/>
        </w:rPr>
      </w:pPr>
      <w:r w:rsidRPr="005F58EF">
        <w:rPr>
          <w:sz w:val="24"/>
          <w:szCs w:val="24"/>
        </w:rPr>
        <w:t xml:space="preserve">4.9. Жители, проживающие на территории сельского совета могут принимать участие в проведении мероприятий по благоустройству по собственной инициативе в порядке, установленном законодательством РФ и настоящими Правилами. </w:t>
      </w:r>
    </w:p>
    <w:p w:rsidR="006E45FF" w:rsidRPr="005F58EF" w:rsidRDefault="006E45FF" w:rsidP="00FC3EFB">
      <w:pPr>
        <w:pStyle w:val="ConsPlusNormal"/>
        <w:widowControl/>
        <w:ind w:firstLine="709"/>
        <w:jc w:val="both"/>
        <w:rPr>
          <w:b/>
          <w:bCs/>
          <w:sz w:val="24"/>
          <w:szCs w:val="24"/>
        </w:rPr>
      </w:pPr>
      <w:r w:rsidRPr="005F58EF">
        <w:rPr>
          <w:b/>
          <w:bCs/>
          <w:sz w:val="24"/>
          <w:szCs w:val="24"/>
        </w:rPr>
        <w:t xml:space="preserve"> </w:t>
      </w: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5. Общие правила по обеспечению чистоты и содержанию объектов благоустройства.</w:t>
      </w:r>
    </w:p>
    <w:p w:rsidR="006E45FF" w:rsidRPr="005F58EF" w:rsidRDefault="006E45FF" w:rsidP="00FC3EFB">
      <w:pPr>
        <w:pStyle w:val="ConsPlusNormal"/>
        <w:widowControl/>
        <w:ind w:firstLine="709"/>
        <w:jc w:val="both"/>
        <w:rPr>
          <w:b/>
          <w:bCs/>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5.1.</w:t>
      </w:r>
      <w:r w:rsidRPr="005F58EF">
        <w:rPr>
          <w:b/>
          <w:bCs/>
          <w:sz w:val="24"/>
          <w:szCs w:val="24"/>
        </w:rPr>
        <w:t xml:space="preserve"> </w:t>
      </w:r>
      <w:r w:rsidRPr="005F58EF">
        <w:rPr>
          <w:sz w:val="24"/>
          <w:szCs w:val="24"/>
        </w:rPr>
        <w:t xml:space="preserve">Благоустройство территории </w:t>
      </w:r>
      <w:r>
        <w:rPr>
          <w:sz w:val="24"/>
          <w:szCs w:val="24"/>
        </w:rPr>
        <w:t>Вишневского</w:t>
      </w:r>
      <w:r w:rsidRPr="005F58EF">
        <w:rPr>
          <w:sz w:val="24"/>
          <w:szCs w:val="24"/>
        </w:rPr>
        <w:t xml:space="preserve"> сельского совета осуществляется Администрацией сельского совета, физическими и юридическими лицами независимо от их организационно-правовой формы самостоятельно или с привлечением специализированных предприятий и организаций, на которые возлагается выполнение данного вида деятельности путем заключения соответствующего договора.</w:t>
      </w:r>
    </w:p>
    <w:p w:rsidR="006E45FF" w:rsidRPr="005F58EF" w:rsidRDefault="006E45FF" w:rsidP="00FC3EFB">
      <w:pPr>
        <w:pStyle w:val="ConsPlusNormal"/>
        <w:widowControl/>
        <w:ind w:firstLine="709"/>
        <w:jc w:val="both"/>
        <w:rPr>
          <w:sz w:val="24"/>
          <w:szCs w:val="24"/>
        </w:rPr>
      </w:pPr>
      <w:r w:rsidRPr="005F58EF">
        <w:rPr>
          <w:sz w:val="24"/>
          <w:szCs w:val="24"/>
        </w:rPr>
        <w:t>5.2. Лица, осуществляющие работы по содержанию объектов благоустройства обязаны организовать работы в соответствии с требованиями действующего законодательства РФ и настоящих Правил</w:t>
      </w:r>
    </w:p>
    <w:p w:rsidR="006E45FF" w:rsidRPr="005F58EF" w:rsidRDefault="006E45FF" w:rsidP="00FC3EFB">
      <w:pPr>
        <w:pStyle w:val="ConsPlusNormal"/>
        <w:widowControl/>
        <w:ind w:firstLine="709"/>
        <w:jc w:val="both"/>
        <w:rPr>
          <w:sz w:val="24"/>
          <w:szCs w:val="24"/>
        </w:rPr>
      </w:pPr>
      <w:r w:rsidRPr="005F58EF">
        <w:rPr>
          <w:sz w:val="24"/>
          <w:szCs w:val="24"/>
        </w:rPr>
        <w:t>5.3 Здания, сооружения и произведения монументально-декоративного искусства должны содержаться в чистоте и состоянии, исключающем их преждевременный износ и разрушение. Своевременно производиться ремонт и окраска фасадов.</w:t>
      </w:r>
    </w:p>
    <w:p w:rsidR="006E45FF" w:rsidRPr="005F58EF" w:rsidRDefault="006E45FF" w:rsidP="00FC3EFB">
      <w:pPr>
        <w:pStyle w:val="ConsPlusNormal"/>
        <w:widowControl/>
        <w:ind w:firstLine="709"/>
        <w:jc w:val="both"/>
        <w:rPr>
          <w:sz w:val="24"/>
          <w:szCs w:val="24"/>
        </w:rPr>
      </w:pPr>
      <w:r w:rsidRPr="005F58EF">
        <w:rPr>
          <w:sz w:val="24"/>
          <w:szCs w:val="24"/>
        </w:rPr>
        <w:t>5.4 Повреждения облицовки, штукатурки, кладки, внешних элементов фасадов зданий и произведений монументально-декоративного искусства, а также не санкционированные надписи или графические изображения должны своевременно устраняться.</w:t>
      </w:r>
    </w:p>
    <w:p w:rsidR="006E45FF" w:rsidRPr="005F58EF" w:rsidRDefault="006E45FF" w:rsidP="00FC3EFB">
      <w:pPr>
        <w:pStyle w:val="ConsPlusNormal"/>
        <w:widowControl/>
        <w:ind w:firstLine="709"/>
        <w:jc w:val="both"/>
        <w:rPr>
          <w:sz w:val="24"/>
          <w:szCs w:val="24"/>
        </w:rPr>
      </w:pPr>
      <w:r w:rsidRPr="005F58EF">
        <w:rPr>
          <w:sz w:val="24"/>
          <w:szCs w:val="24"/>
        </w:rPr>
        <w:t>5.5. Владельцы объектов благоустройства и обслуживающие организации обязаны:</w:t>
      </w:r>
    </w:p>
    <w:p w:rsidR="006E45FF" w:rsidRPr="005F58EF" w:rsidRDefault="006E45FF" w:rsidP="00FC3EFB">
      <w:pPr>
        <w:pStyle w:val="ConsPlusNormal"/>
        <w:widowControl/>
        <w:ind w:firstLine="709"/>
        <w:jc w:val="both"/>
        <w:rPr>
          <w:sz w:val="24"/>
          <w:szCs w:val="24"/>
        </w:rPr>
      </w:pPr>
      <w:r w:rsidRPr="005F58EF">
        <w:rPr>
          <w:sz w:val="24"/>
          <w:szCs w:val="24"/>
        </w:rPr>
        <w:t xml:space="preserve">5.5.1. Обеспечить надлежащее состояние фасадов и кровель зданий, заборов и ограждений, а также прочих сооружений в пределах участка землепользования (землеотвода) в соответствии с требованиями </w:t>
      </w:r>
      <w:r w:rsidRPr="005F58EF">
        <w:rPr>
          <w:bCs/>
          <w:sz w:val="24"/>
          <w:szCs w:val="24"/>
        </w:rPr>
        <w:t>статьи 6</w:t>
      </w:r>
      <w:r w:rsidRPr="005F58EF">
        <w:rPr>
          <w:sz w:val="24"/>
          <w:szCs w:val="24"/>
        </w:rPr>
        <w:t>, настоящих Правил.</w:t>
      </w:r>
    </w:p>
    <w:p w:rsidR="006E45FF" w:rsidRPr="005F58EF" w:rsidRDefault="006E45FF" w:rsidP="00FC3EFB">
      <w:pPr>
        <w:pStyle w:val="ConsPlusNormal"/>
        <w:widowControl/>
        <w:ind w:firstLine="709"/>
        <w:jc w:val="both"/>
        <w:rPr>
          <w:sz w:val="24"/>
          <w:szCs w:val="24"/>
        </w:rPr>
      </w:pPr>
      <w:r w:rsidRPr="005F58EF">
        <w:rPr>
          <w:sz w:val="24"/>
          <w:szCs w:val="24"/>
        </w:rPr>
        <w:t xml:space="preserve">5.5.2.Своевременно удалять с фасадов зданий, ограждений и других элементов благоустройства не законно размещенные объявления, листовки, информационные и рекламные материалы, надписи, рисунки, не зависимо от источника их происхождения. </w:t>
      </w:r>
    </w:p>
    <w:p w:rsidR="006E45FF" w:rsidRPr="005F58EF" w:rsidRDefault="006E45FF" w:rsidP="00FC3EFB">
      <w:pPr>
        <w:pStyle w:val="ConsPlusNormal"/>
        <w:widowControl/>
        <w:ind w:firstLine="709"/>
        <w:jc w:val="both"/>
        <w:rPr>
          <w:sz w:val="24"/>
          <w:szCs w:val="24"/>
        </w:rPr>
      </w:pPr>
      <w:r w:rsidRPr="005F58EF">
        <w:rPr>
          <w:sz w:val="24"/>
          <w:szCs w:val="24"/>
        </w:rPr>
        <w:t xml:space="preserve">5.5.3. Иметь на фасадах зданий и сооружений, включенных в адресный реестр, хорошо видимые адресные реквизиты и поддерживать их в исправном состоянии. </w:t>
      </w:r>
    </w:p>
    <w:p w:rsidR="006E45FF" w:rsidRPr="005F58EF" w:rsidRDefault="006E45FF" w:rsidP="00FC3EFB">
      <w:pPr>
        <w:pStyle w:val="ConsPlusNormal"/>
        <w:widowControl/>
        <w:ind w:firstLine="709"/>
        <w:jc w:val="both"/>
        <w:rPr>
          <w:sz w:val="24"/>
          <w:szCs w:val="24"/>
        </w:rPr>
      </w:pPr>
      <w:r w:rsidRPr="005F58EF">
        <w:rPr>
          <w:sz w:val="24"/>
          <w:szCs w:val="24"/>
        </w:rPr>
        <w:t>Адресные реквизиты, присвоенные в установленном порядке зданиям и иным сооружениям, должны содержаться в чистоте и исправном состоянии, при отсутствии внутреннего подсвета освещаться в темное время суток посредством специальных или других устройств наружного освещения.</w:t>
      </w:r>
    </w:p>
    <w:p w:rsidR="006E45FF" w:rsidRPr="005F58EF" w:rsidRDefault="006E45FF" w:rsidP="00FC3EFB">
      <w:pPr>
        <w:pStyle w:val="ConsPlusNormal"/>
        <w:widowControl/>
        <w:pBdr>
          <w:top w:val="single" w:sz="4" w:space="1" w:color="FFFFFF"/>
        </w:pBdr>
        <w:ind w:firstLine="709"/>
        <w:jc w:val="both"/>
        <w:rPr>
          <w:sz w:val="24"/>
          <w:szCs w:val="24"/>
        </w:rPr>
      </w:pPr>
      <w:r w:rsidRPr="005F58EF">
        <w:rPr>
          <w:sz w:val="24"/>
          <w:szCs w:val="24"/>
        </w:rPr>
        <w:t xml:space="preserve">Изготовление, установка и содержание адресных реквизитов производится владельцем объекта за счет собственных средств. </w:t>
      </w:r>
    </w:p>
    <w:p w:rsidR="006E45FF" w:rsidRPr="005F58EF" w:rsidRDefault="006E45FF" w:rsidP="00FC3EFB">
      <w:pPr>
        <w:pStyle w:val="ConsPlusNormal"/>
        <w:widowControl/>
        <w:pBdr>
          <w:top w:val="single" w:sz="4" w:space="1" w:color="FFFFFF"/>
        </w:pBdr>
        <w:ind w:firstLine="709"/>
        <w:jc w:val="both"/>
        <w:rPr>
          <w:sz w:val="24"/>
          <w:szCs w:val="24"/>
        </w:rPr>
      </w:pPr>
      <w:r w:rsidRPr="005F58EF">
        <w:rPr>
          <w:sz w:val="24"/>
          <w:szCs w:val="24"/>
        </w:rPr>
        <w:t>Изготовление, установка и содержание адресных реквизитов многоквартирных жилых домов обеспечивается управляющими организациями.</w:t>
      </w:r>
    </w:p>
    <w:p w:rsidR="006E45FF" w:rsidRPr="005F58EF" w:rsidRDefault="006E45FF" w:rsidP="00FC3EFB">
      <w:pPr>
        <w:pStyle w:val="ConsPlusNormal"/>
        <w:widowControl/>
        <w:ind w:firstLine="709"/>
        <w:jc w:val="both"/>
        <w:rPr>
          <w:sz w:val="24"/>
          <w:szCs w:val="24"/>
        </w:rPr>
      </w:pPr>
      <w:r w:rsidRPr="005F58EF">
        <w:rPr>
          <w:sz w:val="24"/>
          <w:szCs w:val="24"/>
        </w:rPr>
        <w:t>5.5.4. Содержать в надлежащем состоянии земельный участок в границах землеотвода и обеспечивать надлежащее санитарное, противопожарное состояние прилегающей территории, производить своевременное окрашивание территории и уборку от мусора, в соответствии с требованиями настоящих Правил. Высота травостоя не должна превышать 15 см, скошенная трава должна убираться в течение трех суток.</w:t>
      </w:r>
    </w:p>
    <w:p w:rsidR="006E45FF" w:rsidRPr="005F58EF" w:rsidRDefault="006E45FF" w:rsidP="00FC3EFB">
      <w:pPr>
        <w:pStyle w:val="ConsPlusNormal"/>
        <w:widowControl/>
        <w:ind w:firstLine="709"/>
        <w:jc w:val="both"/>
        <w:rPr>
          <w:sz w:val="24"/>
          <w:szCs w:val="24"/>
        </w:rPr>
      </w:pPr>
      <w:r w:rsidRPr="005F58EF">
        <w:rPr>
          <w:sz w:val="24"/>
          <w:szCs w:val="24"/>
        </w:rPr>
        <w:t xml:space="preserve">5.5.5. Содержать в надлежащем состоянии зеленые насаждения, в соответствии с требованиями ст. 7., настоящих Правил,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 </w:t>
      </w:r>
    </w:p>
    <w:p w:rsidR="006E45FF" w:rsidRPr="005F58EF" w:rsidRDefault="006E45FF" w:rsidP="00FC3EFB">
      <w:pPr>
        <w:pStyle w:val="ConsPlusNormal"/>
        <w:widowControl/>
        <w:ind w:firstLine="709"/>
        <w:jc w:val="both"/>
        <w:rPr>
          <w:sz w:val="24"/>
          <w:szCs w:val="24"/>
        </w:rPr>
      </w:pPr>
      <w:r w:rsidRPr="005F58EF">
        <w:rPr>
          <w:sz w:val="24"/>
          <w:szCs w:val="24"/>
        </w:rPr>
        <w:t>5.6. Владельцами зеленых насаждений являются правообладатели земельных участков. Ответственность за сохранность зеленых насаждений и уход за ними в соответствии с требованиями действующего законодательства и настоящими Правилами возлагаются на правообладателей территорий, где они расположены.</w:t>
      </w:r>
    </w:p>
    <w:p w:rsidR="006E45FF" w:rsidRPr="005F58EF" w:rsidRDefault="006E45FF" w:rsidP="00FC3EFB">
      <w:pPr>
        <w:pStyle w:val="ConsPlusNormal"/>
        <w:widowControl/>
        <w:ind w:firstLine="709"/>
        <w:jc w:val="both"/>
        <w:rPr>
          <w:sz w:val="24"/>
          <w:szCs w:val="24"/>
        </w:rPr>
      </w:pPr>
      <w:r w:rsidRPr="005F58EF">
        <w:rPr>
          <w:sz w:val="24"/>
          <w:szCs w:val="24"/>
        </w:rPr>
        <w:t>5.7. Владельцы объектов благоустройства, на территории которых находятся упавшие и представляющие угрозу безопасности деревья, обязаны удалить эти деревья с проезжей части дорог, тротуаров, от токоведущих проводов, фасадов жилых и производственных зданий в соответствии с законодательством РФ и настоящими Правилами.</w:t>
      </w:r>
    </w:p>
    <w:p w:rsidR="006E45FF" w:rsidRPr="005F58EF" w:rsidRDefault="006E45FF" w:rsidP="00FC3EFB">
      <w:pPr>
        <w:pStyle w:val="ConsPlusNormal"/>
        <w:widowControl/>
        <w:ind w:firstLine="709"/>
        <w:jc w:val="both"/>
        <w:rPr>
          <w:b/>
          <w:bCs/>
          <w:sz w:val="24"/>
          <w:szCs w:val="24"/>
        </w:rPr>
      </w:pPr>
      <w:r w:rsidRPr="005F58EF">
        <w:rPr>
          <w:sz w:val="24"/>
          <w:szCs w:val="24"/>
        </w:rPr>
        <w:t>5.8. Владельцы объектов улично-дорожной сети обязаны регулярно производить уборку улиц и дорог на территории населенного пункта в соответствии с требованиями действующего законодательства и требованиями ст.10. настоящих Правил.</w:t>
      </w:r>
      <w:r w:rsidRPr="005F58EF">
        <w:rPr>
          <w:b/>
          <w:bCs/>
          <w:sz w:val="24"/>
          <w:szCs w:val="24"/>
        </w:rPr>
        <w:t xml:space="preserve"> </w:t>
      </w:r>
    </w:p>
    <w:p w:rsidR="006E45FF" w:rsidRPr="005F58EF" w:rsidRDefault="006E45FF" w:rsidP="00FC3EFB">
      <w:pPr>
        <w:pStyle w:val="ConsPlusNormal"/>
        <w:widowControl/>
        <w:ind w:firstLine="709"/>
        <w:jc w:val="both"/>
        <w:rPr>
          <w:sz w:val="24"/>
          <w:szCs w:val="24"/>
        </w:rPr>
      </w:pPr>
      <w:r w:rsidRPr="005F58EF">
        <w:rPr>
          <w:sz w:val="24"/>
          <w:szCs w:val="24"/>
        </w:rPr>
        <w:t xml:space="preserve">5.9. Придомовые территории, внутридворовые проезды и тротуары, места общего пользования с массовым посещением населения ежедневно должны убираться от снега, пыли и бытового мусора, независимо от формы собственности владельцев объектов благоустройства. </w:t>
      </w:r>
    </w:p>
    <w:p w:rsidR="006E45FF" w:rsidRPr="005F58EF" w:rsidRDefault="006E45FF" w:rsidP="00FC3EFB">
      <w:pPr>
        <w:pStyle w:val="ConsPlusNormal"/>
        <w:widowControl/>
        <w:ind w:firstLine="709"/>
        <w:jc w:val="both"/>
        <w:rPr>
          <w:sz w:val="24"/>
          <w:szCs w:val="24"/>
        </w:rPr>
      </w:pPr>
      <w:r w:rsidRPr="005F58EF">
        <w:rPr>
          <w:sz w:val="24"/>
          <w:szCs w:val="24"/>
        </w:rPr>
        <w:t>5.10. Очистка урн должна производится по мере их заполнения, но не реже одного раза в день.</w:t>
      </w:r>
    </w:p>
    <w:p w:rsidR="006E45FF" w:rsidRPr="005F58EF" w:rsidRDefault="006E45FF" w:rsidP="00FC3EFB">
      <w:pPr>
        <w:pStyle w:val="ConsPlusNormal"/>
        <w:widowControl/>
        <w:ind w:firstLine="709"/>
        <w:jc w:val="both"/>
        <w:rPr>
          <w:sz w:val="24"/>
          <w:szCs w:val="24"/>
        </w:rPr>
      </w:pPr>
      <w:r w:rsidRPr="005F58EF">
        <w:rPr>
          <w:sz w:val="24"/>
          <w:szCs w:val="24"/>
        </w:rPr>
        <w:t>5.11. В случаях ливневых дождей, ураганов, снегопадов,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w:t>
      </w:r>
    </w:p>
    <w:p w:rsidR="006E45FF" w:rsidRPr="005F58EF" w:rsidRDefault="006E45FF" w:rsidP="00FC3EFB">
      <w:pPr>
        <w:pStyle w:val="ConsPlusNormal"/>
        <w:widowControl/>
        <w:ind w:firstLine="709"/>
        <w:jc w:val="both"/>
        <w:rPr>
          <w:sz w:val="24"/>
          <w:szCs w:val="24"/>
        </w:rPr>
      </w:pPr>
      <w:r w:rsidRPr="005F58EF">
        <w:rPr>
          <w:sz w:val="24"/>
          <w:szCs w:val="24"/>
        </w:rPr>
        <w:t>Обследование смотровых и дождеприемных колодцев ливневой канализации и их очистка производятся организациями, у которых эти сооружения находятся в хозяйственном ведении, собственности или на ином праве владения, по утвержденным этими организациями графикам.</w:t>
      </w:r>
    </w:p>
    <w:p w:rsidR="006E45FF" w:rsidRPr="005F58EF" w:rsidRDefault="006E45FF" w:rsidP="00FC3EFB">
      <w:pPr>
        <w:pStyle w:val="ConsPlusNormal"/>
        <w:widowControl/>
        <w:ind w:firstLine="709"/>
        <w:jc w:val="both"/>
        <w:rPr>
          <w:sz w:val="24"/>
          <w:szCs w:val="24"/>
        </w:rPr>
      </w:pPr>
      <w:r w:rsidRPr="005F58EF">
        <w:rPr>
          <w:sz w:val="24"/>
          <w:szCs w:val="24"/>
        </w:rPr>
        <w:t xml:space="preserve"> 5.12. Земляные работы (вскрытие земной поверхности глубиной свыше 30-ти см), в том числе при проведении ремонтных работ, на всей территории поселения, могут производиться только при наличии оформленного разрешения (ордера) выданного уполномоченным органом, в порядке установленном статьей 17 настоящих Правил.</w:t>
      </w:r>
    </w:p>
    <w:p w:rsidR="006E45FF" w:rsidRPr="005F58EF" w:rsidRDefault="006E45FF" w:rsidP="00FC3EFB">
      <w:pPr>
        <w:pStyle w:val="ConsPlusNormal"/>
        <w:widowControl/>
        <w:ind w:firstLine="709"/>
        <w:jc w:val="both"/>
        <w:rPr>
          <w:sz w:val="24"/>
          <w:szCs w:val="24"/>
        </w:rPr>
      </w:pPr>
      <w:r w:rsidRPr="005F58EF">
        <w:rPr>
          <w:sz w:val="24"/>
          <w:szCs w:val="24"/>
        </w:rPr>
        <w:t>Проведение земляных работ без оформленного разрешения (ордера), с нарушением требований законодательства и настоящих Правил, запрещается.</w:t>
      </w:r>
    </w:p>
    <w:p w:rsidR="006E45FF" w:rsidRPr="005F58EF" w:rsidRDefault="006E45FF" w:rsidP="00FC3EFB">
      <w:pPr>
        <w:pStyle w:val="ConsPlusNormal"/>
        <w:widowControl/>
        <w:ind w:firstLine="709"/>
        <w:jc w:val="both"/>
        <w:rPr>
          <w:sz w:val="24"/>
          <w:szCs w:val="24"/>
        </w:rPr>
      </w:pPr>
      <w:r w:rsidRPr="005F58EF">
        <w:rPr>
          <w:sz w:val="24"/>
          <w:szCs w:val="24"/>
        </w:rPr>
        <w:t>5.12.1.Допускается проведение земляных работ в пределах территорий находящихся в частной собственности, пользовании или аренде, физических и юридических лиц, только при наличии установленных и достоверных сведениях об отсутствии на территории инженерных коммуникаций принадлежащих иным лицам.</w:t>
      </w:r>
    </w:p>
    <w:p w:rsidR="006E45FF" w:rsidRPr="005F58EF" w:rsidRDefault="006E45FF" w:rsidP="00FC3EFB">
      <w:pPr>
        <w:pStyle w:val="ConsPlusNormal"/>
        <w:widowControl/>
        <w:ind w:firstLine="709"/>
        <w:jc w:val="both"/>
        <w:rPr>
          <w:sz w:val="24"/>
          <w:szCs w:val="24"/>
        </w:rPr>
      </w:pPr>
      <w:r w:rsidRPr="005F58EF">
        <w:rPr>
          <w:sz w:val="24"/>
          <w:szCs w:val="24"/>
        </w:rPr>
        <w:t>5.12.2. При проведении земляных работ производителем работ должны быть приняты меры по максимальному сохранению существующего озеленения, благоустройства и земляного рельефа.</w:t>
      </w:r>
    </w:p>
    <w:p w:rsidR="006E45FF" w:rsidRPr="005F58EF" w:rsidRDefault="006E45FF" w:rsidP="00FC3EFB">
      <w:pPr>
        <w:pStyle w:val="ConsPlusNormal"/>
        <w:widowControl/>
        <w:ind w:firstLine="709"/>
        <w:jc w:val="both"/>
        <w:rPr>
          <w:sz w:val="24"/>
          <w:szCs w:val="24"/>
        </w:rPr>
      </w:pPr>
      <w:r w:rsidRPr="005F58EF">
        <w:rPr>
          <w:sz w:val="24"/>
          <w:szCs w:val="24"/>
        </w:rPr>
        <w:t>5.12.3. Обратная засыпка траншей, котлованов, «пазух» сооружений должна быть уплотнена до естественной плотности, исключающей образование просадок, провалов, рельефа и восстановленных объектов благоустройства.</w:t>
      </w:r>
    </w:p>
    <w:p w:rsidR="006E45FF" w:rsidRPr="005F58EF" w:rsidRDefault="006E45FF" w:rsidP="00FC3EFB">
      <w:pPr>
        <w:pStyle w:val="ConsPlusNormal"/>
        <w:widowControl/>
        <w:ind w:firstLine="709"/>
        <w:jc w:val="both"/>
        <w:rPr>
          <w:sz w:val="24"/>
          <w:szCs w:val="24"/>
        </w:rPr>
      </w:pPr>
      <w:r w:rsidRPr="005F58EF">
        <w:rPr>
          <w:sz w:val="24"/>
          <w:szCs w:val="24"/>
        </w:rPr>
        <w:t>5.12.4.Лица, производившие земляные работы, обязаны восстановить нарушенное озеленение и благоустройство (дорожные покрытия, тротуары, газоны малые архитектурные формы и др.), в сроки, установленные выданным разрешением на производство работ (ордером).</w:t>
      </w:r>
    </w:p>
    <w:p w:rsidR="006E45FF" w:rsidRPr="005F58EF" w:rsidRDefault="006E45FF" w:rsidP="00FC3EFB">
      <w:pPr>
        <w:pStyle w:val="ConsPlusNormal"/>
        <w:widowControl/>
        <w:ind w:firstLine="709"/>
        <w:jc w:val="both"/>
        <w:rPr>
          <w:sz w:val="24"/>
          <w:szCs w:val="24"/>
        </w:rPr>
      </w:pPr>
      <w:r w:rsidRPr="005F58EF">
        <w:rPr>
          <w:sz w:val="24"/>
          <w:szCs w:val="24"/>
        </w:rPr>
        <w:t xml:space="preserve">5.12.5. Место проведения земляных и ремонтных работ должно иметь ограждение и предупредительные знаки, исключающее доступ посторонних лиц или транспорта на место проведения земляных работ, должно иметь предупредительное освещение в ночное время суток. </w:t>
      </w:r>
    </w:p>
    <w:p w:rsidR="006E45FF" w:rsidRPr="005F58EF" w:rsidRDefault="006E45FF" w:rsidP="00FC3EFB">
      <w:pPr>
        <w:pStyle w:val="ConsPlusNormal"/>
        <w:widowControl/>
        <w:ind w:firstLine="709"/>
        <w:jc w:val="both"/>
        <w:rPr>
          <w:sz w:val="24"/>
          <w:szCs w:val="24"/>
        </w:rPr>
      </w:pPr>
      <w:r w:rsidRPr="005F58EF">
        <w:rPr>
          <w:sz w:val="24"/>
          <w:szCs w:val="24"/>
        </w:rPr>
        <w:t xml:space="preserve">5.12.6. При проведении земляных работ в местах передвижения населения, должны быть оборудованы исправные переходные мостики, с перилами и прочным, исключающем скольжение настилом. </w:t>
      </w:r>
    </w:p>
    <w:p w:rsidR="006E45FF" w:rsidRPr="005F58EF" w:rsidRDefault="006E45FF" w:rsidP="00FC3EFB">
      <w:pPr>
        <w:pStyle w:val="ConsPlusNormal"/>
        <w:widowControl/>
        <w:ind w:firstLine="709"/>
        <w:jc w:val="both"/>
        <w:rPr>
          <w:sz w:val="24"/>
          <w:szCs w:val="24"/>
        </w:rPr>
      </w:pPr>
      <w:r w:rsidRPr="005F58EF">
        <w:rPr>
          <w:sz w:val="24"/>
          <w:szCs w:val="24"/>
        </w:rPr>
        <w:t>5.13. Вывоз отходов грунта, асфальтобетона, образующихся при проведении дорожно-ремонтных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окончания работ. Складирование отходов асфальтобетона на газонах или участках с зелеными насаждениями запрещается.</w:t>
      </w:r>
    </w:p>
    <w:p w:rsidR="006E45FF" w:rsidRPr="005F58EF" w:rsidRDefault="006E45FF" w:rsidP="00FC3EFB">
      <w:pPr>
        <w:pStyle w:val="ConsPlusNormal"/>
        <w:widowControl/>
        <w:ind w:firstLine="709"/>
        <w:jc w:val="both"/>
        <w:rPr>
          <w:bCs/>
          <w:sz w:val="24"/>
          <w:szCs w:val="24"/>
        </w:rPr>
      </w:pPr>
      <w:r w:rsidRPr="005F58EF">
        <w:rPr>
          <w:sz w:val="24"/>
          <w:szCs w:val="24"/>
        </w:rPr>
        <w:t xml:space="preserve">5.14. На территории поселения </w:t>
      </w:r>
      <w:r w:rsidRPr="005F58EF">
        <w:rPr>
          <w:bCs/>
          <w:sz w:val="24"/>
          <w:szCs w:val="24"/>
        </w:rPr>
        <w:t>запрещается:</w:t>
      </w:r>
    </w:p>
    <w:p w:rsidR="006E45FF" w:rsidRPr="005F58EF" w:rsidRDefault="006E45FF" w:rsidP="00FC3EFB">
      <w:pPr>
        <w:pStyle w:val="ConsPlusNormal"/>
        <w:widowControl/>
        <w:ind w:firstLine="709"/>
        <w:jc w:val="both"/>
        <w:rPr>
          <w:sz w:val="24"/>
          <w:szCs w:val="24"/>
        </w:rPr>
      </w:pPr>
      <w:r w:rsidRPr="005F58EF">
        <w:rPr>
          <w:sz w:val="24"/>
          <w:szCs w:val="24"/>
        </w:rPr>
        <w:t>5.14.1 сорить на улицах, площадях, скверах, парках и других общественных местах;</w:t>
      </w:r>
    </w:p>
    <w:p w:rsidR="006E45FF" w:rsidRPr="005F58EF" w:rsidRDefault="006E45FF" w:rsidP="00FC3EFB">
      <w:pPr>
        <w:pStyle w:val="ConsPlusNormal"/>
        <w:widowControl/>
        <w:ind w:firstLine="709"/>
        <w:jc w:val="both"/>
        <w:rPr>
          <w:sz w:val="24"/>
          <w:szCs w:val="24"/>
        </w:rPr>
      </w:pPr>
      <w:r w:rsidRPr="005F58EF">
        <w:rPr>
          <w:sz w:val="24"/>
          <w:szCs w:val="24"/>
        </w:rPr>
        <w:t>5.14.2 производить сброс на территорию муниципального образования неочищенных сточных вод;</w:t>
      </w:r>
    </w:p>
    <w:p w:rsidR="006E45FF" w:rsidRPr="005F58EF" w:rsidRDefault="006E45FF" w:rsidP="00FC3EFB">
      <w:pPr>
        <w:pStyle w:val="ConsPlusNormal"/>
        <w:widowControl/>
        <w:ind w:firstLine="709"/>
        <w:jc w:val="both"/>
        <w:rPr>
          <w:sz w:val="24"/>
          <w:szCs w:val="24"/>
        </w:rPr>
      </w:pPr>
      <w:r w:rsidRPr="005F58EF">
        <w:rPr>
          <w:sz w:val="24"/>
          <w:szCs w:val="24"/>
        </w:rPr>
        <w:t>5.14.3 при проведении ремонтных работ приготовлять раствор и бетон непосредственно на проезжей части улиц, по окончании работ оставлять на проезжей части и тротуарах, газонах землю и строительный мусор;</w:t>
      </w:r>
    </w:p>
    <w:p w:rsidR="006E45FF" w:rsidRPr="005F58EF" w:rsidRDefault="006E45FF" w:rsidP="00FC3EFB">
      <w:pPr>
        <w:pStyle w:val="ConsPlusNormal"/>
        <w:widowControl/>
        <w:ind w:firstLine="709"/>
        <w:jc w:val="both"/>
        <w:rPr>
          <w:sz w:val="24"/>
          <w:szCs w:val="24"/>
        </w:rPr>
      </w:pPr>
      <w:r w:rsidRPr="005F58EF">
        <w:rPr>
          <w:sz w:val="24"/>
          <w:szCs w:val="24"/>
        </w:rPr>
        <w:t>5.14.4 выпуск с территории строительных объектов и площадок, карьеров и полигонов твердых бытовых отходов, предприятий по производству строительных материалов, а также при выполнении ремонтных работ, транспорта с неочищенными от грязи колесами;</w:t>
      </w:r>
    </w:p>
    <w:p w:rsidR="006E45FF" w:rsidRPr="005F58EF" w:rsidRDefault="006E45FF" w:rsidP="00FC3EFB">
      <w:pPr>
        <w:pStyle w:val="ConsPlusNormal"/>
        <w:widowControl/>
        <w:ind w:firstLine="709"/>
        <w:jc w:val="both"/>
        <w:rPr>
          <w:sz w:val="24"/>
          <w:szCs w:val="24"/>
        </w:rPr>
      </w:pPr>
      <w:r w:rsidRPr="005F58EF">
        <w:rPr>
          <w:sz w:val="24"/>
          <w:szCs w:val="24"/>
        </w:rPr>
        <w:t>5.14.5 перевозка сыпучих грузов, грунта, мусора без покрытия кузова тентом, исключающим загрязнение дорог, улиц и прилегающих к ним территорий;</w:t>
      </w:r>
    </w:p>
    <w:p w:rsidR="006E45FF" w:rsidRPr="005F58EF" w:rsidRDefault="006E45FF" w:rsidP="00FC3EFB">
      <w:pPr>
        <w:pStyle w:val="ConsPlusNormal"/>
        <w:widowControl/>
        <w:ind w:firstLine="709"/>
        <w:jc w:val="both"/>
        <w:rPr>
          <w:sz w:val="24"/>
          <w:szCs w:val="24"/>
        </w:rPr>
      </w:pPr>
      <w:r w:rsidRPr="005F58EF">
        <w:rPr>
          <w:sz w:val="24"/>
          <w:szCs w:val="24"/>
        </w:rPr>
        <w:t xml:space="preserve">5.14.6 передвижение гусеничного транспорта и других механизмов на гусеничном ходу, по благоустроенной территории (улично-дорожной сети, газонам, площадям, скверам и т.д.) </w:t>
      </w:r>
    </w:p>
    <w:p w:rsidR="006E45FF" w:rsidRPr="005F58EF" w:rsidRDefault="006E45FF" w:rsidP="00FC3EFB">
      <w:pPr>
        <w:pStyle w:val="ConsPlusNormal"/>
        <w:widowControl/>
        <w:ind w:firstLine="709"/>
        <w:jc w:val="both"/>
        <w:rPr>
          <w:sz w:val="24"/>
          <w:szCs w:val="24"/>
        </w:rPr>
      </w:pPr>
      <w:r w:rsidRPr="005F58EF">
        <w:rPr>
          <w:sz w:val="24"/>
          <w:szCs w:val="24"/>
        </w:rPr>
        <w:t>5.14.7 передвижение и стоянка (парковка) механических транспортных средств на детских и спортивных площадках, газонах, благоустроенных площадках мест общего пользования, пешеходных дорожках, тротуарах, парковых и лесопарковых зонах, за исключением мест специально отведенных и обозначенных для этих целей.</w:t>
      </w:r>
    </w:p>
    <w:p w:rsidR="006E45FF" w:rsidRPr="005F58EF" w:rsidRDefault="006E45FF" w:rsidP="00FC3EFB">
      <w:pPr>
        <w:pStyle w:val="ConsPlusNormal"/>
        <w:widowControl/>
        <w:ind w:firstLine="709"/>
        <w:jc w:val="both"/>
        <w:rPr>
          <w:sz w:val="24"/>
          <w:szCs w:val="24"/>
        </w:rPr>
      </w:pPr>
      <w:r w:rsidRPr="005F58EF">
        <w:rPr>
          <w:sz w:val="24"/>
          <w:szCs w:val="24"/>
        </w:rPr>
        <w:t xml:space="preserve">5.14.8 самовольная установка объектов и оборудования, предназначенных для хранения автомобилей (металлических тентов, «ракушек», «пеналов» и т.д.), хозяйственных и вспомогательных построек (будок, сараев, металлических и деревянных навесов, теплиц, голубятен и т.д.) на всей территории, за исключением специально отведенных для этих целей огороженных территорий, огороженных территорий находящихся в собственности физических и юридических лиц; </w:t>
      </w:r>
    </w:p>
    <w:p w:rsidR="006E45FF" w:rsidRPr="005F58EF" w:rsidRDefault="006E45FF" w:rsidP="00FC3EFB">
      <w:pPr>
        <w:pStyle w:val="ConsPlusNormal"/>
        <w:widowControl/>
        <w:ind w:firstLine="709"/>
        <w:jc w:val="both"/>
        <w:rPr>
          <w:sz w:val="24"/>
          <w:szCs w:val="24"/>
        </w:rPr>
      </w:pPr>
      <w:r w:rsidRPr="005F58EF">
        <w:rPr>
          <w:sz w:val="24"/>
          <w:szCs w:val="24"/>
        </w:rPr>
        <w:t xml:space="preserve">5.14.9 хранение автомобилей, механизированной техники, в том числе разукомплектованных или не подлежащих эксплуатации транспортных средств, в не предназначенных для этих целей местах; </w:t>
      </w:r>
    </w:p>
    <w:p w:rsidR="006E45FF" w:rsidRPr="005F58EF" w:rsidRDefault="006E45FF" w:rsidP="00FC3EFB">
      <w:pPr>
        <w:pStyle w:val="ConsPlusNormal"/>
        <w:widowControl/>
        <w:ind w:firstLine="709"/>
        <w:jc w:val="both"/>
        <w:rPr>
          <w:sz w:val="24"/>
          <w:szCs w:val="24"/>
        </w:rPr>
      </w:pPr>
      <w:r w:rsidRPr="005F58EF">
        <w:rPr>
          <w:sz w:val="24"/>
          <w:szCs w:val="24"/>
        </w:rPr>
        <w:t xml:space="preserve">5.14.10 осуществлять ремонт и мойку автомобилей, смену масла или технических жидкостей на всей территории поселения, за исключением: </w:t>
      </w:r>
    </w:p>
    <w:p w:rsidR="006E45FF" w:rsidRPr="005F58EF" w:rsidRDefault="006E45FF" w:rsidP="00FC3EFB">
      <w:pPr>
        <w:pStyle w:val="ConsPlusNormal"/>
        <w:widowControl/>
        <w:ind w:firstLine="709"/>
        <w:jc w:val="both"/>
        <w:rPr>
          <w:sz w:val="24"/>
          <w:szCs w:val="24"/>
        </w:rPr>
      </w:pPr>
      <w:r w:rsidRPr="005F58EF">
        <w:rPr>
          <w:sz w:val="24"/>
          <w:szCs w:val="24"/>
        </w:rPr>
        <w:t>- территорий индивидуального жилищного фонда находящихся в частном владении физических и юридических лиц;</w:t>
      </w:r>
    </w:p>
    <w:p w:rsidR="006E45FF" w:rsidRPr="005F58EF" w:rsidRDefault="006E45FF" w:rsidP="00FC3EFB">
      <w:pPr>
        <w:pStyle w:val="ConsPlusNormal"/>
        <w:widowControl/>
        <w:ind w:firstLine="709"/>
        <w:jc w:val="both"/>
        <w:rPr>
          <w:sz w:val="24"/>
          <w:szCs w:val="24"/>
        </w:rPr>
      </w:pPr>
      <w:r w:rsidRPr="005F58EF">
        <w:rPr>
          <w:sz w:val="24"/>
          <w:szCs w:val="24"/>
        </w:rPr>
        <w:t>- территорий гаражных кооперативов;</w:t>
      </w:r>
    </w:p>
    <w:p w:rsidR="006E45FF" w:rsidRPr="005F58EF" w:rsidRDefault="006E45FF" w:rsidP="00FC3EFB">
      <w:pPr>
        <w:pStyle w:val="ConsPlusNormal"/>
        <w:widowControl/>
        <w:ind w:firstLine="709"/>
        <w:jc w:val="both"/>
        <w:rPr>
          <w:sz w:val="24"/>
          <w:szCs w:val="24"/>
        </w:rPr>
      </w:pPr>
      <w:r w:rsidRPr="005F58EF">
        <w:rPr>
          <w:sz w:val="24"/>
          <w:szCs w:val="24"/>
        </w:rPr>
        <w:t xml:space="preserve">- территорий моек, автосервисов, платных стоянок, АЗС - при наличии инфраструктуры предназначенной для этих целей; </w:t>
      </w:r>
    </w:p>
    <w:p w:rsidR="006E45FF" w:rsidRPr="005F58EF" w:rsidRDefault="006E45FF" w:rsidP="00FC3EFB">
      <w:pPr>
        <w:pStyle w:val="ConsPlusNormal"/>
        <w:widowControl/>
        <w:ind w:firstLine="709"/>
        <w:jc w:val="both"/>
        <w:rPr>
          <w:sz w:val="24"/>
          <w:szCs w:val="24"/>
        </w:rPr>
      </w:pPr>
      <w:r w:rsidRPr="005F58EF">
        <w:rPr>
          <w:sz w:val="24"/>
          <w:szCs w:val="24"/>
        </w:rPr>
        <w:t>5.14.11 вывозить и складировать твердые и жидкие бытовые отходы, строительный мусор в места, не отведенные для их захоронения и утилизации;</w:t>
      </w:r>
    </w:p>
    <w:p w:rsidR="006E45FF" w:rsidRPr="005F58EF" w:rsidRDefault="006E45FF" w:rsidP="00FC3EFB">
      <w:pPr>
        <w:pStyle w:val="ConsPlusNormal"/>
        <w:widowControl/>
        <w:ind w:firstLine="709"/>
        <w:jc w:val="both"/>
        <w:rPr>
          <w:sz w:val="24"/>
          <w:szCs w:val="24"/>
        </w:rPr>
      </w:pPr>
      <w:r w:rsidRPr="005F58EF">
        <w:rPr>
          <w:sz w:val="24"/>
          <w:szCs w:val="24"/>
        </w:rPr>
        <w:t>5.14.12 выбрасывать жидкие бытовые, пищевые и другие виды отходов на благоустроенные территории, а также закапывать или сжигать их во дворах многоквартирных домов, строить выгребные ямы вне территории домовладения;</w:t>
      </w:r>
    </w:p>
    <w:p w:rsidR="006E45FF" w:rsidRPr="005F58EF" w:rsidRDefault="006E45FF" w:rsidP="00FC3EFB">
      <w:pPr>
        <w:pStyle w:val="ConsPlusNormal"/>
        <w:widowControl/>
        <w:ind w:firstLine="709"/>
        <w:jc w:val="both"/>
        <w:rPr>
          <w:sz w:val="24"/>
          <w:szCs w:val="24"/>
        </w:rPr>
      </w:pPr>
      <w:r w:rsidRPr="005F58EF">
        <w:rPr>
          <w:sz w:val="24"/>
          <w:szCs w:val="24"/>
        </w:rPr>
        <w:t>5.14.13 при производстве строительных и ремонтных работ откачивать воду на проезжую часть дорог и тротуары;</w:t>
      </w:r>
    </w:p>
    <w:p w:rsidR="006E45FF" w:rsidRPr="005F58EF" w:rsidRDefault="006E45FF" w:rsidP="00FC3EFB">
      <w:pPr>
        <w:pStyle w:val="ConsPlusNormal"/>
        <w:widowControl/>
        <w:ind w:firstLine="709"/>
        <w:jc w:val="both"/>
        <w:rPr>
          <w:sz w:val="24"/>
          <w:szCs w:val="24"/>
        </w:rPr>
      </w:pPr>
      <w:r w:rsidRPr="005F58EF">
        <w:rPr>
          <w:sz w:val="24"/>
          <w:szCs w:val="24"/>
        </w:rPr>
        <w:t>5.14.14 складировать и хранить строительные материалы, грунт, тару вне территорий организаций, строек, магазинов, павильонов, киосков и иных функционально предназначенных для этого мест;</w:t>
      </w:r>
    </w:p>
    <w:p w:rsidR="006E45FF" w:rsidRPr="005F58EF" w:rsidRDefault="006E45FF" w:rsidP="00FC3EFB">
      <w:pPr>
        <w:pStyle w:val="ConsPlusNormal"/>
        <w:widowControl/>
        <w:ind w:firstLine="709"/>
        <w:jc w:val="both"/>
        <w:rPr>
          <w:sz w:val="24"/>
          <w:szCs w:val="24"/>
        </w:rPr>
      </w:pPr>
      <w:r w:rsidRPr="005F58EF">
        <w:rPr>
          <w:sz w:val="24"/>
          <w:szCs w:val="24"/>
        </w:rPr>
        <w:t>5.14.15 сжигать мусор, листья, обрезки деревьев в контейнерах;</w:t>
      </w:r>
    </w:p>
    <w:p w:rsidR="006E45FF" w:rsidRPr="005F58EF" w:rsidRDefault="006E45FF" w:rsidP="00FC3EFB">
      <w:pPr>
        <w:pStyle w:val="ConsPlusNormal"/>
        <w:widowControl/>
        <w:ind w:firstLine="709"/>
        <w:jc w:val="both"/>
        <w:rPr>
          <w:sz w:val="24"/>
          <w:szCs w:val="24"/>
        </w:rPr>
      </w:pPr>
      <w:r w:rsidRPr="005F58EF">
        <w:rPr>
          <w:sz w:val="24"/>
          <w:szCs w:val="24"/>
        </w:rPr>
        <w:t>5.14.16 мыть автомобили, посуду, купать животных, стирать в неустановленных местах;</w:t>
      </w:r>
    </w:p>
    <w:p w:rsidR="006E45FF" w:rsidRPr="005F58EF" w:rsidRDefault="006E45FF" w:rsidP="00FC3EFB">
      <w:pPr>
        <w:pStyle w:val="ConsPlusNormal"/>
        <w:widowControl/>
        <w:ind w:firstLine="709"/>
        <w:jc w:val="both"/>
        <w:rPr>
          <w:sz w:val="24"/>
          <w:szCs w:val="24"/>
        </w:rPr>
      </w:pPr>
      <w:r w:rsidRPr="005F58EF">
        <w:rPr>
          <w:sz w:val="24"/>
          <w:szCs w:val="24"/>
        </w:rPr>
        <w:t>5.14.17 производить самовольную вырубку деревьев, кустарников, в местах общего пользования, рекреационных, парковых и лесопарковых зонах, за исключением территорий находящихся в частной собственности и предоставленных для индивидуального жилищного строительства, садовых и огородных участков;</w:t>
      </w:r>
    </w:p>
    <w:p w:rsidR="006E45FF" w:rsidRPr="005F58EF" w:rsidRDefault="006E45FF" w:rsidP="00FC3EFB">
      <w:pPr>
        <w:pStyle w:val="ConsPlusNormal"/>
        <w:widowControl/>
        <w:ind w:firstLine="709"/>
        <w:jc w:val="both"/>
        <w:rPr>
          <w:sz w:val="24"/>
          <w:szCs w:val="24"/>
        </w:rPr>
      </w:pPr>
      <w:r w:rsidRPr="005F58EF">
        <w:rPr>
          <w:sz w:val="24"/>
          <w:szCs w:val="24"/>
        </w:rPr>
        <w:t>5.14.18 размещать объявления, листовки, иные информационные и рекламные материалы и конструкции, в не отведенных для этих целей местах;</w:t>
      </w:r>
    </w:p>
    <w:p w:rsidR="006E45FF" w:rsidRPr="005F58EF" w:rsidRDefault="006E45FF" w:rsidP="00FC3EFB">
      <w:pPr>
        <w:pStyle w:val="ConsPlusNormal"/>
        <w:widowControl/>
        <w:ind w:firstLine="709"/>
        <w:jc w:val="both"/>
        <w:rPr>
          <w:sz w:val="24"/>
          <w:szCs w:val="24"/>
        </w:rPr>
      </w:pPr>
      <w:r w:rsidRPr="005F58EF">
        <w:rPr>
          <w:sz w:val="24"/>
          <w:szCs w:val="24"/>
        </w:rPr>
        <w:t xml:space="preserve">5.14.19 самовольная установка временных объектов и оборудования для осуществления выносной, лотошной торговли; </w:t>
      </w:r>
    </w:p>
    <w:p w:rsidR="006E45FF" w:rsidRPr="005F58EF" w:rsidRDefault="006E45FF" w:rsidP="00FC3EFB">
      <w:pPr>
        <w:pStyle w:val="ConsPlusNormal"/>
        <w:widowControl/>
        <w:ind w:firstLine="709"/>
        <w:jc w:val="both"/>
        <w:rPr>
          <w:sz w:val="24"/>
          <w:szCs w:val="24"/>
        </w:rPr>
      </w:pPr>
      <w:r w:rsidRPr="005F58EF">
        <w:rPr>
          <w:sz w:val="24"/>
          <w:szCs w:val="24"/>
        </w:rPr>
        <w:t>5.14.20 осуществлять мелкорозничную уличную торговлю продовольственными товарами при отсутствии у продавца урны для сбора мусора;</w:t>
      </w:r>
    </w:p>
    <w:p w:rsidR="006E45FF" w:rsidRPr="005F58EF" w:rsidRDefault="006E45FF" w:rsidP="00FC3EFB">
      <w:pPr>
        <w:pStyle w:val="ConsPlusNormal"/>
        <w:widowControl/>
        <w:ind w:firstLine="709"/>
        <w:jc w:val="both"/>
        <w:rPr>
          <w:b/>
          <w:bCs/>
          <w:sz w:val="24"/>
          <w:szCs w:val="24"/>
        </w:rPr>
      </w:pPr>
      <w:r w:rsidRPr="005F58EF">
        <w:rPr>
          <w:sz w:val="24"/>
          <w:szCs w:val="24"/>
        </w:rPr>
        <w:t>5.14.21 ходить по газонам и клумбам, разрушать клумбы, срывать цветы, наносить повреждения деревьям и кустарникам;</w:t>
      </w:r>
      <w:r w:rsidRPr="005F58EF">
        <w:rPr>
          <w:b/>
          <w:bCs/>
          <w:sz w:val="24"/>
          <w:szCs w:val="24"/>
        </w:rPr>
        <w:t xml:space="preserve"> </w:t>
      </w:r>
    </w:p>
    <w:p w:rsidR="006E45FF" w:rsidRPr="005F58EF" w:rsidRDefault="006E45FF" w:rsidP="00FC3EFB">
      <w:pPr>
        <w:pStyle w:val="ConsPlusNormal"/>
        <w:widowControl/>
        <w:ind w:firstLine="709"/>
        <w:jc w:val="both"/>
        <w:rPr>
          <w:b/>
          <w:bCs/>
          <w:sz w:val="24"/>
          <w:szCs w:val="24"/>
        </w:rPr>
      </w:pPr>
      <w:r w:rsidRPr="005F58EF">
        <w:rPr>
          <w:sz w:val="24"/>
          <w:szCs w:val="24"/>
        </w:rPr>
        <w:t>5.14.22 размещать на газонах временные (сезонные) объекты (торговые киоски, летние кафе, аттракционы и прочие объекты), при отсутствии решений органов местного самоуправления, принятых в соответствии с действующим законодательством;</w:t>
      </w:r>
      <w:r w:rsidRPr="005F58EF">
        <w:rPr>
          <w:b/>
          <w:bCs/>
          <w:sz w:val="24"/>
          <w:szCs w:val="24"/>
        </w:rPr>
        <w:t xml:space="preserve"> </w:t>
      </w:r>
    </w:p>
    <w:p w:rsidR="006E45FF" w:rsidRPr="005F58EF" w:rsidRDefault="006E45FF" w:rsidP="00FC3EFB">
      <w:pPr>
        <w:pStyle w:val="ConsPlusNormal"/>
        <w:widowControl/>
        <w:ind w:firstLine="709"/>
        <w:jc w:val="both"/>
        <w:rPr>
          <w:b/>
          <w:bCs/>
          <w:sz w:val="24"/>
          <w:szCs w:val="24"/>
        </w:rPr>
      </w:pPr>
      <w:r w:rsidRPr="005F58EF">
        <w:rPr>
          <w:sz w:val="24"/>
          <w:szCs w:val="24"/>
        </w:rPr>
        <w:t>5.14.23</w:t>
      </w:r>
      <w:r w:rsidRPr="005F58EF">
        <w:rPr>
          <w:b/>
          <w:bCs/>
          <w:sz w:val="24"/>
          <w:szCs w:val="24"/>
        </w:rPr>
        <w:t xml:space="preserve"> </w:t>
      </w:r>
      <w:r w:rsidRPr="005F58EF">
        <w:rPr>
          <w:sz w:val="24"/>
          <w:szCs w:val="24"/>
        </w:rPr>
        <w:t>производить размещение уличного смета, грунта на газоны и цветники, выдвигать или перемещать на проезжую часть улиц, дорог, отходы производства и потребления, мусор и смет, счищаемый с придомовых территорий, тротуаров и внутриквартальных проездов;</w:t>
      </w:r>
      <w:r w:rsidRPr="005F58EF">
        <w:rPr>
          <w:b/>
          <w:bCs/>
          <w:sz w:val="24"/>
          <w:szCs w:val="24"/>
        </w:rPr>
        <w:t xml:space="preserve"> </w:t>
      </w:r>
    </w:p>
    <w:p w:rsidR="006E45FF" w:rsidRPr="005F58EF" w:rsidRDefault="006E45FF" w:rsidP="00FC3EFB">
      <w:pPr>
        <w:pStyle w:val="ConsPlusNormal"/>
        <w:widowControl/>
        <w:ind w:firstLine="709"/>
        <w:jc w:val="both"/>
        <w:rPr>
          <w:sz w:val="24"/>
          <w:szCs w:val="24"/>
        </w:rPr>
      </w:pPr>
      <w:r w:rsidRPr="005F58EF">
        <w:rPr>
          <w:sz w:val="24"/>
          <w:szCs w:val="24"/>
        </w:rPr>
        <w:t xml:space="preserve">5.14.24 засыпать инженерные коммуникации и прилегающую к ним территорию мусором, грунтом и другими предметами, покрывать крышки люков смотровых и дождеприемных колодцев асфальтом или иным твердым покрытием; </w:t>
      </w:r>
    </w:p>
    <w:p w:rsidR="006E45FF" w:rsidRPr="005F58EF" w:rsidRDefault="006E45FF" w:rsidP="00FC3EFB">
      <w:pPr>
        <w:pStyle w:val="ConsPlusNormal"/>
        <w:widowControl/>
        <w:ind w:firstLine="709"/>
        <w:jc w:val="both"/>
        <w:rPr>
          <w:sz w:val="24"/>
          <w:szCs w:val="24"/>
        </w:rPr>
      </w:pPr>
      <w:r w:rsidRPr="005F58EF">
        <w:rPr>
          <w:sz w:val="24"/>
          <w:szCs w:val="24"/>
        </w:rPr>
        <w:t>5.14.25 сжигать листву, траву, обрезки деревьев, производственные отходы на территориях хозяйствующих субъектов и частных домовладений;</w:t>
      </w:r>
    </w:p>
    <w:p w:rsidR="006E45FF" w:rsidRPr="005F58EF" w:rsidRDefault="006E45FF" w:rsidP="00FC3EFB">
      <w:pPr>
        <w:pStyle w:val="ConsPlusNormal"/>
        <w:widowControl/>
        <w:ind w:firstLine="709"/>
        <w:jc w:val="both"/>
        <w:rPr>
          <w:sz w:val="24"/>
          <w:szCs w:val="24"/>
        </w:rPr>
      </w:pPr>
      <w:r w:rsidRPr="005F58EF">
        <w:rPr>
          <w:sz w:val="24"/>
          <w:szCs w:val="24"/>
        </w:rPr>
        <w:t xml:space="preserve">5.14.26 осуществлять стоянку всех видов автотранспорта на проезжей части дворовых территорий, препятствующую подъезду транспортных средств оперативных служб (скорой помощи, милиции, пожарной службы, аварийно-спасательной службы); </w:t>
      </w:r>
    </w:p>
    <w:p w:rsidR="006E45FF" w:rsidRPr="005F58EF" w:rsidRDefault="006E45FF" w:rsidP="00FC3EFB">
      <w:pPr>
        <w:pStyle w:val="ConsPlusNormal"/>
        <w:widowControl/>
        <w:ind w:firstLine="709"/>
        <w:jc w:val="both"/>
        <w:rPr>
          <w:sz w:val="24"/>
          <w:szCs w:val="24"/>
        </w:rPr>
      </w:pPr>
      <w:r w:rsidRPr="005F58EF">
        <w:rPr>
          <w:sz w:val="24"/>
          <w:szCs w:val="24"/>
        </w:rPr>
        <w:t xml:space="preserve">5.14.27 осуществлять стоянку автотранспорта или иное создание препятствий (хранения личного или вверенного имущества, выполнения работ хозяйственно-бытового назначения), для осуществления ручной или механизированной уборки территории, а также для подъезда к контейнерным площадкам механических транспортных средств для сбора и вывоза мусора </w:t>
      </w:r>
    </w:p>
    <w:p w:rsidR="006E45FF" w:rsidRPr="005F58EF" w:rsidRDefault="006E45FF" w:rsidP="00FC3EFB">
      <w:pPr>
        <w:pStyle w:val="ConsPlusNormal"/>
        <w:widowControl/>
        <w:ind w:firstLine="709"/>
        <w:jc w:val="both"/>
        <w:rPr>
          <w:sz w:val="24"/>
          <w:szCs w:val="24"/>
        </w:rPr>
      </w:pPr>
      <w:r w:rsidRPr="005F58EF">
        <w:rPr>
          <w:sz w:val="24"/>
          <w:szCs w:val="24"/>
        </w:rPr>
        <w:t xml:space="preserve">5.15. Домашний скот и птица должны содержаться в пределах земельного участка собственника, владельца, пользователя, находящегося в его собственности, владении, пользовании. </w:t>
      </w:r>
    </w:p>
    <w:p w:rsidR="006E45FF" w:rsidRPr="005F58EF" w:rsidRDefault="006E45FF" w:rsidP="00FC3EFB">
      <w:pPr>
        <w:pStyle w:val="ConsPlusNormal"/>
        <w:widowControl/>
        <w:ind w:firstLine="709"/>
        <w:jc w:val="both"/>
        <w:rPr>
          <w:sz w:val="24"/>
          <w:szCs w:val="24"/>
        </w:rPr>
      </w:pPr>
      <w:r w:rsidRPr="005F58EF">
        <w:rPr>
          <w:sz w:val="24"/>
          <w:szCs w:val="24"/>
        </w:rPr>
        <w:t>5.16. Период зимнего содержания и уборки объектов благоустройства устанавливается с 1 ноября текущего календарного года по 15 апреля следующего календарного года. В случае значительного отклонения от среднего индивидуальных климатических особенностей текущей зимы сроки начала и окончания зимней уборки могут изменяться решением органа местного самоуправления.</w:t>
      </w:r>
    </w:p>
    <w:p w:rsidR="006E45FF" w:rsidRPr="005F58EF" w:rsidRDefault="006E45FF" w:rsidP="00FC3EFB">
      <w:pPr>
        <w:pStyle w:val="ConsPlusNormal"/>
        <w:widowControl/>
        <w:ind w:firstLine="709"/>
        <w:jc w:val="both"/>
        <w:rPr>
          <w:sz w:val="24"/>
          <w:szCs w:val="24"/>
        </w:rPr>
      </w:pPr>
      <w:r w:rsidRPr="005F58EF">
        <w:rPr>
          <w:sz w:val="24"/>
          <w:szCs w:val="24"/>
        </w:rPr>
        <w:t>5.16.1. В первоочередном порядке в целях обеспечения беспрепятственного проезда транспортных средств и движения пешеходов должна выполняться уборка снега и ликвидация ледовых образований с проезжей части дорог и тротуаров.</w:t>
      </w:r>
    </w:p>
    <w:p w:rsidR="006E45FF" w:rsidRPr="005F58EF" w:rsidRDefault="006E45FF" w:rsidP="00FC3EFB">
      <w:pPr>
        <w:pStyle w:val="ConsPlusNormal"/>
        <w:widowControl/>
        <w:ind w:firstLine="709"/>
        <w:jc w:val="both"/>
        <w:rPr>
          <w:sz w:val="24"/>
          <w:szCs w:val="24"/>
        </w:rPr>
      </w:pPr>
      <w:r w:rsidRPr="005F58EF">
        <w:rPr>
          <w:sz w:val="24"/>
          <w:szCs w:val="24"/>
        </w:rPr>
        <w:t>5.16.2. В период зимней уборки дорожки и площадки парков, скверов, тротуары дорожки и площадки для передвижения населения (посетителей, клиентов), организаций, предприятий и учреждений, независимо от форм собственности, должны быть убраны от снега и посыпаны противогололедным материалом в случае гололеда. Скамьи, урны и малые архитектурные формы, а также пространство вокруг них, подходы к ним должны быть очищены от снега и наледи.</w:t>
      </w:r>
    </w:p>
    <w:p w:rsidR="006E45FF" w:rsidRPr="005F58EF" w:rsidRDefault="006E45FF" w:rsidP="00FC3EFB">
      <w:pPr>
        <w:pStyle w:val="ConsPlusNormal"/>
        <w:widowControl/>
        <w:ind w:firstLine="709"/>
        <w:jc w:val="both"/>
        <w:rPr>
          <w:sz w:val="24"/>
          <w:szCs w:val="24"/>
        </w:rPr>
      </w:pPr>
      <w:r w:rsidRPr="005F58EF">
        <w:rPr>
          <w:sz w:val="24"/>
          <w:szCs w:val="24"/>
        </w:rPr>
        <w:t>5.16.3. В период зимнего содержания и уборки объектов благоустройства запрещается:</w:t>
      </w:r>
    </w:p>
    <w:p w:rsidR="006E45FF" w:rsidRPr="005F58EF" w:rsidRDefault="006E45FF" w:rsidP="00FC3EFB">
      <w:pPr>
        <w:pStyle w:val="ConsPlusNormal"/>
        <w:widowControl/>
        <w:ind w:firstLine="709"/>
        <w:jc w:val="both"/>
        <w:rPr>
          <w:sz w:val="24"/>
          <w:szCs w:val="24"/>
        </w:rPr>
      </w:pPr>
      <w:r w:rsidRPr="005F58EF">
        <w:rPr>
          <w:sz w:val="24"/>
          <w:szCs w:val="24"/>
        </w:rPr>
        <w:t>- выдвигать или перемещать на проезжую часть магистралей, улиц и проездов снег, счищаемый с придомовых территорий, территорий хозяйствующих субъектов;</w:t>
      </w:r>
    </w:p>
    <w:p w:rsidR="006E45FF" w:rsidRPr="005F58EF" w:rsidRDefault="006E45FF" w:rsidP="00FC3EFB">
      <w:pPr>
        <w:pStyle w:val="ConsPlusNormal"/>
        <w:widowControl/>
        <w:ind w:firstLine="709"/>
        <w:jc w:val="both"/>
        <w:rPr>
          <w:sz w:val="24"/>
          <w:szCs w:val="24"/>
        </w:rPr>
      </w:pPr>
      <w:r w:rsidRPr="005F58EF">
        <w:rPr>
          <w:sz w:val="24"/>
          <w:szCs w:val="24"/>
        </w:rPr>
        <w:t>-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6E45FF" w:rsidRPr="005F58EF" w:rsidRDefault="006E45FF" w:rsidP="00FC3EFB">
      <w:pPr>
        <w:pStyle w:val="ConsPlusNormal"/>
        <w:widowControl/>
        <w:ind w:firstLine="709"/>
        <w:jc w:val="both"/>
        <w:rPr>
          <w:sz w:val="24"/>
          <w:szCs w:val="24"/>
        </w:rPr>
      </w:pPr>
      <w:r w:rsidRPr="005F58EF">
        <w:rPr>
          <w:sz w:val="24"/>
          <w:szCs w:val="24"/>
        </w:rPr>
        <w:t>- организовывать складирование (свалки) снега в местах, не установленных органами местного самоуправления.</w:t>
      </w:r>
    </w:p>
    <w:p w:rsidR="006E45FF" w:rsidRPr="005F58EF" w:rsidRDefault="006E45FF" w:rsidP="00FC3EFB">
      <w:pPr>
        <w:pStyle w:val="ConsPlusNormal"/>
        <w:widowControl/>
        <w:ind w:firstLine="709"/>
        <w:jc w:val="both"/>
        <w:rPr>
          <w:sz w:val="24"/>
          <w:szCs w:val="24"/>
        </w:rPr>
      </w:pPr>
      <w:r w:rsidRPr="005F58EF">
        <w:rPr>
          <w:sz w:val="24"/>
          <w:szCs w:val="24"/>
        </w:rPr>
        <w:t>5.16.4. 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w:t>
      </w:r>
    </w:p>
    <w:p w:rsidR="006E45FF" w:rsidRPr="005F58EF" w:rsidRDefault="006E45FF" w:rsidP="00FC3EFB">
      <w:pPr>
        <w:pStyle w:val="ConsPlusNormal"/>
        <w:widowControl/>
        <w:ind w:firstLine="709"/>
        <w:jc w:val="both"/>
        <w:rPr>
          <w:sz w:val="24"/>
          <w:szCs w:val="24"/>
        </w:rPr>
      </w:pPr>
      <w:r w:rsidRPr="005F58EF">
        <w:rPr>
          <w:sz w:val="24"/>
          <w:szCs w:val="24"/>
        </w:rPr>
        <w:t>Формирование снежных валов не допускается:</w:t>
      </w:r>
    </w:p>
    <w:p w:rsidR="006E45FF" w:rsidRPr="005F58EF" w:rsidRDefault="006E45FF" w:rsidP="00FC3EFB">
      <w:pPr>
        <w:pStyle w:val="ConsPlusNormal"/>
        <w:widowControl/>
        <w:ind w:firstLine="709"/>
        <w:jc w:val="both"/>
        <w:rPr>
          <w:sz w:val="24"/>
          <w:szCs w:val="24"/>
        </w:rPr>
      </w:pPr>
      <w:r w:rsidRPr="005F58EF">
        <w:rPr>
          <w:sz w:val="24"/>
          <w:szCs w:val="24"/>
        </w:rPr>
        <w:t xml:space="preserve">- на перекрестках; </w:t>
      </w:r>
    </w:p>
    <w:p w:rsidR="006E45FF" w:rsidRPr="005F58EF" w:rsidRDefault="006E45FF" w:rsidP="00FC3EFB">
      <w:pPr>
        <w:pStyle w:val="ConsPlusNormal"/>
        <w:widowControl/>
        <w:ind w:firstLine="709"/>
        <w:jc w:val="both"/>
        <w:rPr>
          <w:sz w:val="24"/>
          <w:szCs w:val="24"/>
        </w:rPr>
      </w:pPr>
      <w:r w:rsidRPr="005F58EF">
        <w:rPr>
          <w:sz w:val="24"/>
          <w:szCs w:val="24"/>
        </w:rPr>
        <w:t>- на тротуарах.</w:t>
      </w:r>
    </w:p>
    <w:p w:rsidR="006E45FF" w:rsidRPr="005F58EF" w:rsidRDefault="006E45FF" w:rsidP="00FC3EFB">
      <w:pPr>
        <w:pStyle w:val="ConsPlusNormal"/>
        <w:widowControl/>
        <w:ind w:firstLine="709"/>
        <w:jc w:val="both"/>
        <w:rPr>
          <w:sz w:val="24"/>
          <w:szCs w:val="24"/>
        </w:rPr>
      </w:pPr>
      <w:r w:rsidRPr="005F58EF">
        <w:rPr>
          <w:sz w:val="24"/>
          <w:szCs w:val="24"/>
        </w:rPr>
        <w:t>5.16.5. Вывоз снега с улиц и проездов осуществляется в первую очередь от остановок общественного пассажирского транспорта, с мостов и путепроводов, мест массового посещения граждан, въездов на социально значимых объектов в течение суток после окончания снегопада.</w:t>
      </w:r>
    </w:p>
    <w:p w:rsidR="006E45FF" w:rsidRPr="005F58EF" w:rsidRDefault="006E45FF" w:rsidP="00FC3EFB">
      <w:pPr>
        <w:pStyle w:val="ConsPlusNormal"/>
        <w:widowControl/>
        <w:ind w:firstLine="709"/>
        <w:jc w:val="both"/>
        <w:rPr>
          <w:b/>
          <w:bCs/>
          <w:sz w:val="24"/>
          <w:szCs w:val="24"/>
        </w:rPr>
      </w:pPr>
      <w:r w:rsidRPr="005F58EF">
        <w:rPr>
          <w:sz w:val="24"/>
          <w:szCs w:val="24"/>
        </w:rPr>
        <w:t>Места временного складирования снега после снеготаяния должны быть очищены от мусора и благоустроены</w:t>
      </w:r>
      <w:r w:rsidRPr="005F58EF">
        <w:rPr>
          <w:b/>
          <w:bCs/>
          <w:sz w:val="24"/>
          <w:szCs w:val="24"/>
        </w:rPr>
        <w:t>.</w:t>
      </w:r>
    </w:p>
    <w:p w:rsidR="006E45FF" w:rsidRPr="005F58EF" w:rsidRDefault="006E45FF" w:rsidP="00FC3EFB">
      <w:pPr>
        <w:pStyle w:val="ConsPlusNormal"/>
        <w:widowControl/>
        <w:ind w:firstLine="709"/>
        <w:jc w:val="both"/>
        <w:rPr>
          <w:sz w:val="24"/>
          <w:szCs w:val="24"/>
        </w:rPr>
      </w:pPr>
      <w:r w:rsidRPr="005F58EF">
        <w:rPr>
          <w:sz w:val="24"/>
          <w:szCs w:val="24"/>
        </w:rPr>
        <w:t>5.16.6. В зимнее время правообладатели зданий, строений, сооружений, обязаны организовать своевременная очистка кровель зданий от снега и ледовых образований. Очистка крыш от снега и удаление наростов льда на карнизах крыш и водосточных трубах производятся систематически силами и средствами владельцев зданий и сооружений или обслуживающих их организаций с немедленным вывозом снега и льда и обязательным соблюдением мер предосторожности, в том числе устройством временных ограждений с установкой предупредительных знаков, во избежание несчастных случаев с пешеходами, повреждений имущества, воздушных сетей, светильников и зеленых насаждений.</w:t>
      </w:r>
    </w:p>
    <w:p w:rsidR="006E45FF" w:rsidRPr="005F58EF" w:rsidRDefault="006E45FF" w:rsidP="00FC3EFB">
      <w:pPr>
        <w:pStyle w:val="ConsPlusNormal"/>
        <w:widowControl/>
        <w:ind w:firstLine="709"/>
        <w:jc w:val="both"/>
        <w:rPr>
          <w:sz w:val="24"/>
          <w:szCs w:val="24"/>
        </w:rPr>
      </w:pPr>
      <w:r w:rsidRPr="005F58EF">
        <w:rPr>
          <w:sz w:val="24"/>
          <w:szCs w:val="24"/>
        </w:rPr>
        <w:t xml:space="preserve">5.16.7.При возникновении гололедных явлений лица ответственные за содержание улично-дорожной сети обязаны произвести, на территории своей ответственности противогололедные мероприятия, обеспечивающие безопасность движения транспортных средств и пешеходов. </w:t>
      </w:r>
    </w:p>
    <w:p w:rsidR="006E45FF" w:rsidRPr="005F58EF" w:rsidRDefault="006E45FF" w:rsidP="00FC3EFB">
      <w:pPr>
        <w:pStyle w:val="ConsPlusNormal"/>
        <w:widowControl/>
        <w:ind w:firstLine="709"/>
        <w:jc w:val="both"/>
        <w:rPr>
          <w:sz w:val="24"/>
          <w:szCs w:val="24"/>
        </w:rPr>
      </w:pPr>
      <w:r w:rsidRPr="005F58EF">
        <w:rPr>
          <w:sz w:val="24"/>
          <w:szCs w:val="24"/>
        </w:rPr>
        <w:t>5.16.8 При выпадении снега, возникновении гололедных явлений, хозяйствующие субъекты (собственники, пользователи, арендаторы) использующие объекты недвижимости на соответствующем праве, для оказания услуг населению должны обеспечить безопасные пути движения посетителей (клиентов) к своим организациям (очищать от снега, проводить противогололедные мероприятия).</w:t>
      </w:r>
    </w:p>
    <w:p w:rsidR="006E45FF" w:rsidRPr="005F58EF" w:rsidRDefault="006E45FF" w:rsidP="00FC3EFB">
      <w:pPr>
        <w:pStyle w:val="ConsPlusNormal"/>
        <w:widowControl/>
        <w:ind w:firstLine="709"/>
        <w:jc w:val="both"/>
        <w:rPr>
          <w:sz w:val="24"/>
          <w:szCs w:val="24"/>
        </w:rPr>
      </w:pPr>
      <w:r w:rsidRPr="005F58EF">
        <w:rPr>
          <w:sz w:val="24"/>
          <w:szCs w:val="24"/>
        </w:rPr>
        <w:t>5.17. Период летнего содержания и уборки объектов благоустройства устанавливается с 16 апреля по 31 октября текущего календарного года.</w:t>
      </w:r>
    </w:p>
    <w:p w:rsidR="006E45FF" w:rsidRPr="005F58EF" w:rsidRDefault="006E45FF" w:rsidP="00FC3EFB">
      <w:pPr>
        <w:pStyle w:val="ConsPlusNormal"/>
        <w:widowControl/>
        <w:ind w:firstLine="709"/>
        <w:jc w:val="both"/>
        <w:rPr>
          <w:sz w:val="24"/>
          <w:szCs w:val="24"/>
        </w:rPr>
      </w:pPr>
      <w:r w:rsidRPr="005F58EF">
        <w:rPr>
          <w:sz w:val="24"/>
          <w:szCs w:val="24"/>
        </w:rPr>
        <w:t>В период летнего содержания объектов правообладатели объектов благоустройства, лица ответственные за содержание объектов благоустройства обязаны обеспечивать исполнение настоящих Правил:</w:t>
      </w:r>
    </w:p>
    <w:p w:rsidR="006E45FF" w:rsidRPr="005F58EF" w:rsidRDefault="006E45FF" w:rsidP="00FC3EFB">
      <w:pPr>
        <w:pStyle w:val="ConsPlusNormal"/>
        <w:widowControl/>
        <w:ind w:firstLine="709"/>
        <w:jc w:val="both"/>
        <w:rPr>
          <w:sz w:val="24"/>
          <w:szCs w:val="24"/>
        </w:rPr>
      </w:pPr>
      <w:r w:rsidRPr="005F58EF">
        <w:rPr>
          <w:sz w:val="24"/>
          <w:szCs w:val="24"/>
        </w:rPr>
        <w:t>5.17.1 В течение 2-х недель, после схода снежного покрова, произвести «Весеннюю очистку территории», путем массового привлечения собственных работников и населения, в том числе:</w:t>
      </w:r>
    </w:p>
    <w:p w:rsidR="006E45FF" w:rsidRPr="005F58EF" w:rsidRDefault="006E45FF" w:rsidP="00FC3EFB">
      <w:pPr>
        <w:pStyle w:val="ConsPlusNormal"/>
        <w:widowControl/>
        <w:ind w:firstLine="709"/>
        <w:jc w:val="both"/>
        <w:rPr>
          <w:sz w:val="24"/>
          <w:szCs w:val="24"/>
        </w:rPr>
      </w:pPr>
      <w:r w:rsidRPr="005F58EF">
        <w:rPr>
          <w:sz w:val="24"/>
          <w:szCs w:val="24"/>
        </w:rPr>
        <w:t xml:space="preserve">- очистить территорию объектов благоустройства от мусора и высохших остатков растительности; </w:t>
      </w:r>
    </w:p>
    <w:p w:rsidR="006E45FF" w:rsidRPr="005F58EF" w:rsidRDefault="006E45FF" w:rsidP="00FC3EFB">
      <w:pPr>
        <w:pStyle w:val="ConsPlusNormal"/>
        <w:widowControl/>
        <w:ind w:firstLine="709"/>
        <w:jc w:val="both"/>
        <w:rPr>
          <w:sz w:val="24"/>
          <w:szCs w:val="24"/>
        </w:rPr>
      </w:pPr>
      <w:r w:rsidRPr="005F58EF">
        <w:rPr>
          <w:sz w:val="24"/>
          <w:szCs w:val="24"/>
        </w:rPr>
        <w:t>- ликвидировать возникшие стихийные свалки;</w:t>
      </w:r>
    </w:p>
    <w:p w:rsidR="006E45FF" w:rsidRPr="005F58EF" w:rsidRDefault="006E45FF" w:rsidP="00FC3EFB">
      <w:pPr>
        <w:pStyle w:val="ConsPlusNormal"/>
        <w:widowControl/>
        <w:ind w:firstLine="709"/>
        <w:jc w:val="both"/>
        <w:rPr>
          <w:sz w:val="24"/>
          <w:szCs w:val="24"/>
        </w:rPr>
      </w:pPr>
      <w:r w:rsidRPr="005F58EF">
        <w:rPr>
          <w:sz w:val="24"/>
          <w:szCs w:val="24"/>
        </w:rPr>
        <w:t>- произвести обрезку высохших и поврежденных частей деревьев и кустарников, санитарную окраску (побелку) стволов деревьев;</w:t>
      </w:r>
    </w:p>
    <w:p w:rsidR="006E45FF" w:rsidRPr="005F58EF" w:rsidRDefault="006E45FF" w:rsidP="00FC3EFB">
      <w:pPr>
        <w:pStyle w:val="ConsPlusNormal"/>
        <w:widowControl/>
        <w:ind w:firstLine="709"/>
        <w:jc w:val="both"/>
        <w:rPr>
          <w:sz w:val="24"/>
          <w:szCs w:val="24"/>
        </w:rPr>
      </w:pPr>
      <w:r w:rsidRPr="005F58EF">
        <w:rPr>
          <w:sz w:val="24"/>
          <w:szCs w:val="24"/>
        </w:rPr>
        <w:t>- произвести ремонт, поврежденных в зимний период элементов объектов благоустройства;</w:t>
      </w:r>
    </w:p>
    <w:p w:rsidR="006E45FF" w:rsidRPr="005F58EF" w:rsidRDefault="006E45FF" w:rsidP="00FC3EFB">
      <w:pPr>
        <w:pStyle w:val="ConsPlusNormal"/>
        <w:widowControl/>
        <w:ind w:firstLine="709"/>
        <w:jc w:val="both"/>
        <w:rPr>
          <w:sz w:val="24"/>
          <w:szCs w:val="24"/>
        </w:rPr>
      </w:pPr>
      <w:r w:rsidRPr="005F58EF">
        <w:rPr>
          <w:sz w:val="24"/>
          <w:szCs w:val="24"/>
        </w:rPr>
        <w:t>- очистку улично-дорожной сети, тротуаров, дорожек, площадей и других участков благоустроенных территорий от песка и иных противогололедных смесей примененных в течение зимнего периода, с вывозом в места хранения или утилизации. Запрещается сгребание песка и других противогололедных смесей на газоны и комлевой части деревьев и кустарников.</w:t>
      </w:r>
    </w:p>
    <w:p w:rsidR="006E45FF" w:rsidRPr="005F58EF" w:rsidRDefault="006E45FF" w:rsidP="00FC3EFB">
      <w:pPr>
        <w:pStyle w:val="ConsPlusNormal"/>
        <w:widowControl/>
        <w:ind w:firstLine="709"/>
        <w:jc w:val="both"/>
        <w:rPr>
          <w:sz w:val="24"/>
          <w:szCs w:val="24"/>
        </w:rPr>
      </w:pPr>
      <w:r w:rsidRPr="005F58EF">
        <w:rPr>
          <w:sz w:val="24"/>
          <w:szCs w:val="24"/>
        </w:rPr>
        <w:t xml:space="preserve">5.17.2. Внутридворовые проезды и тротуары, придомовые территории и места общего пользования с массовым посещением населения на территории поселения ежедневно должны подметаться с удалением смета, пыли и мелкого бытового мусора. </w:t>
      </w:r>
    </w:p>
    <w:p w:rsidR="006E45FF" w:rsidRPr="005F58EF" w:rsidRDefault="006E45FF" w:rsidP="00FC3EFB">
      <w:pPr>
        <w:pStyle w:val="ConsPlusNormal"/>
        <w:widowControl/>
        <w:ind w:firstLine="709"/>
        <w:jc w:val="both"/>
        <w:rPr>
          <w:sz w:val="24"/>
          <w:szCs w:val="24"/>
        </w:rPr>
      </w:pPr>
      <w:r w:rsidRPr="005F58EF">
        <w:rPr>
          <w:sz w:val="24"/>
          <w:szCs w:val="24"/>
        </w:rPr>
        <w:t>5.17.3. Улично-дорожная сеть, тротуары и расположенные на них остановки должны очищаться от грунтово-песчаных наносов, видимого мусора и периодически промываться</w:t>
      </w:r>
    </w:p>
    <w:p w:rsidR="006E45FF" w:rsidRPr="005F58EF" w:rsidRDefault="006E45FF" w:rsidP="00FC3EFB">
      <w:pPr>
        <w:pStyle w:val="ConsPlusNormal"/>
        <w:widowControl/>
        <w:ind w:firstLine="709"/>
        <w:jc w:val="both"/>
        <w:rPr>
          <w:sz w:val="24"/>
          <w:szCs w:val="24"/>
        </w:rPr>
      </w:pPr>
      <w:r w:rsidRPr="005F58EF">
        <w:rPr>
          <w:sz w:val="24"/>
          <w:szCs w:val="24"/>
        </w:rPr>
        <w:t>5.17.4 Мойка дорожных покрытий площадей и улиц должна производиться в соответствии с условиями договоров.</w:t>
      </w:r>
    </w:p>
    <w:p w:rsidR="006E45FF" w:rsidRPr="005F58EF" w:rsidRDefault="006E45FF" w:rsidP="00FC3EFB">
      <w:pPr>
        <w:pStyle w:val="ConsPlusNormal"/>
        <w:widowControl/>
        <w:ind w:firstLine="709"/>
        <w:jc w:val="both"/>
        <w:rPr>
          <w:sz w:val="24"/>
          <w:szCs w:val="24"/>
        </w:rPr>
      </w:pPr>
      <w:r w:rsidRPr="005F58EF">
        <w:rPr>
          <w:sz w:val="24"/>
          <w:szCs w:val="24"/>
        </w:rPr>
        <w:t>5.17.5. Смет и мусор, выбитые при уборке или мойке проезжей части на тротуары, газоны, посадочные площадки, павильоны остановок общественного пассажирского транспорта, близко расположенные фасады зданий, объекты торговли и другие объекты, подлежат уборке лицом, осуществляющим уборку проезжей части.</w:t>
      </w:r>
    </w:p>
    <w:p w:rsidR="006E45FF" w:rsidRPr="005F58EF" w:rsidRDefault="006E45FF" w:rsidP="00FC3EFB">
      <w:pPr>
        <w:pStyle w:val="ConsPlusNormal"/>
        <w:widowControl/>
        <w:ind w:firstLine="709"/>
        <w:jc w:val="both"/>
        <w:rPr>
          <w:sz w:val="24"/>
          <w:szCs w:val="24"/>
        </w:rPr>
      </w:pPr>
      <w:r w:rsidRPr="005F58EF">
        <w:rPr>
          <w:sz w:val="24"/>
          <w:szCs w:val="24"/>
        </w:rPr>
        <w:t xml:space="preserve">5.17.6. В период листопада должно производятся сгребание и вывоз опавших листьев с проезжей части дорог и придомовых территорий. Сгребание листвы к комлевой части деревьев и кустарников запрещается. </w:t>
      </w:r>
    </w:p>
    <w:p w:rsidR="006E45FF" w:rsidRPr="005F58EF" w:rsidRDefault="006E45FF" w:rsidP="00FC3EFB">
      <w:pPr>
        <w:pStyle w:val="ConsPlusNormal"/>
        <w:widowControl/>
        <w:ind w:firstLine="709"/>
        <w:jc w:val="both"/>
        <w:rPr>
          <w:sz w:val="24"/>
          <w:szCs w:val="24"/>
        </w:rPr>
      </w:pPr>
      <w:r w:rsidRPr="005F58EF">
        <w:rPr>
          <w:sz w:val="24"/>
          <w:szCs w:val="24"/>
        </w:rPr>
        <w:t xml:space="preserve">5.17.7. Хозяйствующие субъекты (собственники, пользователи, арендаторы) использующие объекты недвижимости на соответствующем праве, для оказания услуг населению должны обеспечить безопасные пути движения посетителей (клиентов) к своим организациям и содержать их в соответствии с требованиями настоящих Правил. </w:t>
      </w:r>
    </w:p>
    <w:p w:rsidR="006E45FF" w:rsidRPr="005F58EF" w:rsidRDefault="006E45FF" w:rsidP="00FC3EFB">
      <w:pPr>
        <w:pStyle w:val="ConsPlusNormal"/>
        <w:widowControl/>
        <w:ind w:firstLine="709"/>
        <w:jc w:val="both"/>
        <w:rPr>
          <w:sz w:val="24"/>
          <w:szCs w:val="24"/>
        </w:rPr>
      </w:pPr>
      <w:r w:rsidRPr="005F58EF">
        <w:rPr>
          <w:sz w:val="24"/>
          <w:szCs w:val="24"/>
        </w:rPr>
        <w:t>5.17.8. В целях обеспечения противопожарных мероприятий, мероприятий по обеспечению санитарного и экологического благополучия территории и населения ежегодно в сентябре (до 1 октября), правообладатели объектов благоустройства обязаны организовать и провести осеннюю уборку и подготовку территории к эксплуатации в зимний период, уделив особое внимание на:</w:t>
      </w:r>
    </w:p>
    <w:p w:rsidR="006E45FF" w:rsidRPr="005F58EF" w:rsidRDefault="006E45FF" w:rsidP="00FC3EFB">
      <w:pPr>
        <w:pStyle w:val="ConsPlusNormal"/>
        <w:widowControl/>
        <w:ind w:firstLine="709"/>
        <w:jc w:val="both"/>
        <w:rPr>
          <w:sz w:val="24"/>
          <w:szCs w:val="24"/>
        </w:rPr>
      </w:pPr>
      <w:r w:rsidRPr="005F58EF">
        <w:rPr>
          <w:sz w:val="24"/>
          <w:szCs w:val="24"/>
        </w:rPr>
        <w:t>- очистку водоприемных и водопропускных устройств объектов благоустройства;</w:t>
      </w:r>
    </w:p>
    <w:p w:rsidR="006E45FF" w:rsidRPr="005F58EF" w:rsidRDefault="006E45FF" w:rsidP="00FC3EFB">
      <w:pPr>
        <w:pStyle w:val="ConsPlusNormal"/>
        <w:widowControl/>
        <w:ind w:firstLine="709"/>
        <w:jc w:val="both"/>
        <w:rPr>
          <w:sz w:val="24"/>
          <w:szCs w:val="24"/>
        </w:rPr>
      </w:pPr>
      <w:r w:rsidRPr="005F58EF">
        <w:rPr>
          <w:sz w:val="24"/>
          <w:szCs w:val="24"/>
        </w:rPr>
        <w:t xml:space="preserve">- ликвидацию стихийных свалок; </w:t>
      </w:r>
    </w:p>
    <w:p w:rsidR="006E45FF" w:rsidRPr="005F58EF" w:rsidRDefault="006E45FF" w:rsidP="00FC3EFB">
      <w:pPr>
        <w:pStyle w:val="ConsPlusNormal"/>
        <w:widowControl/>
        <w:ind w:firstLine="709"/>
        <w:jc w:val="both"/>
        <w:rPr>
          <w:sz w:val="24"/>
          <w:szCs w:val="24"/>
        </w:rPr>
      </w:pPr>
      <w:r w:rsidRPr="005F58EF">
        <w:rPr>
          <w:sz w:val="24"/>
          <w:szCs w:val="24"/>
        </w:rPr>
        <w:t xml:space="preserve">- очистку подведомственных территорий от травы, остатков растительности, с вывозом их на отведенные места для утилизации; </w:t>
      </w:r>
    </w:p>
    <w:p w:rsidR="006E45FF" w:rsidRPr="005F58EF" w:rsidRDefault="006E45FF" w:rsidP="00FC3EFB">
      <w:pPr>
        <w:pStyle w:val="ConsPlusNormal"/>
        <w:widowControl/>
        <w:ind w:firstLine="709"/>
        <w:jc w:val="both"/>
        <w:rPr>
          <w:sz w:val="24"/>
          <w:szCs w:val="24"/>
        </w:rPr>
      </w:pPr>
      <w:r w:rsidRPr="005F58EF">
        <w:rPr>
          <w:sz w:val="24"/>
          <w:szCs w:val="24"/>
        </w:rPr>
        <w:t>- профилактические и ремонтные работы по обеспечению безаварийного функционированию централизованных систем наружного освещения, локальных систем освещения территорий предприятий, организаций, учреждений, частных владений;</w:t>
      </w:r>
    </w:p>
    <w:p w:rsidR="006E45FF" w:rsidRPr="005F58EF" w:rsidRDefault="006E45FF" w:rsidP="00FC3EFB">
      <w:pPr>
        <w:pStyle w:val="ConsPlusNormal"/>
        <w:widowControl/>
        <w:ind w:firstLine="709"/>
        <w:jc w:val="both"/>
        <w:rPr>
          <w:sz w:val="24"/>
          <w:szCs w:val="24"/>
        </w:rPr>
      </w:pPr>
      <w:r w:rsidRPr="005F58EF">
        <w:rPr>
          <w:sz w:val="24"/>
          <w:szCs w:val="24"/>
        </w:rPr>
        <w:t>- подготовку материалов, инвентаря, инструмента, машин и механизмов, необходимых для обеспечения эксплуатации объектов благоустройства в зимний период;</w:t>
      </w:r>
    </w:p>
    <w:p w:rsidR="006E45FF" w:rsidRPr="005F58EF" w:rsidRDefault="006E45FF" w:rsidP="00FC3EFB">
      <w:pPr>
        <w:pStyle w:val="ConsPlusNormal"/>
        <w:widowControl/>
        <w:ind w:firstLine="709"/>
        <w:jc w:val="both"/>
        <w:rPr>
          <w:sz w:val="24"/>
          <w:szCs w:val="24"/>
        </w:rPr>
      </w:pPr>
      <w:r w:rsidRPr="005F58EF">
        <w:rPr>
          <w:sz w:val="24"/>
          <w:szCs w:val="24"/>
        </w:rPr>
        <w:t xml:space="preserve">5.18 Ответственность и организация работ по сбору, транспортировке (вывозу) и сдачи ТБО (КГМ) и прочего мусора на утилизацию является обязанностью лиц осуществляющих работы по содержанию объектов благоустройства и определенных статьей 4 настоящих Правил, путем заключения соответствующих договоров со специализированными организациями, или самостоятельно, при наличии, подтвержденных соответствующими договорами и лицензиями, условий обеспечивающих исполнение требований законодательства и настоящих Правил. </w:t>
      </w:r>
    </w:p>
    <w:p w:rsidR="006E45FF" w:rsidRPr="005F58EF" w:rsidRDefault="006E45FF" w:rsidP="00FC3EFB">
      <w:pPr>
        <w:pStyle w:val="ConsPlusNormal"/>
        <w:widowControl/>
        <w:ind w:firstLine="709"/>
        <w:jc w:val="both"/>
        <w:rPr>
          <w:sz w:val="24"/>
          <w:szCs w:val="24"/>
        </w:rPr>
      </w:pPr>
      <w:r w:rsidRPr="005F58EF">
        <w:rPr>
          <w:sz w:val="24"/>
          <w:szCs w:val="24"/>
        </w:rPr>
        <w:t xml:space="preserve">Общие требования организации работ по сбору, транспортировке (вывозу) и сдачи ТБО (КГМ) и прочего мусора на утилизацию установлены статьей 8, настоящих Правил. </w:t>
      </w:r>
    </w:p>
    <w:p w:rsidR="006E45FF" w:rsidRPr="005F58EF" w:rsidRDefault="006E45FF" w:rsidP="00FC3EFB">
      <w:pPr>
        <w:pStyle w:val="ConsPlusNormal"/>
        <w:widowControl/>
        <w:ind w:firstLine="709"/>
        <w:jc w:val="both"/>
        <w:rPr>
          <w:sz w:val="24"/>
          <w:szCs w:val="24"/>
        </w:rPr>
      </w:pPr>
      <w:r w:rsidRPr="005F58EF">
        <w:rPr>
          <w:sz w:val="24"/>
          <w:szCs w:val="24"/>
        </w:rPr>
        <w:t xml:space="preserve">5.19. Территория </w:t>
      </w:r>
      <w:r>
        <w:rPr>
          <w:sz w:val="24"/>
          <w:szCs w:val="24"/>
        </w:rPr>
        <w:t>Вишневского</w:t>
      </w:r>
      <w:r w:rsidRPr="005F58EF">
        <w:rPr>
          <w:sz w:val="24"/>
          <w:szCs w:val="24"/>
        </w:rPr>
        <w:t xml:space="preserve"> сельского совета подлежит освещению в темное время суток в соответствии с требованиями статьи 9 настоящих Правил. Количество устройств наружного освещения и расстояние между ними должно обеспечивать уровень освещенности, позволяющий свободную ориентацию человека на требующей освещения территории в темное время суток. </w:t>
      </w:r>
    </w:p>
    <w:p w:rsidR="006E45FF" w:rsidRPr="005F58EF" w:rsidRDefault="006E45FF" w:rsidP="00FC3EFB">
      <w:pPr>
        <w:pStyle w:val="ConsPlusNormal"/>
        <w:widowControl/>
        <w:ind w:firstLine="709"/>
        <w:jc w:val="both"/>
        <w:rPr>
          <w:sz w:val="24"/>
          <w:szCs w:val="24"/>
        </w:rPr>
      </w:pPr>
      <w:r w:rsidRPr="005F58EF">
        <w:rPr>
          <w:sz w:val="24"/>
          <w:szCs w:val="24"/>
        </w:rPr>
        <w:t xml:space="preserve">5.20. Размещение (распространение) на территории Администрации сельского совета рекламной, информационной, агитационной и иной продукции, имеющей эти признаки, допускается только в соответствии с требованиями действующего законодательства и статьи 14, настоящих Правил. </w:t>
      </w:r>
    </w:p>
    <w:p w:rsidR="006E45FF" w:rsidRPr="005F58EF" w:rsidRDefault="006E45FF" w:rsidP="00FC3EFB">
      <w:pPr>
        <w:pStyle w:val="ConsPlusNormal"/>
        <w:widowControl/>
        <w:ind w:firstLine="709"/>
        <w:jc w:val="both"/>
        <w:rPr>
          <w:sz w:val="24"/>
          <w:szCs w:val="24"/>
        </w:rPr>
      </w:pPr>
      <w:r w:rsidRPr="005F58EF">
        <w:rPr>
          <w:sz w:val="24"/>
          <w:szCs w:val="24"/>
        </w:rPr>
        <w:t>5.20.1. Объявления, листовки, плакаты, афиши, другая печатная и рукописная продукция, а также иные информационные и агитационные материалы могут размещаются только в специально отведенных местах, средств размещения информации. Не допускается наружное размещение (расклеивание, вывешивание) объявлений, листовок, плакатов, афиш, другой печатной и рукописной продукции, а также иных информационных материалов, вне специально отведенных для этих целей мест и средств размещения информации, а равно без необходимых разрешений и согласований.</w:t>
      </w:r>
    </w:p>
    <w:p w:rsidR="006E45FF" w:rsidRPr="005F58EF" w:rsidRDefault="006E45FF" w:rsidP="00FC3EFB">
      <w:pPr>
        <w:pStyle w:val="ConsPlusNormal"/>
        <w:widowControl/>
        <w:ind w:firstLine="709"/>
        <w:jc w:val="both"/>
        <w:rPr>
          <w:iCs/>
          <w:sz w:val="24"/>
          <w:szCs w:val="24"/>
        </w:rPr>
      </w:pPr>
      <w:r w:rsidRPr="005F58EF">
        <w:rPr>
          <w:sz w:val="24"/>
          <w:szCs w:val="24"/>
        </w:rPr>
        <w:t>5.20.2.Запрещается н</w:t>
      </w:r>
      <w:r w:rsidRPr="005F58EF">
        <w:rPr>
          <w:iCs/>
          <w:sz w:val="24"/>
          <w:szCs w:val="24"/>
        </w:rPr>
        <w:t xml:space="preserve">анесение надписей и графических изображений на объектах благоустройства вне отведенных для этих целей мест, а равно совершение указанных действий без необходимых разрешений и согласований. </w:t>
      </w:r>
    </w:p>
    <w:p w:rsidR="006E45FF" w:rsidRPr="005F58EF" w:rsidRDefault="006E45FF" w:rsidP="00FC3EFB">
      <w:pPr>
        <w:pStyle w:val="ConsPlusNormal"/>
        <w:widowControl/>
        <w:ind w:firstLine="709"/>
        <w:jc w:val="both"/>
        <w:rPr>
          <w:iCs/>
          <w:sz w:val="24"/>
          <w:szCs w:val="24"/>
        </w:rPr>
      </w:pPr>
      <w:r w:rsidRPr="005F58EF">
        <w:rPr>
          <w:iCs/>
          <w:sz w:val="24"/>
          <w:szCs w:val="24"/>
        </w:rPr>
        <w:t xml:space="preserve">5.20.3. Порядок размещения и распространения наружной рекламой продукции (рекламы), установлен Федеральным законом от 13.03.2006 г. №38-ФЗ «О рекламе» и статьей 14 настоящих Правил. </w:t>
      </w:r>
    </w:p>
    <w:p w:rsidR="006E45FF" w:rsidRPr="005F58EF" w:rsidRDefault="006E45FF" w:rsidP="00FC3EFB">
      <w:pPr>
        <w:pStyle w:val="ConsPlusNormal"/>
        <w:widowControl/>
        <w:ind w:firstLine="709"/>
        <w:jc w:val="both"/>
        <w:rPr>
          <w:sz w:val="24"/>
          <w:szCs w:val="24"/>
        </w:rPr>
      </w:pPr>
      <w:r w:rsidRPr="005F58EF">
        <w:rPr>
          <w:sz w:val="24"/>
          <w:szCs w:val="24"/>
        </w:rPr>
        <w:t xml:space="preserve">5.21. Инженерные коммуникации и отдельно стоящие объекты коммунального назначения должны содержаться в соответствии с требованиями статьи 12, настоящих Правил. Инженерные коммуникации должны иметь штатные ограждающие элементы, не иметь загрязнений, разрушений покрасочного или теплоизоляционного слоя, несанкционированных надписей. Водоотводные (ливневые) сооружения должны своевременно очищаться от накопившегося мусора, осадков и обеспечивать прием и пропуск воды (жидкостей), исключающей подтопление территории. Прилегающая к инженерным коммуникациям территория должна содержаться в чистоте. </w:t>
      </w:r>
    </w:p>
    <w:p w:rsidR="006E45FF" w:rsidRPr="005F58EF" w:rsidRDefault="006E45FF" w:rsidP="00FC3EFB">
      <w:pPr>
        <w:pStyle w:val="ConsPlusNormal"/>
        <w:widowControl/>
        <w:ind w:firstLine="709"/>
        <w:jc w:val="both"/>
        <w:rPr>
          <w:sz w:val="24"/>
          <w:szCs w:val="24"/>
        </w:rPr>
      </w:pPr>
      <w:r w:rsidRPr="005F58EF">
        <w:rPr>
          <w:sz w:val="24"/>
          <w:szCs w:val="24"/>
        </w:rPr>
        <w:t>Требования по благоустройству, при проведении ремонтных работ установлены статьей 13 настоящих Правил.</w:t>
      </w:r>
    </w:p>
    <w:p w:rsidR="006E45FF" w:rsidRPr="005F58EF" w:rsidRDefault="006E45FF" w:rsidP="00FC3EFB">
      <w:pPr>
        <w:pStyle w:val="ConsPlusNormal"/>
        <w:widowControl/>
        <w:ind w:firstLine="709"/>
        <w:jc w:val="both"/>
        <w:rPr>
          <w:color w:val="0000FF"/>
          <w:sz w:val="24"/>
          <w:szCs w:val="24"/>
        </w:rPr>
      </w:pP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6. Фасады зданий. Общие требования для правообладателей объектов</w:t>
      </w:r>
    </w:p>
    <w:p w:rsidR="006E45FF" w:rsidRPr="005F58EF" w:rsidRDefault="006E45FF" w:rsidP="00FC3EFB">
      <w:pPr>
        <w:pStyle w:val="Style6"/>
        <w:widowControl/>
        <w:spacing w:line="240" w:lineRule="auto"/>
        <w:ind w:firstLine="709"/>
        <w:rPr>
          <w:rFonts w:ascii="Arial" w:hAnsi="Arial" w:cs="Arial"/>
        </w:rPr>
      </w:pPr>
    </w:p>
    <w:p w:rsidR="006E45FF" w:rsidRPr="005F58EF" w:rsidRDefault="006E45FF" w:rsidP="00FC3EFB">
      <w:pPr>
        <w:pStyle w:val="Style2"/>
        <w:widowControl/>
        <w:ind w:firstLine="709"/>
        <w:rPr>
          <w:rStyle w:val="FontStyle15"/>
          <w:rFonts w:ascii="Arial" w:hAnsi="Arial" w:cs="Arial"/>
          <w:sz w:val="24"/>
          <w:szCs w:val="24"/>
        </w:rPr>
      </w:pPr>
      <w:r w:rsidRPr="005F58EF">
        <w:rPr>
          <w:rFonts w:ascii="Arial" w:hAnsi="Arial" w:cs="Arial"/>
        </w:rPr>
        <w:t>6.1 Юридические и физические лица, являющиеся правообладателями объектов недвижимости на соответствующем праве, объектов капитального строительства и временных сооружений обязаны поддерживать в надлежащем состоянии фасады и их конструктивные элементы, производить своевременные ремонтные и профилактические работы.</w:t>
      </w:r>
      <w:r w:rsidRPr="005F58EF">
        <w:rPr>
          <w:rStyle w:val="FontStyle15"/>
          <w:rFonts w:ascii="Arial" w:hAnsi="Arial" w:cs="Arial"/>
          <w:sz w:val="24"/>
          <w:szCs w:val="24"/>
        </w:rPr>
        <w:t xml:space="preserve"> </w:t>
      </w:r>
      <w:r w:rsidRPr="005F58EF">
        <w:rPr>
          <w:rStyle w:val="FontStyle13"/>
          <w:rFonts w:ascii="Arial" w:hAnsi="Arial" w:cs="Arial"/>
        </w:rPr>
        <w:t>Здания, сооружения должны содержаться в чистоте и состоянии, исключающем их преждевременный износ и разрушение.</w:t>
      </w:r>
      <w:r w:rsidRPr="005F58EF">
        <w:rPr>
          <w:rStyle w:val="FontStyle15"/>
          <w:rFonts w:ascii="Arial" w:hAnsi="Arial" w:cs="Arial"/>
          <w:sz w:val="24"/>
          <w:szCs w:val="24"/>
        </w:rPr>
        <w:t xml:space="preserve"> </w:t>
      </w:r>
    </w:p>
    <w:p w:rsidR="006E45FF" w:rsidRPr="00E40253" w:rsidRDefault="006E45FF" w:rsidP="00FC3EFB">
      <w:pPr>
        <w:pStyle w:val="Style2"/>
        <w:widowControl/>
        <w:ind w:firstLine="709"/>
        <w:jc w:val="left"/>
        <w:rPr>
          <w:rStyle w:val="FontStyle15"/>
          <w:rFonts w:ascii="Arial" w:hAnsi="Arial" w:cs="Arial"/>
          <w:sz w:val="28"/>
          <w:szCs w:val="28"/>
        </w:rPr>
      </w:pPr>
      <w:r w:rsidRPr="00E40253">
        <w:rPr>
          <w:rStyle w:val="FontStyle15"/>
          <w:rFonts w:ascii="Arial" w:hAnsi="Arial" w:cs="Arial"/>
          <w:b w:val="0"/>
          <w:sz w:val="24"/>
          <w:szCs w:val="24"/>
        </w:rPr>
        <w:t>6.2. Требования к надлежащему состоянию фасадов объектов недвижимости, объектов капитального строительства, временных зданий</w:t>
      </w:r>
      <w:r w:rsidRPr="00E40253">
        <w:rPr>
          <w:rStyle w:val="FontStyle15"/>
          <w:rFonts w:ascii="Arial" w:hAnsi="Arial" w:cs="Arial"/>
          <w:sz w:val="28"/>
          <w:szCs w:val="28"/>
        </w:rPr>
        <w:t xml:space="preserve"> : </w:t>
      </w:r>
    </w:p>
    <w:p w:rsidR="006E45FF" w:rsidRPr="005F58EF" w:rsidRDefault="006E45FF" w:rsidP="00FC3EFB">
      <w:pPr>
        <w:pStyle w:val="Style2"/>
        <w:widowControl/>
        <w:ind w:firstLine="709"/>
        <w:rPr>
          <w:rStyle w:val="FontStyle11"/>
          <w:rFonts w:ascii="Arial" w:hAnsi="Arial" w:cs="Arial"/>
          <w:sz w:val="24"/>
          <w:szCs w:val="24"/>
        </w:rPr>
      </w:pPr>
      <w:r w:rsidRPr="005F58EF">
        <w:rPr>
          <w:rStyle w:val="FontStyle11"/>
          <w:rFonts w:ascii="Arial" w:hAnsi="Arial" w:cs="Arial"/>
          <w:sz w:val="24"/>
          <w:szCs w:val="24"/>
        </w:rPr>
        <w:t>6.2.1.Фасады не должны иметь местных разрушений облицовки, штукатурки, фактурного и окрасочного слоев, выкрашивания раствора из швов облицовки, кирпичной и мелкоблочной кладки, разрушений герметизирующих заделок стыков полносборных зданий, повреждений или износа металлических покрытий на выступающих частях стен, мокрых и ржавых пятен, потеков, общего разрушения парапетов, цоколя и т.п.</w:t>
      </w:r>
    </w:p>
    <w:p w:rsidR="006E45FF" w:rsidRPr="005F58EF" w:rsidRDefault="006E45FF" w:rsidP="00FC3EFB">
      <w:pPr>
        <w:pStyle w:val="Style1"/>
        <w:widowControl/>
        <w:tabs>
          <w:tab w:val="left" w:pos="76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6.2.2. Фасады должны быть окрашены, очищены от явных загрязнений, высолов, разрушенных покрытий, а также несанкционированных графических изображений, листовок, объявлений и т.п.</w:t>
      </w:r>
    </w:p>
    <w:p w:rsidR="006E45FF" w:rsidRPr="005F58EF" w:rsidRDefault="006E45FF" w:rsidP="00FC3EFB">
      <w:pPr>
        <w:pStyle w:val="Style1"/>
        <w:widowControl/>
        <w:tabs>
          <w:tab w:val="left" w:pos="76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 xml:space="preserve">6.2.3. Размещенные на фасадах адресные реквизиты (порядкового номера строения и наименования улицы, переулка, площади и т.п.), установленные в соответствии с требованиями ст.5.5.2, настоящих Правил, должны содержаться в чистоте и надлежащем исправном состоянии, </w:t>
      </w:r>
    </w:p>
    <w:p w:rsidR="006E45FF" w:rsidRPr="005F58EF" w:rsidRDefault="006E45FF" w:rsidP="00FC3EFB">
      <w:pPr>
        <w:pStyle w:val="Style1"/>
        <w:widowControl/>
        <w:tabs>
          <w:tab w:val="left" w:pos="76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6.2.4. Все закрепленные к стене стальные элементы и детали крепления (кронштейны пожарных лестниц, анкеры, флагодержатели и др.) должны быть защищены от коррозии.</w:t>
      </w:r>
    </w:p>
    <w:p w:rsidR="006E45FF" w:rsidRPr="005F58EF" w:rsidRDefault="006E45FF" w:rsidP="00FC3EFB">
      <w:pPr>
        <w:pStyle w:val="Style1"/>
        <w:widowControl/>
        <w:tabs>
          <w:tab w:val="left" w:pos="76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6.2.5. Водосточные трубы должны находиться в исправном рабочем состоянии, водоотводящие устройства наружных стен иметь необходимые уклоны от стен и обеспечивать от них беспрепятственный отвод атмосферных вод.</w:t>
      </w:r>
    </w:p>
    <w:p w:rsidR="006E45FF" w:rsidRPr="005F58EF" w:rsidRDefault="006E45FF" w:rsidP="00FC3EFB">
      <w:pPr>
        <w:pStyle w:val="Style4"/>
        <w:widowControl/>
        <w:spacing w:line="240" w:lineRule="auto"/>
        <w:ind w:firstLine="709"/>
        <w:jc w:val="both"/>
        <w:rPr>
          <w:rStyle w:val="FontStyle11"/>
          <w:rFonts w:ascii="Arial" w:hAnsi="Arial" w:cs="Arial"/>
          <w:sz w:val="24"/>
          <w:szCs w:val="24"/>
        </w:rPr>
      </w:pPr>
      <w:r w:rsidRPr="005F58EF">
        <w:rPr>
          <w:rStyle w:val="FontStyle11"/>
          <w:rFonts w:ascii="Arial" w:hAnsi="Arial" w:cs="Arial"/>
          <w:sz w:val="24"/>
          <w:szCs w:val="24"/>
        </w:rPr>
        <w:t>6.2.6. Отмостка для отвода дождевых и талых вод должна иметь уклон от стены здания. Просадки, щели, трещины, образовавшиеся в отмостке, должны быть заделаны материалами, аналогичными покрытию.</w:t>
      </w:r>
    </w:p>
    <w:p w:rsidR="006E45FF" w:rsidRPr="005F58EF" w:rsidRDefault="006E45FF" w:rsidP="00FC3EFB">
      <w:pPr>
        <w:pStyle w:val="Style4"/>
        <w:widowControl/>
        <w:spacing w:line="240" w:lineRule="auto"/>
        <w:ind w:firstLine="709"/>
        <w:jc w:val="both"/>
        <w:rPr>
          <w:rStyle w:val="FontStyle11"/>
          <w:rFonts w:ascii="Arial" w:hAnsi="Arial" w:cs="Arial"/>
          <w:sz w:val="24"/>
          <w:szCs w:val="24"/>
        </w:rPr>
      </w:pPr>
      <w:r w:rsidRPr="00E40253">
        <w:rPr>
          <w:rStyle w:val="FontStyle15"/>
          <w:rFonts w:ascii="Arial" w:hAnsi="Arial" w:cs="Arial"/>
          <w:b w:val="0"/>
          <w:sz w:val="24"/>
          <w:szCs w:val="24"/>
        </w:rPr>
        <w:t>6.2.7</w:t>
      </w:r>
      <w:r w:rsidRPr="005F58EF">
        <w:rPr>
          <w:rStyle w:val="FontStyle15"/>
          <w:rFonts w:ascii="Arial" w:hAnsi="Arial" w:cs="Arial"/>
          <w:sz w:val="24"/>
          <w:szCs w:val="24"/>
        </w:rPr>
        <w:t xml:space="preserve">. </w:t>
      </w:r>
      <w:r w:rsidRPr="005F58EF">
        <w:rPr>
          <w:rStyle w:val="FontStyle11"/>
          <w:rFonts w:ascii="Arial" w:hAnsi="Arial" w:cs="Arial"/>
          <w:sz w:val="24"/>
          <w:szCs w:val="24"/>
        </w:rPr>
        <w:t>Кровля должна быть очищена от грязи, в зимний период - от наледи и сосулек (по мере необходимости).</w:t>
      </w:r>
    </w:p>
    <w:p w:rsidR="006E45FF" w:rsidRPr="005F58EF" w:rsidRDefault="006E45FF" w:rsidP="00FC3EFB">
      <w:pPr>
        <w:pStyle w:val="Style4"/>
        <w:widowControl/>
        <w:spacing w:line="240" w:lineRule="auto"/>
        <w:ind w:firstLine="709"/>
        <w:jc w:val="both"/>
        <w:rPr>
          <w:rStyle w:val="FontStyle11"/>
          <w:rFonts w:ascii="Arial" w:hAnsi="Arial" w:cs="Arial"/>
          <w:sz w:val="24"/>
          <w:szCs w:val="24"/>
        </w:rPr>
      </w:pPr>
      <w:r w:rsidRPr="00E40253">
        <w:rPr>
          <w:rStyle w:val="FontStyle15"/>
          <w:rFonts w:ascii="Arial" w:hAnsi="Arial" w:cs="Arial"/>
          <w:b w:val="0"/>
          <w:sz w:val="24"/>
          <w:szCs w:val="24"/>
        </w:rPr>
        <w:t>6.2.8.</w:t>
      </w:r>
      <w:r w:rsidRPr="005F58EF">
        <w:rPr>
          <w:rStyle w:val="FontStyle15"/>
          <w:rFonts w:ascii="Arial" w:hAnsi="Arial" w:cs="Arial"/>
          <w:sz w:val="24"/>
          <w:szCs w:val="24"/>
        </w:rPr>
        <w:t xml:space="preserve"> </w:t>
      </w:r>
      <w:r w:rsidRPr="005F58EF">
        <w:rPr>
          <w:rStyle w:val="FontStyle11"/>
          <w:rFonts w:ascii="Arial" w:hAnsi="Arial" w:cs="Arial"/>
          <w:sz w:val="24"/>
          <w:szCs w:val="24"/>
        </w:rPr>
        <w:t>Витрины и оконные блоки фасадов должны содержаться в чистоте, быть остеклены, не иметь повреждений оконных и витринных переплетов.</w:t>
      </w:r>
    </w:p>
    <w:p w:rsidR="006E45FF" w:rsidRPr="005F58EF" w:rsidRDefault="006E45FF" w:rsidP="00FC3EFB">
      <w:pPr>
        <w:pStyle w:val="Style2"/>
        <w:widowControl/>
        <w:ind w:firstLine="709"/>
        <w:rPr>
          <w:rStyle w:val="FontStyle11"/>
          <w:rFonts w:ascii="Arial" w:hAnsi="Arial" w:cs="Arial"/>
          <w:sz w:val="24"/>
          <w:szCs w:val="24"/>
        </w:rPr>
      </w:pPr>
      <w:r w:rsidRPr="00E40253">
        <w:rPr>
          <w:rStyle w:val="FontStyle15"/>
          <w:rFonts w:ascii="Arial" w:hAnsi="Arial" w:cs="Arial"/>
          <w:b w:val="0"/>
          <w:sz w:val="24"/>
          <w:szCs w:val="24"/>
        </w:rPr>
        <w:t>6.3. Надлежащее содержание фасадов объектов недвижимости, объектов капитального строительства и временных сооружений, включает проведение работ</w:t>
      </w:r>
      <w:r w:rsidRPr="005F58EF">
        <w:rPr>
          <w:rStyle w:val="FontStyle15"/>
          <w:rFonts w:ascii="Arial" w:hAnsi="Arial" w:cs="Arial"/>
          <w:sz w:val="24"/>
          <w:szCs w:val="24"/>
        </w:rPr>
        <w:t xml:space="preserve"> </w:t>
      </w:r>
      <w:r w:rsidRPr="00E40253">
        <w:rPr>
          <w:rStyle w:val="FontStyle15"/>
          <w:rFonts w:ascii="Arial" w:hAnsi="Arial" w:cs="Arial"/>
          <w:b w:val="0"/>
          <w:sz w:val="24"/>
          <w:szCs w:val="24"/>
        </w:rPr>
        <w:t>по</w:t>
      </w:r>
      <w:r w:rsidRPr="005F58EF">
        <w:rPr>
          <w:rStyle w:val="FontStyle15"/>
          <w:rFonts w:ascii="Arial" w:hAnsi="Arial" w:cs="Arial"/>
          <w:sz w:val="24"/>
          <w:szCs w:val="24"/>
        </w:rPr>
        <w:t xml:space="preserve"> </w:t>
      </w:r>
      <w:r w:rsidRPr="005F58EF">
        <w:rPr>
          <w:rStyle w:val="FontStyle15"/>
          <w:rFonts w:ascii="Arial" w:hAnsi="Arial" w:cs="Arial"/>
          <w:b w:val="0"/>
          <w:sz w:val="24"/>
          <w:szCs w:val="24"/>
        </w:rPr>
        <w:t>р</w:t>
      </w:r>
      <w:r w:rsidRPr="005F58EF">
        <w:rPr>
          <w:rStyle w:val="FontStyle11"/>
          <w:rFonts w:ascii="Arial" w:hAnsi="Arial" w:cs="Arial"/>
          <w:sz w:val="24"/>
          <w:szCs w:val="24"/>
        </w:rPr>
        <w:t>емонту и восстановлению конструктивных элементов и отделки фасадов, в том числе:</w:t>
      </w:r>
    </w:p>
    <w:p w:rsidR="006E45FF" w:rsidRPr="005F58EF" w:rsidRDefault="006E45FF" w:rsidP="00FC3EFB">
      <w:pPr>
        <w:pStyle w:val="Style2"/>
        <w:widowControl/>
        <w:ind w:firstLine="709"/>
        <w:rPr>
          <w:rStyle w:val="FontStyle11"/>
          <w:rFonts w:ascii="Arial" w:hAnsi="Arial" w:cs="Arial"/>
          <w:sz w:val="24"/>
          <w:szCs w:val="24"/>
        </w:rPr>
      </w:pPr>
      <w:r w:rsidRPr="005F58EF">
        <w:rPr>
          <w:rStyle w:val="FontStyle11"/>
          <w:rFonts w:ascii="Arial" w:hAnsi="Arial" w:cs="Arial"/>
          <w:sz w:val="24"/>
          <w:szCs w:val="24"/>
        </w:rPr>
        <w:t>- основных ограждающих элементов зданий и сооружений (стен, кровель);</w:t>
      </w:r>
    </w:p>
    <w:p w:rsidR="006E45FF" w:rsidRPr="005F58EF" w:rsidRDefault="006E45FF" w:rsidP="00FC3EFB">
      <w:pPr>
        <w:pStyle w:val="Style2"/>
        <w:widowControl/>
        <w:ind w:firstLine="709"/>
        <w:rPr>
          <w:rStyle w:val="FontStyle11"/>
          <w:rFonts w:ascii="Arial" w:hAnsi="Arial" w:cs="Arial"/>
          <w:sz w:val="24"/>
          <w:szCs w:val="24"/>
        </w:rPr>
      </w:pPr>
      <w:r w:rsidRPr="005F58EF">
        <w:rPr>
          <w:rStyle w:val="FontStyle11"/>
          <w:rFonts w:ascii="Arial" w:hAnsi="Arial" w:cs="Arial"/>
          <w:sz w:val="24"/>
          <w:szCs w:val="24"/>
        </w:rPr>
        <w:t>- входных дверей, оконных заполнений, витражей, козырьков, ограждений балконов и лоджий, подоконных отливов, карнизов, цоколей, крылец, лестниц, декоративных деталей и иных конструктивных элементов;</w:t>
      </w:r>
    </w:p>
    <w:p w:rsidR="006E45FF" w:rsidRPr="005F58EF" w:rsidRDefault="006E45FF" w:rsidP="00FC3EFB">
      <w:pPr>
        <w:pStyle w:val="Style3"/>
        <w:widowControl/>
        <w:tabs>
          <w:tab w:val="left" w:pos="77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 герметизацию и заделку швов, трещин и выбоин стен зданий и сооружений;</w:t>
      </w:r>
    </w:p>
    <w:p w:rsidR="006E45FF" w:rsidRPr="005F58EF" w:rsidRDefault="006E45FF" w:rsidP="00FC3EFB">
      <w:pPr>
        <w:pStyle w:val="Style3"/>
        <w:widowControl/>
        <w:tabs>
          <w:tab w:val="left" w:pos="77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 восстановление, ремонт и своевременную очистку отмостки, приямков цокольных окон, воздухозаборных шахт, входов в подвалы;</w:t>
      </w:r>
    </w:p>
    <w:p w:rsidR="006E45FF" w:rsidRPr="005F58EF" w:rsidRDefault="006E45FF" w:rsidP="00FC3EFB">
      <w:pPr>
        <w:pStyle w:val="Style3"/>
        <w:widowControl/>
        <w:tabs>
          <w:tab w:val="left" w:pos="77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 обеспечение наличия и содержание в исправном состоянии водостоков, водосточных труб, сливов, размещенного на фасаде электроосвещения;</w:t>
      </w:r>
    </w:p>
    <w:p w:rsidR="006E45FF" w:rsidRPr="005F58EF" w:rsidRDefault="006E45FF" w:rsidP="00FC3EFB">
      <w:pPr>
        <w:pStyle w:val="Style3"/>
        <w:widowControl/>
        <w:tabs>
          <w:tab w:val="left" w:pos="77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 своевременное мытье окон и витрин, вывесок и указателей;</w:t>
      </w:r>
    </w:p>
    <w:p w:rsidR="006E45FF" w:rsidRPr="005F58EF" w:rsidRDefault="006E45FF" w:rsidP="00FC3EFB">
      <w:pPr>
        <w:pStyle w:val="Style1"/>
        <w:widowControl/>
        <w:tabs>
          <w:tab w:val="left" w:pos="778"/>
        </w:tabs>
        <w:spacing w:line="240" w:lineRule="auto"/>
        <w:ind w:firstLine="709"/>
        <w:rPr>
          <w:rStyle w:val="FontStyle11"/>
          <w:rFonts w:ascii="Arial" w:hAnsi="Arial" w:cs="Arial"/>
          <w:sz w:val="24"/>
          <w:szCs w:val="24"/>
        </w:rPr>
      </w:pPr>
      <w:r w:rsidRPr="005F58EF">
        <w:rPr>
          <w:rStyle w:val="FontStyle11"/>
          <w:rFonts w:ascii="Arial" w:hAnsi="Arial" w:cs="Arial"/>
          <w:sz w:val="24"/>
          <w:szCs w:val="24"/>
        </w:rPr>
        <w:t>- очистку от надписей, рисунков, объявлений, плакатов и иной информационно-печатной продукции на фасадах зданий, в местах, не предусмотренных для этих целей и не согласованных в установленном порядке.</w:t>
      </w:r>
    </w:p>
    <w:p w:rsidR="006E45FF" w:rsidRPr="005F58EF" w:rsidRDefault="006E45FF" w:rsidP="00FC3EFB">
      <w:pPr>
        <w:ind w:firstLine="709"/>
        <w:jc w:val="both"/>
        <w:rPr>
          <w:rStyle w:val="FontStyle13"/>
          <w:rFonts w:ascii="Arial" w:hAnsi="Arial" w:cs="Arial"/>
        </w:rPr>
      </w:pPr>
      <w:r w:rsidRPr="005F58EF">
        <w:rPr>
          <w:rStyle w:val="FontStyle13"/>
          <w:rFonts w:ascii="Arial" w:hAnsi="Arial" w:cs="Arial"/>
        </w:rPr>
        <w:t xml:space="preserve">6.4. При работах по реконструкции, ремонту и покраске фасадов зданий и их отдельных элементов должны соблюдаться требованиям колористического (колерного) паспорта, согласованные с уполномоченным органом администрации муниципального образолвания. </w:t>
      </w:r>
    </w:p>
    <w:p w:rsidR="006E45FF" w:rsidRPr="005F58EF" w:rsidRDefault="006E45FF" w:rsidP="00FC3EFB">
      <w:pPr>
        <w:pStyle w:val="Style6"/>
        <w:widowControl/>
        <w:spacing w:line="240" w:lineRule="auto"/>
        <w:ind w:firstLine="709"/>
        <w:rPr>
          <w:rStyle w:val="FontStyle11"/>
          <w:rFonts w:ascii="Arial" w:hAnsi="Arial" w:cs="Arial"/>
          <w:sz w:val="24"/>
          <w:szCs w:val="24"/>
        </w:rPr>
      </w:pPr>
      <w:r w:rsidRPr="005F58EF">
        <w:rPr>
          <w:rStyle w:val="FontStyle11"/>
          <w:rFonts w:ascii="Arial" w:hAnsi="Arial" w:cs="Arial"/>
          <w:sz w:val="24"/>
          <w:szCs w:val="24"/>
        </w:rPr>
        <w:t>6.5. В случае если в собственности, хозяйственном ведении или оперативном управлении юридических или физических лиц находятся отдельные помещения (часть помещения) объекта недвижимости или капитального строительства, то такие лица несут обязанность по долевому участию в ремонте и содержанию фасадов соразмерно со своей долей собственности.</w:t>
      </w:r>
    </w:p>
    <w:p w:rsidR="006E45FF" w:rsidRPr="005F58EF" w:rsidRDefault="006E45FF" w:rsidP="00FC3EFB">
      <w:pPr>
        <w:pStyle w:val="ConsPlusNormal"/>
        <w:ind w:firstLine="709"/>
        <w:jc w:val="both"/>
        <w:rPr>
          <w:sz w:val="24"/>
          <w:szCs w:val="24"/>
        </w:rPr>
      </w:pPr>
      <w:r w:rsidRPr="005F58EF">
        <w:rPr>
          <w:rStyle w:val="FontStyle11"/>
          <w:rFonts w:ascii="Arial" w:hAnsi="Arial" w:cs="Arial"/>
          <w:sz w:val="24"/>
          <w:szCs w:val="24"/>
        </w:rPr>
        <w:t>6.6. Арендаторы объектов капитального строительства несут обязательства по ремонту и содержанию фасадов в соответствии с условиями договора аренды.</w:t>
      </w:r>
      <w:r w:rsidRPr="005F58EF">
        <w:rPr>
          <w:sz w:val="24"/>
          <w:szCs w:val="24"/>
        </w:rPr>
        <w:t xml:space="preserve"> </w:t>
      </w:r>
    </w:p>
    <w:p w:rsidR="006E45FF" w:rsidRPr="005F58EF" w:rsidRDefault="006E45FF" w:rsidP="00FC3EFB">
      <w:pPr>
        <w:pStyle w:val="ConsPlusNormal"/>
        <w:ind w:firstLine="709"/>
        <w:jc w:val="both"/>
        <w:rPr>
          <w:sz w:val="24"/>
          <w:szCs w:val="24"/>
        </w:rPr>
      </w:pPr>
    </w:p>
    <w:p w:rsidR="006E45FF" w:rsidRPr="005F58EF" w:rsidRDefault="006E45FF" w:rsidP="00FC3EFB">
      <w:pPr>
        <w:ind w:firstLine="709"/>
        <w:jc w:val="center"/>
        <w:rPr>
          <w:rFonts w:ascii="Arial" w:hAnsi="Arial" w:cs="Arial"/>
          <w:b/>
          <w:bCs/>
          <w:sz w:val="32"/>
          <w:szCs w:val="32"/>
        </w:rPr>
      </w:pPr>
      <w:r w:rsidRPr="005F58EF">
        <w:rPr>
          <w:rFonts w:ascii="Arial" w:hAnsi="Arial" w:cs="Arial"/>
          <w:b/>
          <w:bCs/>
          <w:sz w:val="32"/>
          <w:szCs w:val="32"/>
        </w:rPr>
        <w:t>Статья 7. Содержание и сохранность зеленых насаждений</w:t>
      </w:r>
    </w:p>
    <w:p w:rsidR="006E45FF" w:rsidRPr="005F58EF" w:rsidRDefault="006E45FF" w:rsidP="00FC3EFB">
      <w:pPr>
        <w:ind w:firstLine="709"/>
        <w:jc w:val="center"/>
        <w:rPr>
          <w:rFonts w:ascii="Arial" w:hAnsi="Arial" w:cs="Arial"/>
          <w:b/>
          <w:bCs/>
          <w:sz w:val="32"/>
          <w:szCs w:val="32"/>
        </w:rPr>
      </w:pPr>
    </w:p>
    <w:p w:rsidR="006E45FF" w:rsidRPr="005F58EF" w:rsidRDefault="006E45FF" w:rsidP="00FC3EFB">
      <w:pPr>
        <w:ind w:firstLine="709"/>
        <w:jc w:val="both"/>
        <w:rPr>
          <w:rFonts w:ascii="Arial" w:hAnsi="Arial" w:cs="Arial"/>
        </w:rPr>
      </w:pPr>
      <w:r w:rsidRPr="005F58EF">
        <w:rPr>
          <w:rFonts w:ascii="Arial" w:hAnsi="Arial" w:cs="Arial"/>
        </w:rPr>
        <w:t>7.1. Содержание и сохранность зеленого фонда Администрации «</w:t>
      </w:r>
      <w:r w:rsidRPr="0083479F">
        <w:rPr>
          <w:rFonts w:ascii="Arial" w:hAnsi="Arial" w:cs="Arial"/>
        </w:rPr>
        <w:t>Вишневский</w:t>
      </w:r>
      <w:r w:rsidRPr="005F58EF">
        <w:rPr>
          <w:rFonts w:ascii="Arial" w:hAnsi="Arial" w:cs="Arial"/>
        </w:rPr>
        <w:t xml:space="preserve"> сельский совет» Щигровского района Курской области предусматривает систему мероприятий, обеспечивающих сохранение и развитие зеленого фонда, ответственность органов местного самоуправления, физических, юридических лиц и населения необходимых для нормализации экологической обстановки и создания благоприятной окружающей среды.</w:t>
      </w:r>
    </w:p>
    <w:p w:rsidR="006E45FF" w:rsidRPr="005F58EF" w:rsidRDefault="006E45FF" w:rsidP="00FC3EFB">
      <w:pPr>
        <w:pStyle w:val="ConsPlusNormal"/>
        <w:widowControl/>
        <w:ind w:firstLine="709"/>
        <w:jc w:val="both"/>
        <w:rPr>
          <w:sz w:val="24"/>
          <w:szCs w:val="24"/>
        </w:rPr>
      </w:pPr>
      <w:r w:rsidRPr="005F58EF">
        <w:rPr>
          <w:sz w:val="24"/>
          <w:szCs w:val="24"/>
        </w:rPr>
        <w:t>7.2. Содержание и сохранность зеленных насаждений обязаны осуществлять органы местного самоуправления, физические и юридические лица, население, которым объекты благоустройства и (или) земельные участки, на которых расположены зеленные насаждения, принадлежат на соответствующем праве, они же являются владельцами зеленых насаждений. Ответственность за сохранность зеленых насаждений и уход за ними возлагаются на владельцев территорий, где они расположены.</w:t>
      </w:r>
    </w:p>
    <w:p w:rsidR="006E45FF" w:rsidRPr="005F58EF" w:rsidRDefault="006E45FF" w:rsidP="00FC3EFB">
      <w:pPr>
        <w:pStyle w:val="ConsPlusNormal"/>
        <w:widowControl/>
        <w:ind w:firstLine="709"/>
        <w:jc w:val="both"/>
        <w:rPr>
          <w:sz w:val="24"/>
          <w:szCs w:val="24"/>
        </w:rPr>
      </w:pPr>
      <w:r w:rsidRPr="005F58EF">
        <w:rPr>
          <w:sz w:val="24"/>
          <w:szCs w:val="24"/>
        </w:rPr>
        <w:t xml:space="preserve">7.3. Содержание и сохранность зеленных насаждений в объеме, предусмотренном действующим законодательством и настоящими Правилами, обеспечивают владельцы зеленных насаждений самостоятельно или посредством привлечения иных лиц и организаций по договору, за счет собственных средств. </w:t>
      </w:r>
    </w:p>
    <w:p w:rsidR="006E45FF" w:rsidRPr="005F58EF" w:rsidRDefault="006E45FF" w:rsidP="00FC3EFB">
      <w:pPr>
        <w:pStyle w:val="ConsPlusNormal"/>
        <w:widowControl/>
        <w:ind w:firstLine="709"/>
        <w:jc w:val="both"/>
        <w:rPr>
          <w:sz w:val="24"/>
          <w:szCs w:val="24"/>
        </w:rPr>
      </w:pPr>
      <w:r w:rsidRPr="005F58EF">
        <w:rPr>
          <w:sz w:val="24"/>
          <w:szCs w:val="24"/>
        </w:rPr>
        <w:t>7.4. Органы местного самоуправления за счет средств местного бюджета организовывают и обеспечивают исполнение по:</w:t>
      </w:r>
    </w:p>
    <w:p w:rsidR="006E45FF" w:rsidRPr="005F58EF" w:rsidRDefault="006E45FF" w:rsidP="00FC3EFB">
      <w:pPr>
        <w:pStyle w:val="ConsPlusNormal"/>
        <w:widowControl/>
        <w:ind w:firstLine="709"/>
        <w:jc w:val="both"/>
        <w:rPr>
          <w:sz w:val="24"/>
          <w:szCs w:val="24"/>
        </w:rPr>
      </w:pPr>
      <w:r w:rsidRPr="005F58EF">
        <w:rPr>
          <w:sz w:val="24"/>
          <w:szCs w:val="24"/>
        </w:rPr>
        <w:t>- посадке, содержанию и сохранности зеленных насаждений, расположенных на территориях общего пользования, в парковых зонах;</w:t>
      </w:r>
    </w:p>
    <w:p w:rsidR="006E45FF" w:rsidRPr="005F58EF" w:rsidRDefault="006E45FF" w:rsidP="00FC3EFB">
      <w:pPr>
        <w:pStyle w:val="ConsPlusNormal"/>
        <w:widowControl/>
        <w:ind w:firstLine="709"/>
        <w:jc w:val="both"/>
        <w:rPr>
          <w:b/>
          <w:bCs/>
          <w:sz w:val="24"/>
          <w:szCs w:val="24"/>
        </w:rPr>
      </w:pPr>
      <w:r w:rsidRPr="005F58EF">
        <w:rPr>
          <w:sz w:val="24"/>
          <w:szCs w:val="24"/>
        </w:rPr>
        <w:t>- посадке, содержанию и сохранности зеленных насаждений, расположенных на территориях объектов благоустройства, являющихся собственностью муниципального образования, а также иных объектов благоустройства, находящихся на территории муниципального образования, правообладатель которых не определен, до определения их принадлежности и оформления соответствующего права;</w:t>
      </w:r>
      <w:r w:rsidRPr="005F58EF">
        <w:rPr>
          <w:b/>
          <w:bCs/>
          <w:sz w:val="24"/>
          <w:szCs w:val="24"/>
        </w:rPr>
        <w:t xml:space="preserve"> </w:t>
      </w:r>
    </w:p>
    <w:p w:rsidR="006E45FF" w:rsidRPr="005F58EF" w:rsidRDefault="006E45FF" w:rsidP="00FC3EFB">
      <w:pPr>
        <w:pStyle w:val="ConsPlusNormal"/>
        <w:widowControl/>
        <w:ind w:firstLine="709"/>
        <w:jc w:val="both"/>
        <w:rPr>
          <w:sz w:val="24"/>
          <w:szCs w:val="24"/>
        </w:rPr>
      </w:pPr>
      <w:r w:rsidRPr="005F58EF">
        <w:rPr>
          <w:sz w:val="24"/>
          <w:szCs w:val="24"/>
        </w:rPr>
        <w:t>- проведение иных мероприятий по озеленению в соответствии с действующим законодательством и настоящими Правилами.</w:t>
      </w:r>
    </w:p>
    <w:p w:rsidR="006E45FF" w:rsidRPr="005F58EF" w:rsidRDefault="006E45FF" w:rsidP="00FC3EFB">
      <w:pPr>
        <w:pStyle w:val="ConsPlusNormal"/>
        <w:widowControl/>
        <w:ind w:firstLine="709"/>
        <w:jc w:val="both"/>
        <w:rPr>
          <w:sz w:val="24"/>
          <w:szCs w:val="24"/>
        </w:rPr>
      </w:pPr>
      <w:r w:rsidRPr="005F58EF">
        <w:rPr>
          <w:sz w:val="24"/>
          <w:szCs w:val="24"/>
        </w:rPr>
        <w:t>7.5. Обеспечение обязательств по содержанию озеленения, предусмотренных п.7.4., осуществляется Администрацией «</w:t>
      </w:r>
      <w:r>
        <w:rPr>
          <w:sz w:val="24"/>
          <w:szCs w:val="24"/>
        </w:rPr>
        <w:t xml:space="preserve">Вишневский </w:t>
      </w:r>
      <w:r w:rsidRPr="005F58EF">
        <w:rPr>
          <w:sz w:val="24"/>
          <w:szCs w:val="24"/>
        </w:rPr>
        <w:t>сельский совет», путем проведения конкурсного отбора и заключением Муниципального контракта на работы по посадке, содержанию и сохранности зеленных насаждений с возложением ответственности по исполнению требований действующего законодательства и настоящих Правил на подрядную организацию, с которой заключен Муниципальный контракт. Финансирование работ по Муниципальному контракту, осуществляется из средств местного бюджета в пределах утвержденных лимитов на эти цели.</w:t>
      </w:r>
    </w:p>
    <w:p w:rsidR="006E45FF" w:rsidRPr="005F58EF" w:rsidRDefault="006E45FF" w:rsidP="00FC3EFB">
      <w:pPr>
        <w:ind w:firstLine="709"/>
        <w:jc w:val="both"/>
        <w:rPr>
          <w:rFonts w:ascii="Arial" w:hAnsi="Arial" w:cs="Arial"/>
        </w:rPr>
      </w:pPr>
      <w:r w:rsidRPr="005F58EF">
        <w:rPr>
          <w:rFonts w:ascii="Arial" w:hAnsi="Arial" w:cs="Arial"/>
        </w:rPr>
        <w:t>Организации, предприятия, учреждения, принявшие зеленые насаждения на содержание, несут полную ответственность за их содержание и сохранность.</w:t>
      </w:r>
    </w:p>
    <w:p w:rsidR="006E45FF" w:rsidRPr="005F58EF" w:rsidRDefault="006E45FF" w:rsidP="00FC3EFB">
      <w:pPr>
        <w:ind w:firstLine="709"/>
        <w:jc w:val="both"/>
        <w:rPr>
          <w:rFonts w:ascii="Arial" w:hAnsi="Arial" w:cs="Arial"/>
        </w:rPr>
      </w:pPr>
      <w:r w:rsidRPr="005F58EF">
        <w:rPr>
          <w:rFonts w:ascii="Arial" w:hAnsi="Arial" w:cs="Arial"/>
        </w:rPr>
        <w:t xml:space="preserve">7.6. Организации, производившие посадку деревьев по Муниципальным контрактам или договорам, обязаны обеспечить сохранность и производить уход за ними (полив, рыхление, подвязку, обрезку) до «укоренения», обеспечивающего стабильный рост в течение года. </w:t>
      </w:r>
    </w:p>
    <w:p w:rsidR="006E45FF" w:rsidRPr="005F58EF" w:rsidRDefault="006E45FF" w:rsidP="00FC3EFB">
      <w:pPr>
        <w:ind w:firstLine="709"/>
        <w:jc w:val="both"/>
        <w:rPr>
          <w:rFonts w:ascii="Arial" w:hAnsi="Arial" w:cs="Arial"/>
        </w:rPr>
      </w:pPr>
      <w:r w:rsidRPr="005F58EF">
        <w:rPr>
          <w:rFonts w:ascii="Arial" w:hAnsi="Arial" w:cs="Arial"/>
        </w:rPr>
        <w:t xml:space="preserve">7.7. Контроль в области охраны окружающей среды и защиты зеленых насаждений на территории </w:t>
      </w:r>
      <w:r w:rsidRPr="00182CFC">
        <w:rPr>
          <w:sz w:val="28"/>
          <w:szCs w:val="28"/>
        </w:rPr>
        <w:t>Вишневский</w:t>
      </w:r>
      <w:r w:rsidRPr="005F58EF">
        <w:rPr>
          <w:rFonts w:ascii="Arial" w:hAnsi="Arial" w:cs="Arial"/>
        </w:rPr>
        <w:t xml:space="preserve"> сельского совета осуществляет уполномоченный орган Администрации «</w:t>
      </w:r>
      <w:r w:rsidRPr="00182CFC">
        <w:rPr>
          <w:sz w:val="28"/>
          <w:szCs w:val="28"/>
        </w:rPr>
        <w:t>Вишневский</w:t>
      </w:r>
      <w:r w:rsidRPr="005F58EF">
        <w:rPr>
          <w:rFonts w:ascii="Arial" w:hAnsi="Arial" w:cs="Arial"/>
        </w:rPr>
        <w:t xml:space="preserve"> сельский совет».</w:t>
      </w:r>
    </w:p>
    <w:p w:rsidR="006E45FF" w:rsidRPr="005F58EF" w:rsidRDefault="006E45FF" w:rsidP="00FC3EFB">
      <w:pPr>
        <w:pStyle w:val="ConsPlusNormal"/>
        <w:widowControl/>
        <w:ind w:firstLine="709"/>
        <w:jc w:val="both"/>
        <w:rPr>
          <w:sz w:val="24"/>
          <w:szCs w:val="24"/>
        </w:rPr>
      </w:pPr>
      <w:r w:rsidRPr="005F58EF">
        <w:rPr>
          <w:sz w:val="24"/>
          <w:szCs w:val="24"/>
        </w:rPr>
        <w:t>7.8. В целях охраны и воспроизводства зеленых насаждений, повышения уровня благоустройства территории поселения, правообладатели (землепользователи) территорий в соответствии с настоящими Правилами обязаны:</w:t>
      </w:r>
    </w:p>
    <w:p w:rsidR="006E45FF" w:rsidRPr="005F58EF" w:rsidRDefault="006E45FF" w:rsidP="00FC3EFB">
      <w:pPr>
        <w:pStyle w:val="ConsPlusNormal"/>
        <w:widowControl/>
        <w:ind w:firstLine="709"/>
        <w:jc w:val="both"/>
        <w:rPr>
          <w:sz w:val="24"/>
          <w:szCs w:val="24"/>
        </w:rPr>
      </w:pPr>
      <w:r w:rsidRPr="005F58EF">
        <w:rPr>
          <w:sz w:val="24"/>
          <w:szCs w:val="24"/>
        </w:rPr>
        <w:t>- обеспечить сохранность насаждений;</w:t>
      </w:r>
    </w:p>
    <w:p w:rsidR="006E45FF" w:rsidRPr="005F58EF" w:rsidRDefault="006E45FF" w:rsidP="00FC3EFB">
      <w:pPr>
        <w:pStyle w:val="ConsPlusNormal"/>
        <w:widowControl/>
        <w:ind w:firstLine="709"/>
        <w:jc w:val="both"/>
        <w:rPr>
          <w:sz w:val="24"/>
          <w:szCs w:val="24"/>
        </w:rPr>
      </w:pPr>
      <w:r w:rsidRPr="005F58EF">
        <w:rPr>
          <w:sz w:val="24"/>
          <w:szCs w:val="24"/>
        </w:rPr>
        <w:t>- обеспечить квалифицированный уход за насаждениями, вести борьбу с сорной растительностью, а также принимать меры к расширению площади озеленения;</w:t>
      </w:r>
    </w:p>
    <w:p w:rsidR="006E45FF" w:rsidRPr="005F58EF" w:rsidRDefault="006E45FF" w:rsidP="00FC3EFB">
      <w:pPr>
        <w:pStyle w:val="ConsPlusNormal"/>
        <w:widowControl/>
        <w:ind w:firstLine="709"/>
        <w:jc w:val="both"/>
        <w:rPr>
          <w:sz w:val="24"/>
          <w:szCs w:val="24"/>
        </w:rPr>
      </w:pPr>
      <w:r w:rsidRPr="005F58EF">
        <w:rPr>
          <w:sz w:val="24"/>
          <w:szCs w:val="24"/>
        </w:rPr>
        <w:t xml:space="preserve">- разрабатывать и обеспечивать исполнение мероприятий по обеспечению пожарной безопасности; </w:t>
      </w:r>
    </w:p>
    <w:p w:rsidR="006E45FF" w:rsidRPr="005F58EF" w:rsidRDefault="006E45FF" w:rsidP="00FC3EFB">
      <w:pPr>
        <w:pStyle w:val="ConsPlusNormal"/>
        <w:widowControl/>
        <w:ind w:firstLine="709"/>
        <w:jc w:val="both"/>
        <w:rPr>
          <w:sz w:val="24"/>
          <w:szCs w:val="24"/>
        </w:rPr>
      </w:pPr>
      <w:r w:rsidRPr="005F58EF">
        <w:rPr>
          <w:sz w:val="24"/>
          <w:szCs w:val="24"/>
        </w:rPr>
        <w:t>- обеспечить уборку скошенной травы в течение 3 суток;</w:t>
      </w:r>
    </w:p>
    <w:p w:rsidR="006E45FF" w:rsidRPr="005F58EF" w:rsidRDefault="006E45FF" w:rsidP="00FC3EFB">
      <w:pPr>
        <w:pStyle w:val="ConsPlusNormal"/>
        <w:widowControl/>
        <w:ind w:firstLine="709"/>
        <w:jc w:val="both"/>
        <w:rPr>
          <w:sz w:val="24"/>
          <w:szCs w:val="24"/>
        </w:rPr>
      </w:pPr>
      <w:r w:rsidRPr="005F58EF">
        <w:rPr>
          <w:sz w:val="24"/>
          <w:szCs w:val="24"/>
        </w:rPr>
        <w:t>- погибшие и потерявшие декоративную ценность цветы в цветниках и вазонах должны удаляться с одновременной посадкой новых растений;</w:t>
      </w:r>
    </w:p>
    <w:p w:rsidR="006E45FF" w:rsidRPr="005F58EF" w:rsidRDefault="006E45FF" w:rsidP="00FC3EFB">
      <w:pPr>
        <w:pStyle w:val="ConsPlusNormal"/>
        <w:widowControl/>
        <w:ind w:firstLine="709"/>
        <w:jc w:val="both"/>
        <w:rPr>
          <w:sz w:val="24"/>
          <w:szCs w:val="24"/>
        </w:rPr>
      </w:pPr>
      <w:r w:rsidRPr="005F58EF">
        <w:rPr>
          <w:sz w:val="24"/>
          <w:szCs w:val="24"/>
        </w:rPr>
        <w:t>- не допускать складирования строительных отходов, материалов, крупногабаритного мусора;</w:t>
      </w:r>
    </w:p>
    <w:p w:rsidR="006E45FF" w:rsidRPr="005F58EF" w:rsidRDefault="006E45FF" w:rsidP="00FC3EFB">
      <w:pPr>
        <w:pStyle w:val="ConsPlusNormal"/>
        <w:widowControl/>
        <w:ind w:firstLine="709"/>
        <w:jc w:val="both"/>
        <w:rPr>
          <w:sz w:val="24"/>
          <w:szCs w:val="24"/>
        </w:rPr>
      </w:pPr>
      <w:r w:rsidRPr="005F58EF">
        <w:rPr>
          <w:sz w:val="24"/>
          <w:szCs w:val="24"/>
        </w:rPr>
        <w:t>- принимать меры борьбы с вредителями и болезнями, обеспечивать уборку сухостоя, вырезку сухих и поломанных сучьев;</w:t>
      </w:r>
    </w:p>
    <w:p w:rsidR="006E45FF" w:rsidRPr="005F58EF" w:rsidRDefault="006E45FF" w:rsidP="00FC3EFB">
      <w:pPr>
        <w:pStyle w:val="ConsPlusNormal"/>
        <w:widowControl/>
        <w:ind w:firstLine="709"/>
        <w:jc w:val="both"/>
        <w:rPr>
          <w:sz w:val="24"/>
          <w:szCs w:val="24"/>
        </w:rPr>
      </w:pPr>
      <w:r w:rsidRPr="005F58EF">
        <w:rPr>
          <w:sz w:val="24"/>
          <w:szCs w:val="24"/>
        </w:rPr>
        <w:t>- не допускать уничтожения газонов и складирования на них материалов песка, мусора, снега, сколов льда и т.д.</w:t>
      </w:r>
    </w:p>
    <w:p w:rsidR="006E45FF" w:rsidRPr="005F58EF" w:rsidRDefault="006E45FF" w:rsidP="00FC3EFB">
      <w:pPr>
        <w:pStyle w:val="ConsPlusNormal"/>
        <w:widowControl/>
        <w:ind w:firstLine="709"/>
        <w:jc w:val="both"/>
        <w:rPr>
          <w:sz w:val="24"/>
          <w:szCs w:val="24"/>
        </w:rPr>
      </w:pPr>
      <w:r w:rsidRPr="005F58EF">
        <w:rPr>
          <w:sz w:val="24"/>
          <w:szCs w:val="24"/>
        </w:rPr>
        <w:t>- новые посадки деревьев и кустарников, перепланировку с изменением сети дорожек и размещением оборудования производить только по согласованным проектам;</w:t>
      </w:r>
    </w:p>
    <w:p w:rsidR="006E45FF" w:rsidRPr="005F58EF" w:rsidRDefault="006E45FF" w:rsidP="00FC3EFB">
      <w:pPr>
        <w:pStyle w:val="ConsPlusNormal"/>
        <w:widowControl/>
        <w:ind w:firstLine="709"/>
        <w:jc w:val="both"/>
        <w:rPr>
          <w:sz w:val="24"/>
          <w:szCs w:val="24"/>
        </w:rPr>
      </w:pPr>
      <w:r w:rsidRPr="005F58EF">
        <w:rPr>
          <w:sz w:val="24"/>
          <w:szCs w:val="24"/>
        </w:rPr>
        <w:t xml:space="preserve">7.9. Все граждане, посещающие места отдыха и природную зону, обязаны поддерживать чистоту, порядок, бережно относиться к зеленым насаждениям. </w:t>
      </w:r>
    </w:p>
    <w:p w:rsidR="006E45FF" w:rsidRPr="005F58EF" w:rsidRDefault="006E45FF" w:rsidP="00FC3EFB">
      <w:pPr>
        <w:ind w:firstLine="709"/>
        <w:jc w:val="both"/>
        <w:rPr>
          <w:rFonts w:ascii="Arial" w:hAnsi="Arial" w:cs="Arial"/>
        </w:rPr>
      </w:pPr>
      <w:r w:rsidRPr="005F58EF">
        <w:rPr>
          <w:rFonts w:ascii="Arial" w:hAnsi="Arial" w:cs="Arial"/>
        </w:rPr>
        <w:t>7.10. При производстве работ в зоне зеленых насаждений, связанных со сносом, угрозами повреждений деревьев и кустарников, газонов, попадающих в зону производства работ, заказчик обязан предусматривать в сметах на строительство средства на возмещение ущерба, наносимого зеленому фонду. Ущерб, нанесенный зеленым насаждениям в процессе работ, подлежит возмещению по мере его нанесения заказчиком и производителем работ.</w:t>
      </w:r>
    </w:p>
    <w:p w:rsidR="006E45FF" w:rsidRPr="005F58EF" w:rsidRDefault="006E45FF" w:rsidP="00FC3EFB">
      <w:pPr>
        <w:ind w:firstLine="709"/>
        <w:jc w:val="both"/>
        <w:rPr>
          <w:rFonts w:ascii="Arial" w:hAnsi="Arial" w:cs="Arial"/>
        </w:rPr>
      </w:pPr>
      <w:r w:rsidRPr="005F58EF">
        <w:rPr>
          <w:rFonts w:ascii="Arial" w:hAnsi="Arial" w:cs="Arial"/>
        </w:rPr>
        <w:t>7.11. Снос и пересадка деревьев и кустарников, снос газонов, снятие газонного ограждения при строительстве, реконструкции, ремонте производится силами и средствами заказчика (застройщика), только после оформления письменного разрешения в Администрации сельского совета.</w:t>
      </w:r>
    </w:p>
    <w:p w:rsidR="006E45FF" w:rsidRPr="005F58EF" w:rsidRDefault="006E45FF" w:rsidP="00FC3EFB">
      <w:pPr>
        <w:ind w:firstLine="709"/>
        <w:jc w:val="both"/>
        <w:rPr>
          <w:rFonts w:ascii="Arial" w:hAnsi="Arial" w:cs="Arial"/>
        </w:rPr>
      </w:pPr>
      <w:r w:rsidRPr="005F58EF">
        <w:rPr>
          <w:rFonts w:ascii="Arial" w:hAnsi="Arial" w:cs="Arial"/>
        </w:rPr>
        <w:t>7.12. Проектирование любых объектов капитального строительства в населенном пункте должно вестись с учетом максимального сохранения существующих зеленых насаждений или природного зеленого фонда.</w:t>
      </w:r>
    </w:p>
    <w:p w:rsidR="006E45FF" w:rsidRPr="005F58EF" w:rsidRDefault="006E45FF" w:rsidP="00FC3EFB">
      <w:pPr>
        <w:ind w:firstLine="709"/>
        <w:jc w:val="both"/>
        <w:rPr>
          <w:rFonts w:ascii="Arial" w:hAnsi="Arial" w:cs="Arial"/>
        </w:rPr>
      </w:pPr>
      <w:r w:rsidRPr="005F58EF">
        <w:rPr>
          <w:rFonts w:ascii="Arial" w:hAnsi="Arial" w:cs="Arial"/>
        </w:rPr>
        <w:t xml:space="preserve">7.13.Граждане и юридические лица вправе самостоятельно и за свой счет проводить посадку зеленых насаждений по проектам или эскизам, согласованным с Администрацией сельского совета. </w:t>
      </w:r>
    </w:p>
    <w:p w:rsidR="006E45FF" w:rsidRPr="005F58EF" w:rsidRDefault="006E45FF" w:rsidP="00FC3EFB">
      <w:pPr>
        <w:ind w:firstLine="709"/>
        <w:jc w:val="both"/>
        <w:rPr>
          <w:rFonts w:ascii="Arial" w:hAnsi="Arial" w:cs="Arial"/>
        </w:rPr>
      </w:pPr>
      <w:r w:rsidRPr="005F58EF">
        <w:rPr>
          <w:rFonts w:ascii="Arial" w:hAnsi="Arial" w:cs="Arial"/>
        </w:rPr>
        <w:t>7.14. Все посадки зеленых насаждений, финансируемые из средств местного бюджета, должны выполняться по разработанным проектам или программам, согласованными с Администрацией «</w:t>
      </w:r>
      <w:r>
        <w:rPr>
          <w:rFonts w:ascii="Arial" w:hAnsi="Arial" w:cs="Arial"/>
        </w:rPr>
        <w:t>Вишневский</w:t>
      </w:r>
      <w:r w:rsidRPr="005F58EF">
        <w:rPr>
          <w:rFonts w:ascii="Arial" w:hAnsi="Arial" w:cs="Arial"/>
        </w:rPr>
        <w:t xml:space="preserve"> сельский совет», владельцами коммунальной инфраструктуры и специалистами озеленителями. </w:t>
      </w:r>
    </w:p>
    <w:p w:rsidR="006E45FF" w:rsidRPr="005F58EF" w:rsidRDefault="006E45FF" w:rsidP="00683137">
      <w:pPr>
        <w:pStyle w:val="ConsPlusNormal"/>
        <w:widowControl/>
        <w:ind w:firstLine="709"/>
        <w:jc w:val="both"/>
        <w:rPr>
          <w:sz w:val="24"/>
          <w:szCs w:val="24"/>
        </w:rPr>
      </w:pPr>
      <w:r w:rsidRPr="005F58EF">
        <w:t>7.15. На территориях муниципального образования «</w:t>
      </w:r>
      <w:r w:rsidRPr="005F58EF">
        <w:rPr>
          <w:sz w:val="24"/>
          <w:szCs w:val="24"/>
        </w:rPr>
        <w:t>7.8. В целях охраны и воспроизводства зеленых насаждений, повышения уровня благоустройства территории поселения, правообладатели (землепользователи) территорий в соответствии с настоящими Правилами обязаны:</w:t>
      </w:r>
    </w:p>
    <w:p w:rsidR="006E45FF" w:rsidRPr="005F58EF" w:rsidRDefault="006E45FF" w:rsidP="00683137">
      <w:pPr>
        <w:pStyle w:val="ConsPlusNormal"/>
        <w:widowControl/>
        <w:ind w:firstLine="709"/>
        <w:jc w:val="both"/>
        <w:rPr>
          <w:sz w:val="24"/>
          <w:szCs w:val="24"/>
        </w:rPr>
      </w:pPr>
      <w:r w:rsidRPr="005F58EF">
        <w:rPr>
          <w:sz w:val="24"/>
          <w:szCs w:val="24"/>
        </w:rPr>
        <w:t>- обеспечить сохранность насаждений;</w:t>
      </w:r>
    </w:p>
    <w:p w:rsidR="006E45FF" w:rsidRPr="005F58EF" w:rsidRDefault="006E45FF" w:rsidP="00683137">
      <w:pPr>
        <w:pStyle w:val="ConsPlusNormal"/>
        <w:widowControl/>
        <w:ind w:firstLine="709"/>
        <w:jc w:val="both"/>
        <w:rPr>
          <w:sz w:val="24"/>
          <w:szCs w:val="24"/>
        </w:rPr>
      </w:pPr>
      <w:r w:rsidRPr="005F58EF">
        <w:rPr>
          <w:sz w:val="24"/>
          <w:szCs w:val="24"/>
        </w:rPr>
        <w:t>- обеспечить квалифицированный уход за насаждениями, вести борьбу с сорной растительностью, а также принимать меры к расширению площади озеленения;</w:t>
      </w:r>
    </w:p>
    <w:p w:rsidR="006E45FF" w:rsidRPr="005F58EF" w:rsidRDefault="006E45FF" w:rsidP="00683137">
      <w:pPr>
        <w:pStyle w:val="ConsPlusNormal"/>
        <w:widowControl/>
        <w:ind w:firstLine="709"/>
        <w:jc w:val="both"/>
        <w:rPr>
          <w:sz w:val="24"/>
          <w:szCs w:val="24"/>
        </w:rPr>
      </w:pPr>
      <w:r w:rsidRPr="005F58EF">
        <w:rPr>
          <w:sz w:val="24"/>
          <w:szCs w:val="24"/>
        </w:rPr>
        <w:t xml:space="preserve">- разрабатывать и обеспечивать исполнение мероприятий по обеспечению пожарной безопасности; </w:t>
      </w:r>
    </w:p>
    <w:p w:rsidR="006E45FF" w:rsidRPr="005F58EF" w:rsidRDefault="006E45FF" w:rsidP="00683137">
      <w:pPr>
        <w:pStyle w:val="ConsPlusNormal"/>
        <w:widowControl/>
        <w:ind w:firstLine="709"/>
        <w:jc w:val="both"/>
        <w:rPr>
          <w:sz w:val="24"/>
          <w:szCs w:val="24"/>
        </w:rPr>
      </w:pPr>
      <w:r w:rsidRPr="005F58EF">
        <w:rPr>
          <w:sz w:val="24"/>
          <w:szCs w:val="24"/>
        </w:rPr>
        <w:t>- обеспечить уборку скошенной травы в течение 3 суток;</w:t>
      </w:r>
    </w:p>
    <w:p w:rsidR="006E45FF" w:rsidRPr="005F58EF" w:rsidRDefault="006E45FF" w:rsidP="00683137">
      <w:pPr>
        <w:pStyle w:val="ConsPlusNormal"/>
        <w:widowControl/>
        <w:ind w:firstLine="709"/>
        <w:jc w:val="both"/>
        <w:rPr>
          <w:sz w:val="24"/>
          <w:szCs w:val="24"/>
        </w:rPr>
      </w:pPr>
      <w:r w:rsidRPr="005F58EF">
        <w:rPr>
          <w:sz w:val="24"/>
          <w:szCs w:val="24"/>
        </w:rPr>
        <w:t>- погибшие и потерявшие декоративную ценность цветы в цветниках и вазонах должны удаляться с одновременной посадкой новых растений;</w:t>
      </w:r>
    </w:p>
    <w:p w:rsidR="006E45FF" w:rsidRPr="005F58EF" w:rsidRDefault="006E45FF" w:rsidP="00683137">
      <w:pPr>
        <w:pStyle w:val="ConsPlusNormal"/>
        <w:widowControl/>
        <w:ind w:firstLine="709"/>
        <w:jc w:val="both"/>
        <w:rPr>
          <w:sz w:val="24"/>
          <w:szCs w:val="24"/>
        </w:rPr>
      </w:pPr>
      <w:r w:rsidRPr="005F58EF">
        <w:rPr>
          <w:sz w:val="24"/>
          <w:szCs w:val="24"/>
        </w:rPr>
        <w:t>- не допускать складирования строительных отходов, материалов, крупногабаритного мусора;</w:t>
      </w:r>
    </w:p>
    <w:p w:rsidR="006E45FF" w:rsidRPr="005F58EF" w:rsidRDefault="006E45FF" w:rsidP="00683137">
      <w:pPr>
        <w:pStyle w:val="ConsPlusNormal"/>
        <w:widowControl/>
        <w:ind w:firstLine="709"/>
        <w:jc w:val="both"/>
        <w:rPr>
          <w:sz w:val="24"/>
          <w:szCs w:val="24"/>
        </w:rPr>
      </w:pPr>
      <w:r w:rsidRPr="005F58EF">
        <w:rPr>
          <w:sz w:val="24"/>
          <w:szCs w:val="24"/>
        </w:rPr>
        <w:t>- принимать меры борьбы с вредителями и болезнями, обеспечивать уборку сухостоя, вырезку сухих и поломанных сучьев;</w:t>
      </w:r>
    </w:p>
    <w:p w:rsidR="006E45FF" w:rsidRPr="005F58EF" w:rsidRDefault="006E45FF" w:rsidP="00683137">
      <w:pPr>
        <w:pStyle w:val="ConsPlusNormal"/>
        <w:widowControl/>
        <w:ind w:firstLine="709"/>
        <w:jc w:val="both"/>
        <w:rPr>
          <w:sz w:val="24"/>
          <w:szCs w:val="24"/>
        </w:rPr>
      </w:pPr>
      <w:r w:rsidRPr="005F58EF">
        <w:rPr>
          <w:sz w:val="24"/>
          <w:szCs w:val="24"/>
        </w:rPr>
        <w:t>- не допускать уничтожения газонов и складирования на них материалов песка, мусора, снега, сколов льда и т.д.</w:t>
      </w:r>
    </w:p>
    <w:p w:rsidR="006E45FF" w:rsidRPr="005F58EF" w:rsidRDefault="006E45FF" w:rsidP="00683137">
      <w:pPr>
        <w:pStyle w:val="ConsPlusNormal"/>
        <w:widowControl/>
        <w:ind w:firstLine="709"/>
        <w:jc w:val="both"/>
        <w:rPr>
          <w:sz w:val="24"/>
          <w:szCs w:val="24"/>
        </w:rPr>
      </w:pPr>
      <w:r w:rsidRPr="005F58EF">
        <w:rPr>
          <w:sz w:val="24"/>
          <w:szCs w:val="24"/>
        </w:rPr>
        <w:t>- новые посадки деревьев и кустарников, перепланировку с изменением сети дорожек и размещением оборудования производить только по согласованным проектам;</w:t>
      </w:r>
    </w:p>
    <w:p w:rsidR="006E45FF" w:rsidRPr="005F58EF" w:rsidRDefault="006E45FF" w:rsidP="00FC3EFB">
      <w:pPr>
        <w:ind w:firstLine="709"/>
        <w:jc w:val="both"/>
        <w:rPr>
          <w:rFonts w:ascii="Arial" w:hAnsi="Arial" w:cs="Arial"/>
        </w:rPr>
      </w:pPr>
      <w:r w:rsidRPr="005F58EF">
        <w:rPr>
          <w:rFonts w:ascii="Arial" w:hAnsi="Arial" w:cs="Arial"/>
        </w:rPr>
        <w:t>сельский совет» запрещается:</w:t>
      </w:r>
    </w:p>
    <w:p w:rsidR="006E45FF" w:rsidRPr="005F58EF" w:rsidRDefault="006E45FF" w:rsidP="00FC3EFB">
      <w:pPr>
        <w:pStyle w:val="ConsPlusNormal"/>
        <w:widowControl/>
        <w:ind w:firstLine="709"/>
        <w:jc w:val="both"/>
        <w:rPr>
          <w:sz w:val="24"/>
          <w:szCs w:val="24"/>
        </w:rPr>
      </w:pPr>
      <w:r w:rsidRPr="005F58EF">
        <w:rPr>
          <w:sz w:val="24"/>
          <w:szCs w:val="24"/>
        </w:rPr>
        <w:t>- размещение на газонах временных (сезонных) объектов (торговых киосков, летних кафе, детских аттракционов), за исключением мест специально отведенных для этих целей;</w:t>
      </w:r>
    </w:p>
    <w:p w:rsidR="006E45FF" w:rsidRPr="005F58EF" w:rsidRDefault="006E45FF" w:rsidP="00FC3EFB">
      <w:pPr>
        <w:pStyle w:val="ConsPlusNormal"/>
        <w:widowControl/>
        <w:ind w:firstLine="709"/>
        <w:jc w:val="both"/>
        <w:rPr>
          <w:sz w:val="24"/>
          <w:szCs w:val="24"/>
        </w:rPr>
      </w:pPr>
      <w:r w:rsidRPr="005F58EF">
        <w:rPr>
          <w:sz w:val="24"/>
          <w:szCs w:val="24"/>
        </w:rPr>
        <w:t>- заезжать на всех видах транспорта на газоны и другие участки с зелеными насаждениями, остановку и стоянку на них транспортных средств;</w:t>
      </w:r>
    </w:p>
    <w:p w:rsidR="006E45FF" w:rsidRPr="005F58EF" w:rsidRDefault="006E45FF" w:rsidP="00FC3EFB">
      <w:pPr>
        <w:pStyle w:val="ConsPlusNormal"/>
        <w:widowControl/>
        <w:ind w:firstLine="709"/>
        <w:jc w:val="both"/>
        <w:rPr>
          <w:sz w:val="24"/>
          <w:szCs w:val="24"/>
        </w:rPr>
      </w:pPr>
      <w:r w:rsidRPr="005F58EF">
        <w:rPr>
          <w:sz w:val="24"/>
          <w:szCs w:val="24"/>
        </w:rPr>
        <w:t>- ходить по газонам и клумбам, рубить, пилить, ломать деревья и разрушать клумбы, срывать цветы, производить обрубку, нарезку и наносить другие повреждения деревьям и кустарникам;</w:t>
      </w:r>
    </w:p>
    <w:p w:rsidR="006E45FF" w:rsidRPr="005F58EF" w:rsidRDefault="006E45FF" w:rsidP="00FC3EFB">
      <w:pPr>
        <w:pStyle w:val="ConsPlusNormal"/>
        <w:widowControl/>
        <w:ind w:firstLine="709"/>
        <w:jc w:val="both"/>
        <w:rPr>
          <w:sz w:val="24"/>
          <w:szCs w:val="24"/>
        </w:rPr>
      </w:pPr>
      <w:r w:rsidRPr="005F58EF">
        <w:rPr>
          <w:sz w:val="24"/>
          <w:szCs w:val="24"/>
        </w:rPr>
        <w:t>- повреждать газоны, цветочные клумбы и их ограждения;</w:t>
      </w:r>
    </w:p>
    <w:p w:rsidR="006E45FF" w:rsidRPr="005F58EF" w:rsidRDefault="006E45FF" w:rsidP="00FC3EFB">
      <w:pPr>
        <w:pStyle w:val="ConsPlusNormal"/>
        <w:widowControl/>
        <w:ind w:firstLine="709"/>
        <w:jc w:val="both"/>
        <w:rPr>
          <w:sz w:val="24"/>
          <w:szCs w:val="24"/>
        </w:rPr>
      </w:pPr>
      <w:r w:rsidRPr="005F58EF">
        <w:rPr>
          <w:sz w:val="24"/>
          <w:szCs w:val="24"/>
        </w:rPr>
        <w:t xml:space="preserve">- нарушать или изымать растительный слой земли, за исключением случаев строительства, реконструкции и капитального ремонта объектов градостроительной деятельности, выполняемых по согласованным с Администрацией проектам; </w:t>
      </w:r>
    </w:p>
    <w:p w:rsidR="006E45FF" w:rsidRPr="005F58EF" w:rsidRDefault="006E45FF" w:rsidP="00FC3EFB">
      <w:pPr>
        <w:pStyle w:val="ConsPlusNormal"/>
        <w:widowControl/>
        <w:ind w:firstLine="709"/>
        <w:jc w:val="both"/>
        <w:rPr>
          <w:sz w:val="24"/>
          <w:szCs w:val="24"/>
        </w:rPr>
      </w:pPr>
      <w:r w:rsidRPr="005F58EF">
        <w:rPr>
          <w:sz w:val="24"/>
          <w:szCs w:val="24"/>
        </w:rPr>
        <w:t>- производить размещение уличного смета, грунта и загрязненного снега на участки зеленых насаждений;</w:t>
      </w:r>
    </w:p>
    <w:p w:rsidR="006E45FF" w:rsidRPr="005F58EF" w:rsidRDefault="006E45FF" w:rsidP="00FC3EFB">
      <w:pPr>
        <w:pStyle w:val="ConsPlusNormal"/>
        <w:widowControl/>
        <w:ind w:firstLine="709"/>
        <w:jc w:val="both"/>
        <w:rPr>
          <w:sz w:val="24"/>
          <w:szCs w:val="24"/>
        </w:rPr>
      </w:pPr>
      <w:r w:rsidRPr="005F58EF">
        <w:rPr>
          <w:sz w:val="24"/>
          <w:szCs w:val="24"/>
        </w:rPr>
        <w:t>- складирование отходов асфальтобетона на газонах или участках с зелеными насаждениями при производстве строительных или ремонтных работ;</w:t>
      </w:r>
    </w:p>
    <w:p w:rsidR="006E45FF" w:rsidRPr="005F58EF" w:rsidRDefault="006E45FF" w:rsidP="00FC3EFB">
      <w:pPr>
        <w:ind w:firstLine="709"/>
        <w:jc w:val="both"/>
        <w:rPr>
          <w:rFonts w:ascii="Arial" w:hAnsi="Arial" w:cs="Arial"/>
        </w:rPr>
      </w:pPr>
      <w:r w:rsidRPr="005F58EF">
        <w:rPr>
          <w:rFonts w:ascii="Arial" w:hAnsi="Arial" w:cs="Arial"/>
        </w:rPr>
        <w:t>- устраивать свалки мусора, снега и льда, за исключением чистого снега, полученного от расчистки садово-парковых дорожек;</w:t>
      </w:r>
    </w:p>
    <w:p w:rsidR="006E45FF" w:rsidRPr="005F58EF" w:rsidRDefault="006E45FF" w:rsidP="00FC3EFB">
      <w:pPr>
        <w:ind w:firstLine="709"/>
        <w:jc w:val="both"/>
        <w:rPr>
          <w:rFonts w:ascii="Arial" w:hAnsi="Arial" w:cs="Arial"/>
        </w:rPr>
      </w:pPr>
      <w:r w:rsidRPr="005F58EF">
        <w:rPr>
          <w:rFonts w:ascii="Arial" w:hAnsi="Arial" w:cs="Arial"/>
        </w:rPr>
        <w:t>- сжигать листья, разжигать костры и нарушать правила противопожарной охраны;</w:t>
      </w:r>
    </w:p>
    <w:p w:rsidR="006E45FF" w:rsidRPr="005F58EF" w:rsidRDefault="006E45FF" w:rsidP="00FC3EFB">
      <w:pPr>
        <w:ind w:firstLine="709"/>
        <w:jc w:val="both"/>
        <w:rPr>
          <w:rFonts w:ascii="Arial" w:hAnsi="Arial" w:cs="Arial"/>
        </w:rPr>
      </w:pPr>
      <w:r w:rsidRPr="005F58EF">
        <w:rPr>
          <w:rFonts w:ascii="Arial" w:hAnsi="Arial" w:cs="Arial"/>
        </w:rPr>
        <w:t>- забивать в стволы деревьев гвозди, прикреплять рекламные щиты, электропровода, ограждения, которые могут повредить деревья;</w:t>
      </w:r>
    </w:p>
    <w:p w:rsidR="006E45FF" w:rsidRPr="005F58EF" w:rsidRDefault="006E45FF" w:rsidP="00FC3EFB">
      <w:pPr>
        <w:ind w:firstLine="709"/>
        <w:jc w:val="both"/>
        <w:rPr>
          <w:rFonts w:ascii="Arial" w:hAnsi="Arial" w:cs="Arial"/>
        </w:rPr>
      </w:pPr>
      <w:r w:rsidRPr="005F58EF">
        <w:rPr>
          <w:rFonts w:ascii="Arial" w:hAnsi="Arial" w:cs="Arial"/>
        </w:rPr>
        <w:t xml:space="preserve">- добывать из деревьев сок, смолу, делать надрезы, надписи и наносить другие механические повреждения; </w:t>
      </w:r>
    </w:p>
    <w:p w:rsidR="006E45FF" w:rsidRPr="005F58EF" w:rsidRDefault="006E45FF" w:rsidP="00FC3EFB">
      <w:pPr>
        <w:pStyle w:val="ConsPlusNormal"/>
        <w:widowControl/>
        <w:ind w:firstLine="709"/>
        <w:jc w:val="both"/>
        <w:rPr>
          <w:sz w:val="24"/>
          <w:szCs w:val="24"/>
        </w:rPr>
      </w:pPr>
      <w:r w:rsidRPr="005F58EF">
        <w:rPr>
          <w:sz w:val="24"/>
          <w:szCs w:val="24"/>
        </w:rPr>
        <w:t>- несвоевременный вывоз срезанных кустарников и деревьев, обрезанных веток, остатков засохшей растительности;</w:t>
      </w:r>
    </w:p>
    <w:p w:rsidR="006E45FF" w:rsidRPr="005F58EF" w:rsidRDefault="006E45FF" w:rsidP="00FC3EFB">
      <w:pPr>
        <w:pStyle w:val="ConsPlusNormal"/>
        <w:widowControl/>
        <w:ind w:firstLine="709"/>
        <w:jc w:val="both"/>
        <w:rPr>
          <w:sz w:val="24"/>
          <w:szCs w:val="24"/>
        </w:rPr>
      </w:pPr>
      <w:r w:rsidRPr="005F58EF">
        <w:rPr>
          <w:sz w:val="24"/>
          <w:szCs w:val="24"/>
        </w:rPr>
        <w:t>- повреждение деревьев и кустарников при производстве ремонтных и строительных работ, сбросе снега с крыш зданий и сооружений, а также в результате поджога и других действий;</w:t>
      </w:r>
    </w:p>
    <w:p w:rsidR="006E45FF" w:rsidRPr="005F58EF" w:rsidRDefault="006E45FF" w:rsidP="00FC3EFB">
      <w:pPr>
        <w:pStyle w:val="ConsPlusNormal"/>
        <w:widowControl/>
        <w:ind w:firstLine="709"/>
        <w:jc w:val="both"/>
        <w:rPr>
          <w:sz w:val="24"/>
          <w:szCs w:val="24"/>
        </w:rPr>
      </w:pPr>
      <w:r w:rsidRPr="005F58EF">
        <w:rPr>
          <w:sz w:val="24"/>
          <w:szCs w:val="24"/>
        </w:rPr>
        <w:t>- вырубка деревьев и кустарников без соответствующего разрешения;</w:t>
      </w:r>
    </w:p>
    <w:p w:rsidR="006E45FF" w:rsidRPr="005F58EF" w:rsidRDefault="006E45FF" w:rsidP="00FC3EFB">
      <w:pPr>
        <w:pStyle w:val="ConsPlusNormal"/>
        <w:widowControl/>
        <w:ind w:firstLine="709"/>
        <w:jc w:val="both"/>
        <w:rPr>
          <w:sz w:val="24"/>
          <w:szCs w:val="24"/>
        </w:rPr>
      </w:pPr>
      <w:r w:rsidRPr="005F58EF">
        <w:rPr>
          <w:sz w:val="24"/>
          <w:szCs w:val="24"/>
        </w:rPr>
        <w:t>- самовольная посадка деревьев, кустарников без проекта (схемы) посадок, согласованных с уполномоченным органом Администрации «</w:t>
      </w:r>
      <w:r>
        <w:rPr>
          <w:sz w:val="24"/>
          <w:szCs w:val="24"/>
        </w:rPr>
        <w:t>Вишневский</w:t>
      </w:r>
      <w:r w:rsidRPr="005F58EF">
        <w:rPr>
          <w:sz w:val="24"/>
          <w:szCs w:val="24"/>
        </w:rPr>
        <w:t xml:space="preserve"> сельский совет», кроме земельных участков индивидуального жилищного фонда, принадлежащих гражданам на праве собственности;</w:t>
      </w:r>
    </w:p>
    <w:p w:rsidR="006E45FF" w:rsidRPr="005F58EF" w:rsidRDefault="006E45FF" w:rsidP="00FC3EFB">
      <w:pPr>
        <w:pStyle w:val="ConsPlusNormal"/>
        <w:widowControl/>
        <w:ind w:firstLine="709"/>
        <w:jc w:val="both"/>
        <w:rPr>
          <w:sz w:val="24"/>
          <w:szCs w:val="24"/>
        </w:rPr>
      </w:pPr>
      <w:r w:rsidRPr="005F58EF">
        <w:rPr>
          <w:sz w:val="24"/>
          <w:szCs w:val="24"/>
        </w:rPr>
        <w:t xml:space="preserve">- посадка многолетних деревьев в охранных зонах инженерных коммуникаций, не зависимо от формы собственности, правообладателей земельных участков и коммунальной инфраструктуры; </w:t>
      </w:r>
    </w:p>
    <w:p w:rsidR="006E45FF" w:rsidRPr="005F58EF" w:rsidRDefault="006E45FF" w:rsidP="00FC3EFB">
      <w:pPr>
        <w:ind w:firstLine="709"/>
        <w:jc w:val="both"/>
        <w:rPr>
          <w:rFonts w:ascii="Arial" w:hAnsi="Arial" w:cs="Arial"/>
        </w:rPr>
      </w:pPr>
      <w:r w:rsidRPr="005F58EF">
        <w:rPr>
          <w:rFonts w:ascii="Arial" w:hAnsi="Arial" w:cs="Arial"/>
        </w:rPr>
        <w:t>- посадка женских экземпляров тополей, ольхи, шелковиц и других, засоряющих территорию и воздух во время цветения или плодоношения;</w:t>
      </w:r>
    </w:p>
    <w:p w:rsidR="006E45FF" w:rsidRPr="005F58EF" w:rsidRDefault="006E45FF" w:rsidP="00FC3EFB">
      <w:pPr>
        <w:pStyle w:val="ConsPlusNormal"/>
        <w:widowControl/>
        <w:ind w:firstLine="709"/>
        <w:jc w:val="both"/>
        <w:rPr>
          <w:sz w:val="24"/>
          <w:szCs w:val="24"/>
        </w:rPr>
      </w:pPr>
      <w:r w:rsidRPr="005F58EF">
        <w:rPr>
          <w:sz w:val="24"/>
          <w:szCs w:val="24"/>
        </w:rPr>
        <w:t>- устройство огородов, парников, теплиц на придомовых территориях многоквартирных домов и территориях общего пользования, за исключением цветников и других элементов декоративного озеленения;</w:t>
      </w:r>
    </w:p>
    <w:p w:rsidR="006E45FF" w:rsidRPr="005F58EF" w:rsidRDefault="006E45FF" w:rsidP="00FC3EFB">
      <w:pPr>
        <w:ind w:firstLine="709"/>
        <w:jc w:val="both"/>
        <w:rPr>
          <w:rFonts w:ascii="Arial" w:hAnsi="Arial" w:cs="Arial"/>
        </w:rPr>
      </w:pPr>
      <w:r w:rsidRPr="005F58EF">
        <w:rPr>
          <w:rFonts w:ascii="Arial" w:hAnsi="Arial" w:cs="Arial"/>
        </w:rPr>
        <w:t>7.16. Вырубка зеленых насаждений (деревьев и кустарников) на территории муниципального образования разрешается в следующих случаях:</w:t>
      </w:r>
    </w:p>
    <w:p w:rsidR="006E45FF" w:rsidRPr="005F58EF" w:rsidRDefault="006E45FF" w:rsidP="00FC3EFB">
      <w:pPr>
        <w:ind w:firstLine="709"/>
        <w:jc w:val="both"/>
        <w:rPr>
          <w:rFonts w:ascii="Arial" w:hAnsi="Arial" w:cs="Arial"/>
        </w:rPr>
      </w:pPr>
      <w:r w:rsidRPr="005F58EF">
        <w:rPr>
          <w:rFonts w:ascii="Arial" w:hAnsi="Arial" w:cs="Arial"/>
        </w:rPr>
        <w:t>- необходимость вырубки больных, погибших и ослабленных деревьев и кустарников (санитарные вырубки);</w:t>
      </w:r>
    </w:p>
    <w:p w:rsidR="006E45FF" w:rsidRPr="005F58EF" w:rsidRDefault="006E45FF" w:rsidP="00FC3EFB">
      <w:pPr>
        <w:ind w:firstLine="709"/>
        <w:jc w:val="both"/>
        <w:rPr>
          <w:rFonts w:ascii="Arial" w:hAnsi="Arial" w:cs="Arial"/>
        </w:rPr>
      </w:pPr>
      <w:r w:rsidRPr="005F58EF">
        <w:rPr>
          <w:rFonts w:ascii="Arial" w:hAnsi="Arial" w:cs="Arial"/>
        </w:rPr>
        <w:t>- возникновение чрезвычайных ситуаций природного и техногенного характера и ликвидация их последствий (аварийные вырубки);</w:t>
      </w:r>
    </w:p>
    <w:p w:rsidR="006E45FF" w:rsidRPr="005F58EF" w:rsidRDefault="006E45FF" w:rsidP="00FC3EFB">
      <w:pPr>
        <w:ind w:firstLine="709"/>
        <w:jc w:val="both"/>
        <w:rPr>
          <w:rFonts w:ascii="Arial" w:hAnsi="Arial" w:cs="Arial"/>
        </w:rPr>
      </w:pPr>
      <w:r w:rsidRPr="005F58EF">
        <w:rPr>
          <w:rFonts w:ascii="Arial" w:hAnsi="Arial" w:cs="Arial"/>
        </w:rPr>
        <w:t>- при осуществлении строительства, реконструкции и ремонта зданий, строений и сооружений, в том числе инженерных коммуникаций, при наличии согласованного с Администрацией и утвержденного проекта и полученного разрешения на строительство.</w:t>
      </w:r>
    </w:p>
    <w:p w:rsidR="006E45FF" w:rsidRPr="005F58EF" w:rsidRDefault="006E45FF" w:rsidP="00FC3EFB">
      <w:pPr>
        <w:ind w:firstLine="709"/>
        <w:jc w:val="both"/>
        <w:rPr>
          <w:rFonts w:ascii="Arial" w:hAnsi="Arial" w:cs="Arial"/>
        </w:rPr>
      </w:pPr>
      <w:r w:rsidRPr="005F58EF">
        <w:rPr>
          <w:rFonts w:ascii="Arial" w:hAnsi="Arial" w:cs="Arial"/>
        </w:rPr>
        <w:t xml:space="preserve">7.17. Вырубка зеленых насаждений, при осуществлении строительства, реконструкции и ремонта зданий, строений и сооружений, в том числе инженерных коммуникаций производится на основании разрешения выданного Администрацией муниципального образования, только при наличии «Разрешения на строительство (реконструкцию, капитальный ремонт)» выданного для реализации согласованного и утвержденного проекта застройки (реконструкции, капитального ремонта). </w:t>
      </w:r>
    </w:p>
    <w:p w:rsidR="006E45FF" w:rsidRPr="005F58EF" w:rsidRDefault="006E45FF" w:rsidP="00FC3EFB">
      <w:pPr>
        <w:ind w:firstLine="709"/>
        <w:jc w:val="both"/>
        <w:rPr>
          <w:rFonts w:ascii="Arial" w:hAnsi="Arial" w:cs="Arial"/>
        </w:rPr>
      </w:pPr>
      <w:r w:rsidRPr="005F58EF">
        <w:rPr>
          <w:rFonts w:ascii="Arial" w:hAnsi="Arial" w:cs="Arial"/>
        </w:rPr>
        <w:t>7.18. Разрешение на вырубку зеленых насаждений, при выполнении санитарной или аварийной вырубки, выдается уполномоченным органом Администрации «</w:t>
      </w:r>
      <w:r w:rsidRPr="0083479F">
        <w:rPr>
          <w:rFonts w:ascii="Arial" w:hAnsi="Arial" w:cs="Arial"/>
        </w:rPr>
        <w:t>Вишневск</w:t>
      </w:r>
      <w:r>
        <w:rPr>
          <w:rFonts w:ascii="Arial" w:hAnsi="Arial" w:cs="Arial"/>
        </w:rPr>
        <w:t>ий</w:t>
      </w:r>
      <w:r w:rsidRPr="005F58EF">
        <w:rPr>
          <w:rFonts w:ascii="Arial" w:hAnsi="Arial" w:cs="Arial"/>
        </w:rPr>
        <w:t xml:space="preserve"> сельский совет», на основании «Акта обследования» зеленных насаждений.</w:t>
      </w:r>
    </w:p>
    <w:p w:rsidR="006E45FF" w:rsidRPr="005F58EF" w:rsidRDefault="006E45FF" w:rsidP="00FC3EFB">
      <w:pPr>
        <w:ind w:firstLine="709"/>
        <w:jc w:val="both"/>
        <w:rPr>
          <w:rFonts w:ascii="Arial" w:hAnsi="Arial" w:cs="Arial"/>
        </w:rPr>
      </w:pPr>
      <w:r w:rsidRPr="005F58EF">
        <w:rPr>
          <w:rFonts w:ascii="Arial" w:hAnsi="Arial" w:cs="Arial"/>
        </w:rPr>
        <w:t>Акт обследования зеленых насаждений с предложениями о целесообразности вырубки готовит утвержденная соответствующим распоряжением Главы муниципального образования комиссия.</w:t>
      </w:r>
    </w:p>
    <w:p w:rsidR="006E45FF" w:rsidRPr="005F58EF" w:rsidRDefault="006E45FF" w:rsidP="00FC3EFB">
      <w:pPr>
        <w:ind w:firstLine="709"/>
        <w:jc w:val="both"/>
        <w:rPr>
          <w:rFonts w:ascii="Arial" w:hAnsi="Arial" w:cs="Arial"/>
        </w:rPr>
      </w:pPr>
      <w:r w:rsidRPr="005F58EF">
        <w:rPr>
          <w:rFonts w:ascii="Arial" w:hAnsi="Arial" w:cs="Arial"/>
        </w:rPr>
        <w:t>7.19. Заявление, с соответствующим обоснованием причин, об удалении зеленых насаждений от отдельных физических и юридических лиц, подаются в Администрацию поселения. Разрешение на удаление в границах населенного пункта зеленых насаждений выдается заявителю, в соответствии с п.7.20, настоящих Правил.</w:t>
      </w:r>
    </w:p>
    <w:p w:rsidR="006E45FF" w:rsidRPr="005F58EF" w:rsidRDefault="006E45FF" w:rsidP="00FC3EFB">
      <w:pPr>
        <w:ind w:firstLine="709"/>
        <w:jc w:val="both"/>
        <w:rPr>
          <w:rFonts w:ascii="Arial" w:hAnsi="Arial" w:cs="Arial"/>
        </w:rPr>
      </w:pPr>
      <w:r w:rsidRPr="005F58EF">
        <w:rPr>
          <w:rFonts w:ascii="Arial" w:hAnsi="Arial" w:cs="Arial"/>
        </w:rPr>
        <w:t>7.20. Организации, предприятия, учреждения, подавшие заявку на снос деревьев или кустарников, обязаны выполнить компенсирующую посадку деревьев и кустарников в 3-х кратном размере. Место посадки с указанием посадочного материала, с учетом предложений заявителя, определяет Администрация муниципального образования.</w:t>
      </w:r>
    </w:p>
    <w:p w:rsidR="006E45FF" w:rsidRPr="005F58EF" w:rsidRDefault="006E45FF" w:rsidP="00FC3EFB">
      <w:pPr>
        <w:ind w:firstLine="709"/>
        <w:jc w:val="both"/>
        <w:rPr>
          <w:rFonts w:ascii="Arial" w:hAnsi="Arial" w:cs="Arial"/>
        </w:rPr>
      </w:pPr>
      <w:r w:rsidRPr="005F58EF">
        <w:rPr>
          <w:rFonts w:ascii="Arial" w:hAnsi="Arial" w:cs="Arial"/>
        </w:rPr>
        <w:t>7.21. Организации, предприятия, учреждения, частные предприниматели, обосновывая заявку о вырубке зеленых насаждений под новое строительство, реконструкцию, прокладку коммуникаций, должны представить в Администрацию</w:t>
      </w:r>
      <w:r w:rsidRPr="005F58EF">
        <w:rPr>
          <w:rFonts w:ascii="Arial" w:hAnsi="Arial" w:cs="Arial"/>
          <w:i/>
          <w:iCs/>
        </w:rPr>
        <w:t xml:space="preserve"> </w:t>
      </w:r>
      <w:r w:rsidRPr="005F58EF">
        <w:rPr>
          <w:rFonts w:ascii="Arial" w:hAnsi="Arial" w:cs="Arial"/>
        </w:rPr>
        <w:t>помимо заявки на вырубку проект организации строительства.</w:t>
      </w:r>
    </w:p>
    <w:p w:rsidR="006E45FF" w:rsidRPr="005F58EF" w:rsidRDefault="006E45FF" w:rsidP="00FC3EFB">
      <w:pPr>
        <w:ind w:firstLine="709"/>
        <w:jc w:val="both"/>
        <w:rPr>
          <w:rFonts w:ascii="Arial" w:hAnsi="Arial" w:cs="Arial"/>
        </w:rPr>
      </w:pPr>
      <w:r w:rsidRPr="005F58EF">
        <w:rPr>
          <w:rFonts w:ascii="Arial" w:hAnsi="Arial" w:cs="Arial"/>
        </w:rPr>
        <w:t>7.22. Бесспорному удалению или пересадке подлежат деревья:</w:t>
      </w:r>
    </w:p>
    <w:p w:rsidR="006E45FF" w:rsidRPr="005F58EF" w:rsidRDefault="006E45FF" w:rsidP="00FC3EFB">
      <w:pPr>
        <w:ind w:firstLine="709"/>
        <w:jc w:val="both"/>
        <w:rPr>
          <w:rFonts w:ascii="Arial" w:hAnsi="Arial" w:cs="Arial"/>
        </w:rPr>
      </w:pPr>
      <w:r w:rsidRPr="005F58EF">
        <w:rPr>
          <w:rFonts w:ascii="Arial" w:hAnsi="Arial" w:cs="Arial"/>
        </w:rPr>
        <w:t>- находящиеся в зоне производства строительно-монтажных работ, сохранность которых не представляется возможным;</w:t>
      </w:r>
    </w:p>
    <w:p w:rsidR="006E45FF" w:rsidRPr="005F58EF" w:rsidRDefault="006E45FF" w:rsidP="00FC3EFB">
      <w:pPr>
        <w:ind w:firstLine="709"/>
        <w:jc w:val="both"/>
        <w:rPr>
          <w:rFonts w:ascii="Arial" w:hAnsi="Arial" w:cs="Arial"/>
        </w:rPr>
      </w:pPr>
      <w:r w:rsidRPr="005F58EF">
        <w:rPr>
          <w:rFonts w:ascii="Arial" w:hAnsi="Arial" w:cs="Arial"/>
        </w:rPr>
        <w:t>- деревья в аварийном состоянии;</w:t>
      </w:r>
    </w:p>
    <w:p w:rsidR="006E45FF" w:rsidRPr="005F58EF" w:rsidRDefault="006E45FF" w:rsidP="00FC3EFB">
      <w:pPr>
        <w:ind w:firstLine="709"/>
        <w:jc w:val="both"/>
        <w:rPr>
          <w:rFonts w:ascii="Arial" w:hAnsi="Arial" w:cs="Arial"/>
        </w:rPr>
      </w:pPr>
      <w:r w:rsidRPr="005F58EF">
        <w:rPr>
          <w:rFonts w:ascii="Arial" w:hAnsi="Arial" w:cs="Arial"/>
        </w:rPr>
        <w:t>- пораженные вредителями и болезнями или сами вызывающие болезни людей;</w:t>
      </w:r>
    </w:p>
    <w:p w:rsidR="006E45FF" w:rsidRPr="005F58EF" w:rsidRDefault="006E45FF" w:rsidP="00FC3EFB">
      <w:pPr>
        <w:ind w:firstLine="709"/>
        <w:jc w:val="both"/>
        <w:rPr>
          <w:rFonts w:ascii="Arial" w:hAnsi="Arial" w:cs="Arial"/>
        </w:rPr>
      </w:pPr>
      <w:r w:rsidRPr="005F58EF">
        <w:rPr>
          <w:rFonts w:ascii="Arial" w:hAnsi="Arial" w:cs="Arial"/>
        </w:rPr>
        <w:t>- высаженные или расположенные в нарушение и противоречии с требованиями соответствующих санитарных и технических норм и правил.</w:t>
      </w:r>
    </w:p>
    <w:p w:rsidR="006E45FF" w:rsidRPr="005F58EF" w:rsidRDefault="006E45FF" w:rsidP="00FC3EFB">
      <w:pPr>
        <w:ind w:firstLine="709"/>
        <w:jc w:val="both"/>
        <w:rPr>
          <w:rFonts w:ascii="Arial" w:hAnsi="Arial" w:cs="Arial"/>
        </w:rPr>
      </w:pPr>
      <w:r w:rsidRPr="005F58EF">
        <w:rPr>
          <w:rFonts w:ascii="Arial" w:hAnsi="Arial" w:cs="Arial"/>
        </w:rPr>
        <w:t>7.23. Здоровые деревья высотой до 3-х м подлежат пересадке силами и средствами заявителя на места, согласованные с Администрацией муниципального образования.</w:t>
      </w:r>
    </w:p>
    <w:p w:rsidR="006E45FF" w:rsidRPr="005F58EF" w:rsidRDefault="006E45FF" w:rsidP="00FC3EFB">
      <w:pPr>
        <w:ind w:firstLine="709"/>
        <w:jc w:val="both"/>
        <w:rPr>
          <w:rFonts w:ascii="Arial" w:hAnsi="Arial" w:cs="Arial"/>
        </w:rPr>
      </w:pPr>
      <w:r w:rsidRPr="005F58EF">
        <w:rPr>
          <w:rFonts w:ascii="Arial" w:hAnsi="Arial" w:cs="Arial"/>
        </w:rPr>
        <w:t>7.24. Все зеленые насаждения, независимо от ведомственной принадлежности, а также природные участки растительности являются неприкосновенным муниципальным зеленым фондом.</w:t>
      </w:r>
    </w:p>
    <w:p w:rsidR="006E45FF" w:rsidRPr="005F58EF" w:rsidRDefault="006E45FF" w:rsidP="00FC3EFB">
      <w:pPr>
        <w:ind w:firstLine="709"/>
        <w:jc w:val="both"/>
        <w:rPr>
          <w:rFonts w:ascii="Arial" w:hAnsi="Arial" w:cs="Arial"/>
        </w:rPr>
      </w:pPr>
      <w:r w:rsidRPr="005F58EF">
        <w:rPr>
          <w:rFonts w:ascii="Arial" w:hAnsi="Arial" w:cs="Arial"/>
        </w:rPr>
        <w:t xml:space="preserve">7.25. Основанием определения величины нанесенного ущерба, для возмещения нарушителем, является акт обследования зеленых насаждений и соответствующий расчет, составленный комиссией уполномоченного органа администрации муниципального образования. </w:t>
      </w:r>
    </w:p>
    <w:p w:rsidR="006E45FF" w:rsidRPr="005F58EF" w:rsidRDefault="006E45FF" w:rsidP="00FC3EFB">
      <w:pPr>
        <w:ind w:firstLine="709"/>
        <w:jc w:val="both"/>
        <w:rPr>
          <w:rFonts w:ascii="Arial" w:hAnsi="Arial" w:cs="Arial"/>
        </w:rPr>
      </w:pPr>
      <w:r w:rsidRPr="005F58EF">
        <w:rPr>
          <w:rFonts w:ascii="Arial" w:hAnsi="Arial" w:cs="Arial"/>
        </w:rPr>
        <w:t>7.26. За самовольное повреждение либо уничтожение газонов, деревьев, кустарников, растительного слоя земли виновные лица привлекаются к административной ответственности на основании Кодекса РФ об административных правонарушениях и законов Курской области.</w:t>
      </w:r>
    </w:p>
    <w:p w:rsidR="006E45FF" w:rsidRPr="005F58EF" w:rsidRDefault="006E45FF" w:rsidP="00FC3EFB">
      <w:pPr>
        <w:ind w:firstLine="709"/>
        <w:jc w:val="both"/>
        <w:rPr>
          <w:rFonts w:ascii="Arial" w:hAnsi="Arial" w:cs="Arial"/>
        </w:rPr>
      </w:pPr>
      <w:r w:rsidRPr="005F58EF">
        <w:rPr>
          <w:rFonts w:ascii="Arial" w:hAnsi="Arial" w:cs="Arial"/>
        </w:rPr>
        <w:t>Привлечение к административной ответственности не является основанием для освобождения виновных лиц от обязанности возмещения ущерба, нанесенного</w:t>
      </w:r>
      <w:r w:rsidRPr="005F58EF">
        <w:rPr>
          <w:rFonts w:ascii="Arial" w:hAnsi="Arial" w:cs="Arial"/>
          <w:color w:val="0000FF"/>
        </w:rPr>
        <w:t xml:space="preserve"> </w:t>
      </w:r>
      <w:r w:rsidRPr="005F58EF">
        <w:rPr>
          <w:rFonts w:ascii="Arial" w:hAnsi="Arial" w:cs="Arial"/>
        </w:rPr>
        <w:t xml:space="preserve">зеленому фонду. </w:t>
      </w:r>
    </w:p>
    <w:p w:rsidR="006E45FF" w:rsidRPr="005F58EF" w:rsidRDefault="006E45FF" w:rsidP="00FC3EFB">
      <w:pPr>
        <w:pStyle w:val="ConsPlusNormal"/>
        <w:widowControl/>
        <w:ind w:firstLine="709"/>
        <w:jc w:val="both"/>
        <w:rPr>
          <w:b/>
          <w:sz w:val="24"/>
          <w:szCs w:val="24"/>
        </w:rPr>
      </w:pPr>
    </w:p>
    <w:p w:rsidR="006E45FF" w:rsidRPr="005F58EF" w:rsidRDefault="006E45FF" w:rsidP="00FC3EFB">
      <w:pPr>
        <w:pStyle w:val="ConsPlusNormal"/>
        <w:widowControl/>
        <w:ind w:firstLine="709"/>
        <w:jc w:val="center"/>
        <w:rPr>
          <w:b/>
          <w:sz w:val="32"/>
          <w:szCs w:val="32"/>
        </w:rPr>
      </w:pPr>
      <w:r w:rsidRPr="005F58EF">
        <w:rPr>
          <w:b/>
          <w:sz w:val="32"/>
          <w:szCs w:val="32"/>
        </w:rPr>
        <w:t>Статья 8.  Сбор, вывоз и размещение твёрдых бытовых отходов:</w:t>
      </w:r>
    </w:p>
    <w:p w:rsidR="006E45FF" w:rsidRPr="005F58EF" w:rsidRDefault="006E45FF" w:rsidP="00FC3EFB">
      <w:pPr>
        <w:pStyle w:val="ConsPlusNormal"/>
        <w:widowControl/>
        <w:ind w:firstLine="709"/>
        <w:jc w:val="both"/>
        <w:rPr>
          <w:b/>
          <w:sz w:val="24"/>
          <w:szCs w:val="24"/>
        </w:rPr>
      </w:pPr>
    </w:p>
    <w:p w:rsidR="006E45FF" w:rsidRPr="005F58EF" w:rsidRDefault="006E45FF" w:rsidP="00FC3EFB">
      <w:pPr>
        <w:rPr>
          <w:rFonts w:ascii="Arial" w:hAnsi="Arial" w:cs="Arial"/>
        </w:rPr>
      </w:pPr>
      <w:r w:rsidRPr="005F58EF">
        <w:rPr>
          <w:rFonts w:ascii="Arial" w:hAnsi="Arial" w:cs="Arial"/>
        </w:rPr>
        <w:tab/>
        <w:t>8.1 На улицах, у торговых точек, павильонов, киосков, входов в предприятия торговли, общежитий и других местах массового пребывания людей должны быть установлены в достаточном количестве урны, выполненные по согласованному образцу. Очистка урн производится по мере их заполнения, но не реже одного раза в день. В летнее время промывка урн дезраствором производится не реже одного раза в 10 дней. Расстояние между урнами должно быть не более 100 метров. Затраты по приобретению, установке и содержанию урн несут физические и юридические лица, индивидуальные предприниматели, в собственности либо пользовании которых находятся земельные участки, объекты недвижимости либо временные объекты, торговые точки, ларьки, киоски, функционирование которых связано с образованием твёрдых бытовых отходов (ТБО).</w:t>
      </w:r>
    </w:p>
    <w:p w:rsidR="006E45FF" w:rsidRPr="005F58EF" w:rsidRDefault="006E45FF" w:rsidP="00FC3EFB">
      <w:pPr>
        <w:rPr>
          <w:rFonts w:ascii="Arial" w:hAnsi="Arial" w:cs="Arial"/>
        </w:rPr>
      </w:pPr>
      <w:r w:rsidRPr="005F58EF">
        <w:rPr>
          <w:rFonts w:ascii="Arial" w:hAnsi="Arial" w:cs="Arial"/>
        </w:rPr>
        <w:tab/>
        <w:t>8.2 Владельцы торговых точек (магазинов, киосков, ларьков, палаток, лотков и т. д.) обязаны обеспечить своевременный вывоз ТБО, пустой тары. Складирование тары возле торговых точек, во дворах и других необорудованных для хранения местах запрещается. У каждого торгового киоска, павильона, ларька, магазина устанавливается урна для сбора мусора. Для каждого торгового киоска, павильона, ларька, магазина, других торговых точек заключается договор на вывоз и утилизацию отходов со специализированными организациями.</w:t>
      </w:r>
    </w:p>
    <w:p w:rsidR="006E45FF" w:rsidRPr="005F58EF" w:rsidRDefault="006E45FF" w:rsidP="00FC3EFB">
      <w:pPr>
        <w:rPr>
          <w:rFonts w:ascii="Arial" w:hAnsi="Arial" w:cs="Arial"/>
        </w:rPr>
      </w:pPr>
      <w:r w:rsidRPr="005F58EF">
        <w:rPr>
          <w:rFonts w:ascii="Arial" w:hAnsi="Arial" w:cs="Arial"/>
        </w:rPr>
        <w:tab/>
        <w:t xml:space="preserve">8.3 Владельцы временных и постоянных объектов общественного питания (пивные павильоны, летние кафе, навесы, палатки, столики-зонты и др.) обязаны обеспечивать размещение туалетов (биотуалетов) для посетителей в непосредственной близости от объекта.   </w:t>
      </w:r>
    </w:p>
    <w:p w:rsidR="006E45FF" w:rsidRPr="005F58EF" w:rsidRDefault="006E45FF" w:rsidP="00FC3EFB">
      <w:pPr>
        <w:rPr>
          <w:rFonts w:ascii="Arial" w:hAnsi="Arial" w:cs="Arial"/>
        </w:rPr>
      </w:pPr>
      <w:r w:rsidRPr="005F58EF">
        <w:rPr>
          <w:rFonts w:ascii="Arial" w:hAnsi="Arial" w:cs="Arial"/>
        </w:rPr>
        <w:tab/>
        <w:t>8.4 Юридические и физические лица, индивидуальные предприниматели, деятельность которых связана с образованием ТБО, обязаны:</w:t>
      </w:r>
    </w:p>
    <w:p w:rsidR="006E45FF" w:rsidRPr="005F58EF" w:rsidRDefault="006E45FF" w:rsidP="00FC3EFB">
      <w:pPr>
        <w:rPr>
          <w:rFonts w:ascii="Arial" w:hAnsi="Arial" w:cs="Arial"/>
        </w:rPr>
      </w:pPr>
      <w:r w:rsidRPr="005F58EF">
        <w:rPr>
          <w:rFonts w:ascii="Arial" w:hAnsi="Arial" w:cs="Arial"/>
        </w:rPr>
        <w:tab/>
        <w:t xml:space="preserve">     8.4.1. своевременно заключать договор на вывоз и утилизацию бытовых отходов со специализированной организацией</w:t>
      </w:r>
    </w:p>
    <w:p w:rsidR="006E45FF" w:rsidRPr="005F58EF" w:rsidRDefault="006E45FF" w:rsidP="00FC3EFB">
      <w:pPr>
        <w:rPr>
          <w:rFonts w:ascii="Arial" w:hAnsi="Arial" w:cs="Arial"/>
        </w:rPr>
      </w:pPr>
      <w:r w:rsidRPr="005F58EF">
        <w:rPr>
          <w:rFonts w:ascii="Arial" w:hAnsi="Arial" w:cs="Arial"/>
        </w:rPr>
        <w:tab/>
        <w:t xml:space="preserve">    8.4.2.  оборудовать площадки под мусоросборники</w:t>
      </w:r>
    </w:p>
    <w:p w:rsidR="006E45FF" w:rsidRPr="005F58EF" w:rsidRDefault="006E45FF" w:rsidP="00FC3EFB">
      <w:pPr>
        <w:rPr>
          <w:rFonts w:ascii="Arial" w:hAnsi="Arial" w:cs="Arial"/>
        </w:rPr>
      </w:pPr>
      <w:r w:rsidRPr="005F58EF">
        <w:rPr>
          <w:rFonts w:ascii="Arial" w:hAnsi="Arial" w:cs="Arial"/>
        </w:rPr>
        <w:tab/>
        <w:t xml:space="preserve">    8.4.3. обеспечить наличие и исправность мусоросборников и инвентаря для сбора отходов, уличного и дворового смёта</w:t>
      </w:r>
    </w:p>
    <w:p w:rsidR="006E45FF" w:rsidRPr="005F58EF" w:rsidRDefault="006E45FF" w:rsidP="00FC3EFB">
      <w:pPr>
        <w:rPr>
          <w:rFonts w:ascii="Arial" w:hAnsi="Arial" w:cs="Arial"/>
        </w:rPr>
      </w:pPr>
      <w:r w:rsidRPr="005F58EF">
        <w:rPr>
          <w:rFonts w:ascii="Arial" w:hAnsi="Arial" w:cs="Arial"/>
        </w:rPr>
        <w:tab/>
        <w:t xml:space="preserve">    8.4.4. принимать меры по обеспечению регулярной очистки, мойки, дератизации, дезинсекции и дезинфекции мест под сборники отходов и площадок для сбора мусора</w:t>
      </w:r>
    </w:p>
    <w:p w:rsidR="006E45FF" w:rsidRPr="005F58EF" w:rsidRDefault="006E45FF" w:rsidP="00FC3EFB">
      <w:pPr>
        <w:rPr>
          <w:rFonts w:ascii="Arial" w:hAnsi="Arial" w:cs="Arial"/>
        </w:rPr>
      </w:pPr>
      <w:r w:rsidRPr="005F58EF">
        <w:rPr>
          <w:rFonts w:ascii="Arial" w:hAnsi="Arial" w:cs="Arial"/>
        </w:rPr>
        <w:tab/>
        <w:t>8.5. Юридические лица обязаны:</w:t>
      </w:r>
    </w:p>
    <w:p w:rsidR="006E45FF" w:rsidRPr="005F58EF" w:rsidRDefault="006E45FF" w:rsidP="00FC3EFB">
      <w:pPr>
        <w:rPr>
          <w:rFonts w:ascii="Arial" w:hAnsi="Arial" w:cs="Arial"/>
        </w:rPr>
      </w:pPr>
      <w:r w:rsidRPr="005F58EF">
        <w:rPr>
          <w:rFonts w:ascii="Arial" w:hAnsi="Arial" w:cs="Arial"/>
        </w:rPr>
        <w:tab/>
        <w:t xml:space="preserve">   8.5.1. своевременно осуществлять (в соответствии с договорами) вывоз твёрдых бытовых отходов с территорий</w:t>
      </w:r>
    </w:p>
    <w:p w:rsidR="006E45FF" w:rsidRPr="005F58EF" w:rsidRDefault="006E45FF" w:rsidP="00FC3EFB">
      <w:pPr>
        <w:rPr>
          <w:rFonts w:ascii="Arial" w:hAnsi="Arial" w:cs="Arial"/>
        </w:rPr>
      </w:pPr>
      <w:r w:rsidRPr="005F58EF">
        <w:rPr>
          <w:rFonts w:ascii="Arial" w:hAnsi="Arial" w:cs="Arial"/>
        </w:rPr>
        <w:tab/>
        <w:t xml:space="preserve">    8.5.2. в районах застройки домов, принадлежащих гражданам на праве частной собственности, осуществлять на договорной основе вывоз ТБО не реже двух раз в день</w:t>
      </w:r>
    </w:p>
    <w:p w:rsidR="006E45FF" w:rsidRPr="005F58EF" w:rsidRDefault="006E45FF" w:rsidP="00FC3EFB">
      <w:pPr>
        <w:rPr>
          <w:rFonts w:ascii="Arial" w:hAnsi="Arial" w:cs="Arial"/>
        </w:rPr>
      </w:pPr>
      <w:r w:rsidRPr="005F58EF">
        <w:rPr>
          <w:rFonts w:ascii="Arial" w:hAnsi="Arial" w:cs="Arial"/>
        </w:rPr>
        <w:tab/>
        <w:t>8.6. Запрещается:</w:t>
      </w:r>
    </w:p>
    <w:p w:rsidR="006E45FF" w:rsidRPr="005F58EF" w:rsidRDefault="006E45FF" w:rsidP="00FC3EFB">
      <w:pPr>
        <w:rPr>
          <w:rFonts w:ascii="Arial" w:hAnsi="Arial" w:cs="Arial"/>
        </w:rPr>
      </w:pPr>
      <w:r w:rsidRPr="005F58EF">
        <w:rPr>
          <w:rFonts w:ascii="Arial" w:hAnsi="Arial" w:cs="Arial"/>
        </w:rPr>
        <w:tab/>
        <w:t xml:space="preserve">  8.6.1. сжигание мусора в контейнерах на улица и других местах, кроме специально отведённых</w:t>
      </w:r>
    </w:p>
    <w:p w:rsidR="006E45FF" w:rsidRPr="005F58EF" w:rsidRDefault="006E45FF" w:rsidP="00FC3EFB">
      <w:pPr>
        <w:rPr>
          <w:rFonts w:ascii="Arial" w:hAnsi="Arial" w:cs="Arial"/>
        </w:rPr>
      </w:pPr>
      <w:r w:rsidRPr="005F58EF">
        <w:rPr>
          <w:rFonts w:ascii="Arial" w:hAnsi="Arial" w:cs="Arial"/>
        </w:rPr>
        <w:tab/>
        <w:t xml:space="preserve">  8.6.2. переполнение урн, сборников бытовыми отходами и загрязнение территории</w:t>
      </w:r>
    </w:p>
    <w:p w:rsidR="006E45FF" w:rsidRPr="005F58EF" w:rsidRDefault="006E45FF" w:rsidP="00FC3EFB">
      <w:pPr>
        <w:rPr>
          <w:rFonts w:ascii="Arial" w:hAnsi="Arial" w:cs="Arial"/>
        </w:rPr>
      </w:pPr>
      <w:r w:rsidRPr="005F58EF">
        <w:rPr>
          <w:rFonts w:ascii="Arial" w:hAnsi="Arial" w:cs="Arial"/>
        </w:rPr>
        <w:tab/>
        <w:t xml:space="preserve">  8.6.3. отбор вторичного сырья из мусоросборников</w:t>
      </w:r>
    </w:p>
    <w:p w:rsidR="006E45FF" w:rsidRPr="005F58EF" w:rsidRDefault="006E45FF" w:rsidP="00FC3EFB">
      <w:pPr>
        <w:ind w:firstLine="708"/>
        <w:rPr>
          <w:rFonts w:ascii="Arial" w:hAnsi="Arial" w:cs="Arial"/>
        </w:rPr>
      </w:pPr>
      <w:r w:rsidRPr="005F58EF">
        <w:rPr>
          <w:rFonts w:ascii="Arial" w:hAnsi="Arial" w:cs="Arial"/>
        </w:rPr>
        <w:t xml:space="preserve">  8.6.4. мытьё тары для отходов в не установленных местах.</w:t>
      </w:r>
    </w:p>
    <w:p w:rsidR="006E45FF" w:rsidRPr="005F58EF" w:rsidRDefault="006E45FF" w:rsidP="00FC3EFB">
      <w:pPr>
        <w:ind w:firstLine="709"/>
        <w:jc w:val="both"/>
        <w:rPr>
          <w:rFonts w:ascii="Arial" w:hAnsi="Arial" w:cs="Arial"/>
          <w:color w:val="0000FF"/>
        </w:rPr>
      </w:pPr>
    </w:p>
    <w:p w:rsidR="006E45FF" w:rsidRPr="005F58EF" w:rsidRDefault="006E45FF" w:rsidP="00FC3EFB">
      <w:pPr>
        <w:ind w:firstLine="709"/>
        <w:jc w:val="center"/>
        <w:rPr>
          <w:rFonts w:ascii="Arial" w:hAnsi="Arial" w:cs="Arial"/>
          <w:b/>
          <w:bCs/>
        </w:rPr>
      </w:pPr>
      <w:r w:rsidRPr="005F58EF">
        <w:rPr>
          <w:rFonts w:ascii="Arial" w:hAnsi="Arial" w:cs="Arial"/>
          <w:b/>
          <w:bCs/>
          <w:sz w:val="32"/>
          <w:szCs w:val="32"/>
        </w:rPr>
        <w:t>Статья 9. Содержание и ремонт объектов уличного и наружного освещения</w:t>
      </w:r>
      <w:r w:rsidRPr="005F58EF">
        <w:rPr>
          <w:rFonts w:ascii="Arial" w:hAnsi="Arial" w:cs="Arial"/>
          <w:b/>
          <w:bCs/>
        </w:rPr>
        <w:t>.</w:t>
      </w:r>
    </w:p>
    <w:p w:rsidR="006E45FF" w:rsidRPr="005F58EF" w:rsidRDefault="006E45FF" w:rsidP="00FC3EFB">
      <w:pPr>
        <w:ind w:firstLine="709"/>
        <w:jc w:val="both"/>
        <w:rPr>
          <w:rFonts w:ascii="Arial" w:hAnsi="Arial" w:cs="Arial"/>
          <w:b/>
          <w:bCs/>
        </w:rPr>
      </w:pPr>
    </w:p>
    <w:p w:rsidR="006E45FF" w:rsidRPr="005F58EF" w:rsidRDefault="006E45FF" w:rsidP="00FC3EFB">
      <w:pPr>
        <w:pStyle w:val="ConsPlusNormal"/>
        <w:widowControl/>
        <w:ind w:firstLine="709"/>
        <w:jc w:val="both"/>
        <w:rPr>
          <w:sz w:val="24"/>
          <w:szCs w:val="24"/>
        </w:rPr>
      </w:pPr>
      <w:r w:rsidRPr="005F58EF">
        <w:rPr>
          <w:sz w:val="24"/>
          <w:szCs w:val="24"/>
        </w:rPr>
        <w:t>9.1.</w:t>
      </w:r>
      <w:r w:rsidRPr="005F58EF">
        <w:rPr>
          <w:b/>
          <w:bCs/>
          <w:sz w:val="24"/>
          <w:szCs w:val="24"/>
        </w:rPr>
        <w:t xml:space="preserve"> </w:t>
      </w:r>
      <w:r w:rsidRPr="005F58EF">
        <w:rPr>
          <w:sz w:val="24"/>
          <w:szCs w:val="24"/>
        </w:rPr>
        <w:t xml:space="preserve">Территория муниципального образования подлежит освещению в темное время суток. Количество устройств наружного освещения и расстояние между ними должно обеспечивать уровень освещенности, позволяющий свободную ориентацию человека на отдельном участке территории в темное время суток. </w:t>
      </w:r>
    </w:p>
    <w:p w:rsidR="006E45FF" w:rsidRPr="005F58EF" w:rsidRDefault="006E45FF" w:rsidP="00FC3EFB">
      <w:pPr>
        <w:pStyle w:val="ConsPlusNormal"/>
        <w:widowControl/>
        <w:ind w:firstLine="709"/>
        <w:jc w:val="both"/>
        <w:rPr>
          <w:sz w:val="24"/>
          <w:szCs w:val="24"/>
        </w:rPr>
      </w:pPr>
      <w:r w:rsidRPr="005F58EF">
        <w:rPr>
          <w:sz w:val="24"/>
          <w:szCs w:val="24"/>
        </w:rPr>
        <w:t xml:space="preserve">9.2. Системы наружного освещения, как правило, должны быть оснащены приборами автоматического включения и выключения (фотоэлементами с прибором автоматического включения), в зависимости от естественной освещенности территории. Включение и отключение устройств наружного освещения не имеющие приборов автоматического включения и отключения, осуществляется лицами, обслуживающими систему освещения в соответствии с утвержденным органом местного самоуправления графиком. </w:t>
      </w:r>
    </w:p>
    <w:p w:rsidR="006E45FF" w:rsidRPr="005F58EF" w:rsidRDefault="006E45FF" w:rsidP="00FC3EFB">
      <w:pPr>
        <w:pStyle w:val="ConsPlusNormal"/>
        <w:widowControl/>
        <w:ind w:firstLine="709"/>
        <w:jc w:val="both"/>
        <w:rPr>
          <w:sz w:val="24"/>
          <w:szCs w:val="24"/>
        </w:rPr>
      </w:pPr>
      <w:r w:rsidRPr="005F58EF">
        <w:rPr>
          <w:sz w:val="24"/>
          <w:szCs w:val="24"/>
        </w:rPr>
        <w:t>9.3. Органы местного самоуправления за счет средств местного бюджета обеспечивают:</w:t>
      </w:r>
    </w:p>
    <w:p w:rsidR="006E45FF" w:rsidRPr="005F58EF" w:rsidRDefault="006E45FF" w:rsidP="00FC3EFB">
      <w:pPr>
        <w:pStyle w:val="ConsPlusNormal"/>
        <w:widowControl/>
        <w:ind w:firstLine="709"/>
        <w:jc w:val="both"/>
        <w:rPr>
          <w:sz w:val="24"/>
          <w:szCs w:val="24"/>
        </w:rPr>
      </w:pPr>
      <w:r w:rsidRPr="005F58EF">
        <w:rPr>
          <w:sz w:val="24"/>
          <w:szCs w:val="24"/>
        </w:rPr>
        <w:t>- оплату расходов за потребленную электроэнергию и замену вышедших из строя осветительных ламп систем наружного освещения территорий общего пользования, площадей, скверов, улично-дорожной сети, уличной сети индивидуального жилищного фонда, остановок транспорта общего пользования, пешеходных тротуаров и дорожек, иных территорий общего пользования, с массовым движением населения и требующих наличия освещения;</w:t>
      </w:r>
    </w:p>
    <w:p w:rsidR="006E45FF" w:rsidRPr="005F58EF" w:rsidRDefault="006E45FF" w:rsidP="00FC3EFB">
      <w:pPr>
        <w:pStyle w:val="ConsPlusNormal"/>
        <w:widowControl/>
        <w:ind w:firstLine="709"/>
        <w:jc w:val="both"/>
        <w:rPr>
          <w:b/>
          <w:bCs/>
          <w:sz w:val="24"/>
          <w:szCs w:val="24"/>
        </w:rPr>
      </w:pPr>
      <w:r w:rsidRPr="005F58EF">
        <w:rPr>
          <w:sz w:val="24"/>
          <w:szCs w:val="24"/>
        </w:rPr>
        <w:t>- содержание объектов наружного освещения объектов благоустройства, являющихся собственностью муниципального образования, а также иных объектов благоустройства, находящихся на территории муниципального образования, до определения их принадлежности и оформления права собственности;</w:t>
      </w:r>
      <w:r w:rsidRPr="005F58EF">
        <w:rPr>
          <w:b/>
          <w:bCs/>
          <w:sz w:val="24"/>
          <w:szCs w:val="24"/>
        </w:rPr>
        <w:t xml:space="preserve"> </w:t>
      </w:r>
    </w:p>
    <w:p w:rsidR="006E45FF" w:rsidRPr="005F58EF" w:rsidRDefault="006E45FF" w:rsidP="00FC3EFB">
      <w:pPr>
        <w:pStyle w:val="ConsPlusNormal"/>
        <w:widowControl/>
        <w:ind w:firstLine="709"/>
        <w:jc w:val="both"/>
        <w:rPr>
          <w:sz w:val="24"/>
          <w:szCs w:val="24"/>
        </w:rPr>
      </w:pPr>
      <w:r w:rsidRPr="005F58EF">
        <w:rPr>
          <w:sz w:val="24"/>
          <w:szCs w:val="24"/>
        </w:rPr>
        <w:t xml:space="preserve">9.4. Юридические и физические лица – правообладатели земельных участков с объектами недвижимости и благоустройства, в том числе жилищных, дачных, садовых, гаражных кооперативов и товариществ, обязаны обеспечивать создание, содержание и развитие систем наружного освещения своих территорий в соответствии с нормативными требованиями и настоящими Правилами, за счет собственных средств. </w:t>
      </w:r>
    </w:p>
    <w:p w:rsidR="006E45FF" w:rsidRPr="005F58EF" w:rsidRDefault="006E45FF" w:rsidP="00FC3EFB">
      <w:pPr>
        <w:pStyle w:val="ConsPlusNormal"/>
        <w:widowControl/>
        <w:ind w:firstLine="709"/>
        <w:jc w:val="both"/>
        <w:rPr>
          <w:sz w:val="24"/>
          <w:szCs w:val="24"/>
        </w:rPr>
      </w:pPr>
      <w:r w:rsidRPr="005F58EF">
        <w:rPr>
          <w:sz w:val="24"/>
          <w:szCs w:val="24"/>
        </w:rPr>
        <w:t xml:space="preserve">9.5. Собственники зданий и сооружений должны обеспечить наличие и функционирование локального освещения входов и прилегающей территории в объеме позволяющем безопасное передвижение населения (клиентов, посетителей) к своим объектам, архитектурно-художественную и праздничную подсветку, выполненную по согласованному Администрацией проекту. </w:t>
      </w:r>
    </w:p>
    <w:p w:rsidR="006E45FF" w:rsidRPr="005F58EF" w:rsidRDefault="006E45FF" w:rsidP="00FC3EFB">
      <w:pPr>
        <w:pStyle w:val="ConsPlusNormal"/>
        <w:widowControl/>
        <w:ind w:firstLine="709"/>
        <w:jc w:val="both"/>
        <w:rPr>
          <w:sz w:val="24"/>
          <w:szCs w:val="24"/>
        </w:rPr>
      </w:pPr>
      <w:r w:rsidRPr="005F58EF">
        <w:rPr>
          <w:sz w:val="24"/>
          <w:szCs w:val="24"/>
        </w:rPr>
        <w:t>9.6. Содержание объектов наружного освещения обязаны осуществлять физические и юридические лица, которым системы наружного освещения или земельные участки, на которых они расположены, принадлежат на соответствующем праве, в объеме, предусмотренном действующим законодательством и настоящими Правилами, самостоятельно или посредством привлечения иных лиц и организаций по договору, за счет собственных средств.</w:t>
      </w:r>
    </w:p>
    <w:p w:rsidR="006E45FF" w:rsidRPr="005F58EF" w:rsidRDefault="006E45FF" w:rsidP="00FC3EFB">
      <w:pPr>
        <w:pStyle w:val="ConsPlusNormal"/>
        <w:widowControl/>
        <w:ind w:firstLine="709"/>
        <w:jc w:val="both"/>
        <w:rPr>
          <w:sz w:val="24"/>
          <w:szCs w:val="24"/>
        </w:rPr>
      </w:pPr>
      <w:r w:rsidRPr="005F58EF">
        <w:rPr>
          <w:sz w:val="24"/>
          <w:szCs w:val="24"/>
        </w:rPr>
        <w:t>9.7. Обеспечение обязательств, предусмотренных ст. 9.3. настоящих Правил, осуществляется Администрацией муниципального образования путем проведения конкурсного отбора и заключением Муниципального контракта на работы по содержанию наружного освещения с возложением ответственности по исполнению требований действующего законодательства и настоящих Правил на подрядную организацию, с которой заключен Муниципальный контракт. Финансирование работ по Муниципальному</w:t>
      </w:r>
      <w:r w:rsidRPr="005F58EF">
        <w:rPr>
          <w:color w:val="0000FF"/>
          <w:sz w:val="24"/>
          <w:szCs w:val="24"/>
        </w:rPr>
        <w:t xml:space="preserve"> </w:t>
      </w:r>
      <w:r w:rsidRPr="005F58EF">
        <w:rPr>
          <w:sz w:val="24"/>
          <w:szCs w:val="24"/>
        </w:rPr>
        <w:t>контракту, осуществляется из средств местного бюджета в пределах утвержденных лимитов на эти цели.</w:t>
      </w:r>
    </w:p>
    <w:p w:rsidR="006E45FF" w:rsidRPr="005F58EF" w:rsidRDefault="006E45FF" w:rsidP="00FC3EFB">
      <w:pPr>
        <w:ind w:firstLine="709"/>
        <w:jc w:val="both"/>
        <w:rPr>
          <w:rFonts w:ascii="Arial" w:hAnsi="Arial" w:cs="Arial"/>
        </w:rPr>
      </w:pPr>
      <w:r w:rsidRPr="005F58EF">
        <w:rPr>
          <w:rFonts w:ascii="Arial" w:hAnsi="Arial" w:cs="Arial"/>
        </w:rPr>
        <w:t>9.8. Количество не работающих светильников систем наружного освещения не должно превышать 5% от общего количества светильников в системе, при этом не допускается расположение неработающих светильников подряд, один за другим.</w:t>
      </w:r>
    </w:p>
    <w:p w:rsidR="006E45FF" w:rsidRPr="005F58EF" w:rsidRDefault="006E45FF" w:rsidP="00FC3EFB">
      <w:pPr>
        <w:pStyle w:val="ConsPlusNormal"/>
        <w:widowControl/>
        <w:ind w:firstLine="709"/>
        <w:jc w:val="both"/>
        <w:rPr>
          <w:sz w:val="24"/>
          <w:szCs w:val="24"/>
        </w:rPr>
      </w:pPr>
      <w:r w:rsidRPr="005F58EF">
        <w:rPr>
          <w:sz w:val="24"/>
          <w:szCs w:val="24"/>
        </w:rPr>
        <w:t>9.9.Устройства наружного освещения должны поддерживаться в исправном состоянии, не иметь разбитых защитных колпаков, поврежденных конструктивных элементов, опор. Опоры светильников, кронштейны не должны иметь крена и отклонений. Металлические элементы должны быть окрашены и не иметь очагов коррозии. Смотровые люки опор должны быть закрыты крышками с запорными устройствами.</w:t>
      </w:r>
    </w:p>
    <w:p w:rsidR="006E45FF" w:rsidRPr="005F58EF" w:rsidRDefault="006E45FF" w:rsidP="00FC3EFB">
      <w:pPr>
        <w:ind w:firstLine="709"/>
        <w:jc w:val="both"/>
        <w:rPr>
          <w:rFonts w:ascii="Arial" w:hAnsi="Arial" w:cs="Arial"/>
        </w:rPr>
      </w:pPr>
      <w:r w:rsidRPr="005F58EF">
        <w:rPr>
          <w:rFonts w:ascii="Arial" w:hAnsi="Arial" w:cs="Arial"/>
        </w:rPr>
        <w:t>9.10. Вышедшие из строя газоразрядные лампы, содержащие ртуть (ДРЛ, ДРИ, ДНАТ и др.) должны храниться в специально отведенных для этой цели сборниках и вывозиться на специализированные предприятия для их утилизации организациями, осуществляющими их содержание.</w:t>
      </w:r>
    </w:p>
    <w:p w:rsidR="006E45FF" w:rsidRPr="005F58EF" w:rsidRDefault="006E45FF" w:rsidP="00FC3EFB">
      <w:pPr>
        <w:ind w:firstLine="709"/>
        <w:jc w:val="both"/>
        <w:rPr>
          <w:rFonts w:ascii="Arial" w:hAnsi="Arial" w:cs="Arial"/>
        </w:rPr>
      </w:pPr>
      <w:r w:rsidRPr="005F58EF">
        <w:rPr>
          <w:rFonts w:ascii="Arial" w:hAnsi="Arial" w:cs="Arial"/>
        </w:rPr>
        <w:t>9.11. Вывоз сбитых опор освещения производится организациями, осуществляющими их содержание:</w:t>
      </w:r>
    </w:p>
    <w:p w:rsidR="006E45FF" w:rsidRPr="005F58EF" w:rsidRDefault="006E45FF" w:rsidP="00FC3EFB">
      <w:pPr>
        <w:ind w:firstLine="709"/>
        <w:jc w:val="both"/>
        <w:rPr>
          <w:rFonts w:ascii="Arial" w:hAnsi="Arial" w:cs="Arial"/>
        </w:rPr>
      </w:pPr>
      <w:r w:rsidRPr="005F58EF">
        <w:rPr>
          <w:rFonts w:ascii="Arial" w:hAnsi="Arial" w:cs="Arial"/>
        </w:rPr>
        <w:t>- находящихся на проезжей части улично-дорожной сети, – незамедлительно;</w:t>
      </w:r>
    </w:p>
    <w:p w:rsidR="006E45FF" w:rsidRPr="005F58EF" w:rsidRDefault="006E45FF" w:rsidP="00FC3EFB">
      <w:pPr>
        <w:ind w:firstLine="709"/>
        <w:jc w:val="both"/>
        <w:rPr>
          <w:rFonts w:ascii="Arial" w:hAnsi="Arial" w:cs="Arial"/>
        </w:rPr>
      </w:pPr>
      <w:r w:rsidRPr="005F58EF">
        <w:rPr>
          <w:rFonts w:ascii="Arial" w:hAnsi="Arial" w:cs="Arial"/>
        </w:rPr>
        <w:t xml:space="preserve">- находящихся на остальной территории - в течение суток с момента обнаружения. </w:t>
      </w:r>
    </w:p>
    <w:p w:rsidR="006E45FF" w:rsidRPr="005F58EF" w:rsidRDefault="006E45FF" w:rsidP="00FC3EFB">
      <w:pPr>
        <w:ind w:firstLine="709"/>
        <w:jc w:val="both"/>
        <w:rPr>
          <w:rFonts w:ascii="Arial" w:hAnsi="Arial" w:cs="Arial"/>
        </w:rPr>
      </w:pP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10. Требования к содержанию улично-дорожной сети.</w:t>
      </w:r>
    </w:p>
    <w:p w:rsidR="006E45FF" w:rsidRPr="005F58EF" w:rsidRDefault="006E45FF" w:rsidP="00FC3EFB">
      <w:pPr>
        <w:pStyle w:val="ConsPlusNormal"/>
        <w:widowControl/>
        <w:ind w:firstLine="709"/>
        <w:jc w:val="both"/>
        <w:rPr>
          <w:b/>
          <w:bCs/>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 xml:space="preserve">10.1. Лица, обязанные осуществлять работы по содержанию улично-дорожной сети, соблюдению требований безопасности дорожного движения, определенны </w:t>
      </w:r>
    </w:p>
    <w:p w:rsidR="006E45FF" w:rsidRPr="005F58EF" w:rsidRDefault="006E45FF" w:rsidP="00FC3EFB">
      <w:pPr>
        <w:pStyle w:val="ConsPlusNormal"/>
        <w:widowControl/>
        <w:ind w:firstLine="709"/>
        <w:jc w:val="both"/>
        <w:rPr>
          <w:sz w:val="24"/>
          <w:szCs w:val="24"/>
        </w:rPr>
      </w:pPr>
      <w:r w:rsidRPr="005F58EF">
        <w:rPr>
          <w:sz w:val="24"/>
          <w:szCs w:val="24"/>
        </w:rPr>
        <w:t xml:space="preserve">статьей 4 настоящих Правил </w:t>
      </w:r>
    </w:p>
    <w:p w:rsidR="006E45FF" w:rsidRPr="005F58EF" w:rsidRDefault="006E45FF" w:rsidP="00FC3EFB">
      <w:pPr>
        <w:pStyle w:val="ConsPlusNormal"/>
        <w:widowControl/>
        <w:ind w:firstLine="709"/>
        <w:jc w:val="both"/>
        <w:rPr>
          <w:sz w:val="24"/>
          <w:szCs w:val="24"/>
        </w:rPr>
      </w:pPr>
      <w:r w:rsidRPr="005F58EF">
        <w:rPr>
          <w:sz w:val="24"/>
          <w:szCs w:val="24"/>
        </w:rPr>
        <w:t xml:space="preserve">10.2. Общие требования по содержанию улично-дорожной сети, как одного из элементов благоустройства, установлены статьей 5 настоящих Правил. </w:t>
      </w:r>
    </w:p>
    <w:p w:rsidR="006E45FF" w:rsidRPr="005F58EF" w:rsidRDefault="006E45FF" w:rsidP="00FC3EFB">
      <w:pPr>
        <w:ind w:firstLine="709"/>
        <w:jc w:val="both"/>
        <w:rPr>
          <w:rFonts w:ascii="Arial" w:hAnsi="Arial" w:cs="Arial"/>
        </w:rPr>
      </w:pPr>
      <w:r w:rsidRPr="005F58EF">
        <w:rPr>
          <w:rFonts w:ascii="Arial" w:hAnsi="Arial" w:cs="Arial"/>
        </w:rPr>
        <w:t>10.3. Организация, обслуживающая улично-дорожную сеть, владелец улично-дорожной сети самостоятельно выполняющий обслуживание обязаны:</w:t>
      </w:r>
    </w:p>
    <w:p w:rsidR="006E45FF" w:rsidRPr="005F58EF" w:rsidRDefault="006E45FF" w:rsidP="00FC3EFB">
      <w:pPr>
        <w:ind w:firstLine="709"/>
        <w:jc w:val="both"/>
        <w:rPr>
          <w:rFonts w:ascii="Arial" w:hAnsi="Arial" w:cs="Arial"/>
        </w:rPr>
      </w:pPr>
      <w:r w:rsidRPr="005F58EF">
        <w:rPr>
          <w:rFonts w:ascii="Arial" w:hAnsi="Arial" w:cs="Arial"/>
        </w:rPr>
        <w:t>- обеспечивать нормативное содержание улично-дорожной сети общего пользования, в соответствии с требованиями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6E45FF" w:rsidRPr="005F58EF" w:rsidRDefault="006E45FF" w:rsidP="00FC3EFB">
      <w:pPr>
        <w:pStyle w:val="ConsPlusNormal"/>
        <w:widowControl/>
        <w:ind w:firstLine="709"/>
        <w:jc w:val="both"/>
        <w:rPr>
          <w:sz w:val="24"/>
          <w:szCs w:val="24"/>
        </w:rPr>
      </w:pPr>
      <w:r w:rsidRPr="005F58EF">
        <w:rPr>
          <w:sz w:val="24"/>
          <w:szCs w:val="24"/>
        </w:rPr>
        <w:t xml:space="preserve">- обеспечивать нормативное содержание объектов улично-дорожной сети расположенных в пределах жилой застройки, в соответствии с требованиями установленными «Правилами и нормами технической эксплуатации жилищного фонда», утвержденными постановлением Госстроя РФ №170; </w:t>
      </w:r>
    </w:p>
    <w:p w:rsidR="006E45FF" w:rsidRPr="005F58EF" w:rsidRDefault="006E45FF" w:rsidP="00FC3EFB">
      <w:pPr>
        <w:ind w:firstLine="709"/>
        <w:jc w:val="both"/>
        <w:rPr>
          <w:rFonts w:ascii="Arial" w:hAnsi="Arial" w:cs="Arial"/>
        </w:rPr>
      </w:pPr>
      <w:r w:rsidRPr="005F58EF">
        <w:rPr>
          <w:rFonts w:ascii="Arial" w:hAnsi="Arial" w:cs="Arial"/>
        </w:rPr>
        <w:t>- обеспечивать устранение повреждений и разрушений улично-дорожной сети в сроки, предусмотренные ГОСТ Р 50597-93;</w:t>
      </w:r>
    </w:p>
    <w:p w:rsidR="006E45FF" w:rsidRPr="005F58EF" w:rsidRDefault="006E45FF" w:rsidP="00FC3EFB">
      <w:pPr>
        <w:ind w:firstLine="709"/>
        <w:jc w:val="both"/>
        <w:rPr>
          <w:rFonts w:ascii="Arial" w:hAnsi="Arial" w:cs="Arial"/>
        </w:rPr>
      </w:pPr>
      <w:r w:rsidRPr="005F58EF">
        <w:rPr>
          <w:rFonts w:ascii="Arial" w:hAnsi="Arial" w:cs="Arial"/>
        </w:rPr>
        <w:t>- обеспечить надлежащее содержание и сохранность знаков безопасности дорожного движения;</w:t>
      </w:r>
    </w:p>
    <w:p w:rsidR="006E45FF" w:rsidRPr="005F58EF" w:rsidRDefault="006E45FF" w:rsidP="00FC3EFB">
      <w:pPr>
        <w:ind w:firstLine="709"/>
        <w:jc w:val="both"/>
        <w:rPr>
          <w:rFonts w:ascii="Arial" w:hAnsi="Arial" w:cs="Arial"/>
        </w:rPr>
      </w:pPr>
      <w:r w:rsidRPr="005F58EF">
        <w:rPr>
          <w:rFonts w:ascii="Arial" w:hAnsi="Arial" w:cs="Arial"/>
        </w:rPr>
        <w:t xml:space="preserve">- произвести, в месячный срок после оттаивания дорожного основания ямочный (текущий) ремонт проезжей части дорожного полотна, обеспечивающего безопасное движение автотранспортных средств и пешеходов; </w:t>
      </w:r>
    </w:p>
    <w:p w:rsidR="006E45FF" w:rsidRPr="005F58EF" w:rsidRDefault="006E45FF" w:rsidP="00FC3EFB">
      <w:pPr>
        <w:ind w:firstLine="709"/>
        <w:jc w:val="both"/>
        <w:rPr>
          <w:rFonts w:ascii="Arial" w:hAnsi="Arial" w:cs="Arial"/>
        </w:rPr>
      </w:pPr>
      <w:r w:rsidRPr="005F58EF">
        <w:rPr>
          <w:rFonts w:ascii="Arial" w:hAnsi="Arial" w:cs="Arial"/>
        </w:rPr>
        <w:t>- при производстве работ выполнять требования правил охраны труда, техники безопасности, проводить необходимые мероприятия по охране окружающей среды;</w:t>
      </w:r>
    </w:p>
    <w:p w:rsidR="006E45FF" w:rsidRPr="005F58EF" w:rsidRDefault="006E45FF" w:rsidP="00FC3EFB">
      <w:pPr>
        <w:ind w:firstLine="709"/>
        <w:jc w:val="both"/>
        <w:rPr>
          <w:rFonts w:ascii="Arial" w:hAnsi="Arial" w:cs="Arial"/>
        </w:rPr>
      </w:pPr>
      <w:r w:rsidRPr="005F58EF">
        <w:rPr>
          <w:rFonts w:ascii="Arial" w:hAnsi="Arial" w:cs="Arial"/>
        </w:rPr>
        <w:t>- до начала ремонтных работ осуществлять проверку качества применяемых материалов и изделий;</w:t>
      </w:r>
    </w:p>
    <w:p w:rsidR="006E45FF" w:rsidRPr="005F58EF" w:rsidRDefault="006E45FF" w:rsidP="00FC3EFB">
      <w:pPr>
        <w:ind w:firstLine="709"/>
        <w:jc w:val="both"/>
        <w:rPr>
          <w:rFonts w:ascii="Arial" w:hAnsi="Arial" w:cs="Arial"/>
        </w:rPr>
      </w:pPr>
      <w:r w:rsidRPr="005F58EF">
        <w:rPr>
          <w:rFonts w:ascii="Arial" w:hAnsi="Arial" w:cs="Arial"/>
        </w:rPr>
        <w:t xml:space="preserve">- по требованию Администрации, предоставлять первичные документы (путевые листы, накладные), связанные с использованием техники, транспорта, используемых противогололедных материалов (ПГМ), стройматериалов, используемых при ремонте; </w:t>
      </w:r>
    </w:p>
    <w:p w:rsidR="006E45FF" w:rsidRPr="005F58EF" w:rsidRDefault="006E45FF" w:rsidP="00FC3EFB">
      <w:pPr>
        <w:ind w:firstLine="709"/>
        <w:jc w:val="both"/>
        <w:rPr>
          <w:rFonts w:ascii="Arial" w:hAnsi="Arial" w:cs="Arial"/>
        </w:rPr>
      </w:pPr>
      <w:r w:rsidRPr="005F58EF">
        <w:rPr>
          <w:rFonts w:ascii="Arial" w:hAnsi="Arial" w:cs="Arial"/>
        </w:rPr>
        <w:t>- принимать и осуществлять меры по сохранности улично-дорожной сети от повреждений, не допускать несанкционированных перевозок сверхнормативных и негабаритных грузов;</w:t>
      </w:r>
    </w:p>
    <w:p w:rsidR="006E45FF" w:rsidRPr="005F58EF" w:rsidRDefault="006E45FF" w:rsidP="00FC3EFB">
      <w:pPr>
        <w:ind w:firstLine="709"/>
        <w:jc w:val="both"/>
        <w:rPr>
          <w:rFonts w:ascii="Arial" w:hAnsi="Arial" w:cs="Arial"/>
        </w:rPr>
      </w:pPr>
      <w:r w:rsidRPr="005F58EF">
        <w:rPr>
          <w:rFonts w:ascii="Arial" w:hAnsi="Arial" w:cs="Arial"/>
        </w:rPr>
        <w:t>- в случае совершения дорожно-транспортного происшествия с причинением повреждений находящейся на содержании подрядчика объектами улично-дорожной сети и/или ее составным частям, до проведения ремонтных работ обязана произвести фотографирование поврежденного объекта в нескольких ракурсах, выполнить расчет размера материального ущерба. Фотографии и документы, подтверждающие расчет размера ущерба (справки, калькуляции и т.п.), в течение 10 рабочих дней с момента совершения дорожно-транспортного происшествия представлять Администрации для взыскания материального ущерба с виновных лиц;</w:t>
      </w:r>
    </w:p>
    <w:p w:rsidR="006E45FF" w:rsidRPr="005F58EF" w:rsidRDefault="006E45FF" w:rsidP="00FC3EFB">
      <w:pPr>
        <w:autoSpaceDE w:val="0"/>
        <w:ind w:firstLine="709"/>
        <w:jc w:val="both"/>
        <w:rPr>
          <w:rFonts w:ascii="Arial" w:hAnsi="Arial" w:cs="Arial"/>
        </w:rPr>
      </w:pPr>
      <w:r w:rsidRPr="005F58EF">
        <w:rPr>
          <w:rFonts w:ascii="Arial" w:hAnsi="Arial" w:cs="Arial"/>
        </w:rPr>
        <w:t>- организовать выполнение мероприятий по ограничению движения транспорта в весенне-осеннюю распутицу в установленном порядке, обеспечить установку и уход за временными дорожными знаками;</w:t>
      </w:r>
    </w:p>
    <w:p w:rsidR="006E45FF" w:rsidRPr="005F58EF" w:rsidRDefault="006E45FF" w:rsidP="00FC3EFB">
      <w:pPr>
        <w:ind w:firstLine="709"/>
        <w:jc w:val="both"/>
        <w:rPr>
          <w:rFonts w:ascii="Arial" w:hAnsi="Arial" w:cs="Arial"/>
        </w:rPr>
      </w:pPr>
      <w:r w:rsidRPr="005F58EF">
        <w:rPr>
          <w:rFonts w:ascii="Arial" w:hAnsi="Arial" w:cs="Arial"/>
        </w:rPr>
        <w:t>- разрабатывать, представлять</w:t>
      </w:r>
      <w:r w:rsidRPr="005F58EF">
        <w:rPr>
          <w:rFonts w:ascii="Arial" w:hAnsi="Arial" w:cs="Arial"/>
          <w:b/>
          <w:bCs/>
        </w:rPr>
        <w:t xml:space="preserve"> </w:t>
      </w:r>
      <w:r w:rsidRPr="005F58EF">
        <w:rPr>
          <w:rFonts w:ascii="Arial" w:hAnsi="Arial" w:cs="Arial"/>
        </w:rPr>
        <w:t xml:space="preserve">планы, дефектные ведомости, сметную документацию проведения капитального и текущего ремонта улично-дорожной сети; </w:t>
      </w:r>
    </w:p>
    <w:p w:rsidR="006E45FF" w:rsidRPr="005F58EF" w:rsidRDefault="006E45FF" w:rsidP="00FC3EFB">
      <w:pPr>
        <w:ind w:firstLine="709"/>
        <w:jc w:val="both"/>
        <w:rPr>
          <w:rFonts w:ascii="Arial" w:hAnsi="Arial" w:cs="Arial"/>
        </w:rPr>
      </w:pPr>
      <w:r w:rsidRPr="005F58EF">
        <w:rPr>
          <w:rFonts w:ascii="Arial" w:hAnsi="Arial" w:cs="Arial"/>
        </w:rPr>
        <w:t>- в течении весенне-летнего периода произвести ремонтные и восстановительные работы по приведению улично-дорожной сети в нормативное состояние и подготовке к эксплуатации в предстоящий осенне-зимний период, в том числе:</w:t>
      </w:r>
    </w:p>
    <w:p w:rsidR="006E45FF" w:rsidRPr="005F58EF" w:rsidRDefault="006E45FF" w:rsidP="00FC3EFB">
      <w:pPr>
        <w:ind w:firstLine="709"/>
        <w:jc w:val="both"/>
        <w:rPr>
          <w:rFonts w:ascii="Arial" w:hAnsi="Arial" w:cs="Arial"/>
        </w:rPr>
      </w:pPr>
      <w:r w:rsidRPr="005F58EF">
        <w:rPr>
          <w:rFonts w:ascii="Arial" w:hAnsi="Arial" w:cs="Arial"/>
        </w:rPr>
        <w:t xml:space="preserve">- по устранению деформаций и повреждений (заделка выбоин, просадок, шелушения, выкрашивания и других дефектов) покрытий, восстановлению кромок покрытий, устранению повреждений бордюров усовершенствованных покрытий; </w:t>
      </w:r>
    </w:p>
    <w:p w:rsidR="006E45FF" w:rsidRPr="005F58EF" w:rsidRDefault="006E45FF" w:rsidP="00FC3EFB">
      <w:pPr>
        <w:ind w:firstLine="709"/>
        <w:jc w:val="both"/>
        <w:rPr>
          <w:rFonts w:ascii="Arial" w:hAnsi="Arial" w:cs="Arial"/>
        </w:rPr>
      </w:pPr>
      <w:r w:rsidRPr="005F58EF">
        <w:rPr>
          <w:rFonts w:ascii="Arial" w:hAnsi="Arial" w:cs="Arial"/>
        </w:rPr>
        <w:t>- по заливке трещин на асфальтобетонных и цементобетонных покрытиях, восстановлению и заполнению деформационных швов;</w:t>
      </w:r>
    </w:p>
    <w:p w:rsidR="006E45FF" w:rsidRPr="005F58EF" w:rsidRDefault="006E45FF" w:rsidP="00FC3EFB">
      <w:pPr>
        <w:ind w:firstLine="709"/>
        <w:jc w:val="both"/>
        <w:rPr>
          <w:rFonts w:ascii="Arial" w:hAnsi="Arial" w:cs="Arial"/>
        </w:rPr>
      </w:pPr>
      <w:r w:rsidRPr="005F58EF">
        <w:rPr>
          <w:rFonts w:ascii="Arial" w:hAnsi="Arial" w:cs="Arial"/>
        </w:rPr>
        <w:t>- по ремонту сколов и обломов плит цементобетонных покрытий, замене и выравниванию отдельных плит, защите цементобетонных покрытий от поверхностных разрушений;</w:t>
      </w:r>
    </w:p>
    <w:p w:rsidR="006E45FF" w:rsidRPr="005F58EF" w:rsidRDefault="006E45FF" w:rsidP="00FC3EFB">
      <w:pPr>
        <w:ind w:firstLine="709"/>
        <w:jc w:val="both"/>
        <w:rPr>
          <w:rFonts w:ascii="Arial" w:hAnsi="Arial" w:cs="Arial"/>
        </w:rPr>
      </w:pPr>
      <w:r w:rsidRPr="005F58EF">
        <w:rPr>
          <w:rFonts w:ascii="Arial" w:hAnsi="Arial" w:cs="Arial"/>
        </w:rPr>
        <w:t>- по восстановлению поперечного профиля и ровности проезжей части дорог с щебеночным, гравийным или грунтовым покрытием без добавления новых материалов; профилировке грунтовых дорог;</w:t>
      </w:r>
    </w:p>
    <w:p w:rsidR="006E45FF" w:rsidRPr="005F58EF" w:rsidRDefault="006E45FF" w:rsidP="00FC3EFB">
      <w:pPr>
        <w:ind w:firstLine="709"/>
        <w:jc w:val="both"/>
        <w:rPr>
          <w:rFonts w:ascii="Arial" w:hAnsi="Arial" w:cs="Arial"/>
        </w:rPr>
      </w:pPr>
      <w:r w:rsidRPr="005F58EF">
        <w:rPr>
          <w:rFonts w:ascii="Arial" w:hAnsi="Arial" w:cs="Arial"/>
        </w:rPr>
        <w:t>- ликвидация колей глубиной до 45 мм и других неровностей методами поверхностного фрезерования, укладки нового слоя покрытия или поверхностной обработки.</w:t>
      </w:r>
    </w:p>
    <w:p w:rsidR="006E45FF" w:rsidRPr="005F58EF" w:rsidRDefault="006E45FF" w:rsidP="00FC3EFB">
      <w:pPr>
        <w:pStyle w:val="ConsPlusNormal"/>
        <w:widowControl/>
        <w:ind w:firstLine="709"/>
        <w:jc w:val="both"/>
        <w:rPr>
          <w:sz w:val="24"/>
          <w:szCs w:val="24"/>
        </w:rPr>
      </w:pPr>
      <w:r w:rsidRPr="005F58EF">
        <w:rPr>
          <w:sz w:val="24"/>
          <w:szCs w:val="24"/>
        </w:rPr>
        <w:t>10.4. Вывоз отходов асфальтобетона, образующихся при проведении дорожно-ремонтных дорог на проезжей части дорог, должен производиться хозяйствующими субъектами, проводящими работы, незамедлительно (в ходе работ). На остальных участках дорог, улиц и во дворах – в течение суток с момента окончания работ.</w:t>
      </w:r>
    </w:p>
    <w:p w:rsidR="006E45FF" w:rsidRPr="005F58EF" w:rsidRDefault="006E45FF" w:rsidP="00FC3EFB">
      <w:pPr>
        <w:pStyle w:val="ConsPlusNormal"/>
        <w:widowControl/>
        <w:ind w:firstLine="709"/>
        <w:jc w:val="both"/>
        <w:rPr>
          <w:sz w:val="24"/>
          <w:szCs w:val="24"/>
        </w:rPr>
      </w:pPr>
      <w:r w:rsidRPr="005F58EF">
        <w:rPr>
          <w:sz w:val="24"/>
          <w:szCs w:val="24"/>
        </w:rPr>
        <w:t>Запрещается складирование отходов асфальтобетона на газонах или участках с зелеными насаждениями.</w:t>
      </w:r>
    </w:p>
    <w:p w:rsidR="006E45FF" w:rsidRPr="005F58EF" w:rsidRDefault="006E45FF" w:rsidP="00FC3EFB">
      <w:pPr>
        <w:autoSpaceDE w:val="0"/>
        <w:ind w:firstLine="709"/>
        <w:jc w:val="both"/>
        <w:rPr>
          <w:rFonts w:ascii="Arial" w:hAnsi="Arial" w:cs="Arial"/>
        </w:rPr>
      </w:pPr>
      <w:r w:rsidRPr="005F58EF">
        <w:rPr>
          <w:rFonts w:ascii="Arial" w:hAnsi="Arial" w:cs="Arial"/>
        </w:rPr>
        <w:t>10.5. Запрещается повреждать или загрязнять покрытие дорог, снимать, загораживать, повреждать, самовольно устанавливать дорожные знаки, светофоры и др. технические средства организации движения, оставлять на дороге предметы, создающие помехи для движения. Лицо, создавшее помеху, обязано принять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полицию.</w:t>
      </w:r>
    </w:p>
    <w:p w:rsidR="006E45FF" w:rsidRPr="005F58EF" w:rsidRDefault="006E45FF" w:rsidP="00FC3EFB">
      <w:pPr>
        <w:pStyle w:val="ConsPlusNormal"/>
        <w:widowControl/>
        <w:tabs>
          <w:tab w:val="left" w:pos="8550"/>
        </w:tabs>
        <w:ind w:firstLine="709"/>
        <w:jc w:val="both"/>
        <w:rPr>
          <w:sz w:val="24"/>
          <w:szCs w:val="24"/>
        </w:rPr>
      </w:pPr>
      <w:r w:rsidRPr="005F58EF">
        <w:rPr>
          <w:sz w:val="24"/>
          <w:szCs w:val="24"/>
        </w:rPr>
        <w:t>10.6. Запрещается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6E45FF" w:rsidRPr="005F58EF" w:rsidRDefault="006E45FF" w:rsidP="00FC3EFB">
      <w:pPr>
        <w:pStyle w:val="ConsPlusNormal"/>
        <w:widowControl/>
        <w:ind w:firstLine="709"/>
        <w:jc w:val="both"/>
        <w:rPr>
          <w:sz w:val="24"/>
          <w:szCs w:val="24"/>
        </w:rPr>
      </w:pPr>
      <w:r w:rsidRPr="005F58EF">
        <w:rPr>
          <w:sz w:val="24"/>
          <w:szCs w:val="24"/>
        </w:rPr>
        <w:t>10.7.Проезжая часть дорог и улиц, покрытие тротуаров, пешеходных и велосипедных дорожек, посадочных площадок, остановочных пунктов, также поверхность обочин и откосов земляного полотна содержатся соответствующими обслуживающими организациями в чистоте, без посторонних предметов, не имеющих отношения к их обустройству, должны быть полностью очищены от всякого вида загрязнений и мусора.</w:t>
      </w:r>
    </w:p>
    <w:p w:rsidR="006E45FF" w:rsidRPr="005F58EF" w:rsidRDefault="006E45FF" w:rsidP="00FC3EFB">
      <w:pPr>
        <w:pStyle w:val="ConsPlusNormal"/>
        <w:widowControl/>
        <w:ind w:firstLine="709"/>
        <w:jc w:val="both"/>
        <w:rPr>
          <w:sz w:val="24"/>
          <w:szCs w:val="24"/>
        </w:rPr>
      </w:pPr>
      <w:r w:rsidRPr="005F58EF">
        <w:rPr>
          <w:sz w:val="24"/>
          <w:szCs w:val="24"/>
        </w:rPr>
        <w:t>10.8. Технология и режимы производства уборочных работ должны обеспечить беспрепятственное движение транспортных средств и пешеходов независимо от погодных условий.</w:t>
      </w:r>
    </w:p>
    <w:p w:rsidR="006E45FF" w:rsidRPr="005F58EF" w:rsidRDefault="006E45FF" w:rsidP="00FC3EFB">
      <w:pPr>
        <w:pStyle w:val="ConsPlusNormal"/>
        <w:widowControl/>
        <w:ind w:firstLine="709"/>
        <w:jc w:val="both"/>
        <w:rPr>
          <w:sz w:val="24"/>
          <w:szCs w:val="24"/>
        </w:rPr>
      </w:pPr>
      <w:r w:rsidRPr="005F58EF">
        <w:rPr>
          <w:sz w:val="24"/>
          <w:szCs w:val="24"/>
        </w:rPr>
        <w:t>10.9. В период листопада должно производятся сгребание и вывоз опавших листьев с проезжей части дорог и придомовых территорий. Сгребание листвы к комлевой части деревьев и кустарников запрещается.</w:t>
      </w:r>
    </w:p>
    <w:p w:rsidR="006E45FF" w:rsidRPr="005F58EF" w:rsidRDefault="006E45FF" w:rsidP="00FC3EFB">
      <w:pPr>
        <w:pStyle w:val="ConsPlusNormal"/>
        <w:widowControl/>
        <w:ind w:firstLine="709"/>
        <w:jc w:val="both"/>
        <w:rPr>
          <w:sz w:val="24"/>
          <w:szCs w:val="24"/>
        </w:rPr>
      </w:pPr>
      <w:r w:rsidRPr="005F58EF">
        <w:rPr>
          <w:sz w:val="24"/>
          <w:szCs w:val="24"/>
        </w:rPr>
        <w:t>10.10. Смет и мусор, выбитые при уборке или мойке проезжей части на тротуары, газоны, посадочные площадки, павильоны остановок общественного пассажирского транспорта, близко расположенные фасады зданий, объекты торговли и другие объекты, подлежат уборке лицом, осуществляющим уборку проезжей части.</w:t>
      </w:r>
    </w:p>
    <w:p w:rsidR="006E45FF" w:rsidRPr="005F58EF" w:rsidRDefault="006E45FF" w:rsidP="00FC3EFB">
      <w:pPr>
        <w:pStyle w:val="ConsPlusNormal"/>
        <w:widowControl/>
        <w:ind w:firstLine="709"/>
        <w:jc w:val="both"/>
        <w:rPr>
          <w:sz w:val="24"/>
          <w:szCs w:val="24"/>
        </w:rPr>
      </w:pPr>
      <w:r w:rsidRPr="005F58EF">
        <w:rPr>
          <w:sz w:val="24"/>
          <w:szCs w:val="24"/>
        </w:rPr>
        <w:t>10.11. Тротуары и расположенные на них остановки должны быть очищены от грунтово-песчаных наносов, видимого мусора и промыты.</w:t>
      </w:r>
    </w:p>
    <w:p w:rsidR="006E45FF" w:rsidRPr="005F58EF" w:rsidRDefault="006E45FF" w:rsidP="00FC3EFB">
      <w:pPr>
        <w:pStyle w:val="ConsPlusNormal"/>
        <w:widowControl/>
        <w:ind w:firstLine="709"/>
        <w:jc w:val="both"/>
        <w:rPr>
          <w:sz w:val="24"/>
          <w:szCs w:val="24"/>
        </w:rPr>
      </w:pPr>
      <w:r w:rsidRPr="005F58EF">
        <w:rPr>
          <w:sz w:val="24"/>
          <w:szCs w:val="24"/>
        </w:rPr>
        <w:t>10.12. В летний период должна производиться мойка и уборка проезжей части с увлажнением.</w:t>
      </w:r>
    </w:p>
    <w:p w:rsidR="006E45FF" w:rsidRPr="005F58EF" w:rsidRDefault="006E45FF" w:rsidP="00FC3EFB">
      <w:pPr>
        <w:pStyle w:val="ConsPlusNormal"/>
        <w:widowControl/>
        <w:ind w:firstLine="709"/>
        <w:jc w:val="both"/>
        <w:rPr>
          <w:sz w:val="24"/>
          <w:szCs w:val="24"/>
        </w:rPr>
      </w:pPr>
      <w:r w:rsidRPr="005F58EF">
        <w:rPr>
          <w:sz w:val="24"/>
          <w:szCs w:val="24"/>
        </w:rPr>
        <w:t>10.13. По элементам обустройства улично-дорожной сети должно выполняться:</w:t>
      </w:r>
    </w:p>
    <w:p w:rsidR="006E45FF" w:rsidRPr="005F58EF" w:rsidRDefault="006E45FF" w:rsidP="00FC3EFB">
      <w:pPr>
        <w:autoSpaceDE w:val="0"/>
        <w:ind w:firstLine="709"/>
        <w:jc w:val="both"/>
        <w:rPr>
          <w:rFonts w:ascii="Arial" w:hAnsi="Arial" w:cs="Arial"/>
        </w:rPr>
      </w:pPr>
      <w:r w:rsidRPr="005F58EF">
        <w:rPr>
          <w:rFonts w:ascii="Arial" w:hAnsi="Arial" w:cs="Arial"/>
        </w:rPr>
        <w:t>- очистка и мойка стоек дорожных знаков, замена поврежденных дорожных знаков и стоек, подсыпка и планировка берм дорожных знаков;</w:t>
      </w:r>
    </w:p>
    <w:p w:rsidR="006E45FF" w:rsidRPr="005F58EF" w:rsidRDefault="006E45FF" w:rsidP="00FC3EFB">
      <w:pPr>
        <w:autoSpaceDE w:val="0"/>
        <w:ind w:firstLine="709"/>
        <w:jc w:val="both"/>
        <w:rPr>
          <w:rFonts w:ascii="Arial" w:hAnsi="Arial" w:cs="Arial"/>
        </w:rPr>
      </w:pPr>
      <w:r w:rsidRPr="005F58EF">
        <w:rPr>
          <w:rFonts w:ascii="Arial" w:hAnsi="Arial" w:cs="Arial"/>
        </w:rPr>
        <w:t>- уход за разметкой, нанесение вновь и восстановление изношенной вертикальной и горизонтальной разметки, в том числе на элементах дорожных сооружений, с удалением остатков старой разметки;</w:t>
      </w:r>
    </w:p>
    <w:p w:rsidR="006E45FF" w:rsidRPr="005F58EF" w:rsidRDefault="006E45FF" w:rsidP="00FC3EFB">
      <w:pPr>
        <w:autoSpaceDE w:val="0"/>
        <w:ind w:firstLine="709"/>
        <w:jc w:val="both"/>
        <w:rPr>
          <w:rFonts w:ascii="Arial" w:hAnsi="Arial" w:cs="Arial"/>
        </w:rPr>
      </w:pPr>
      <w:r w:rsidRPr="005F58EF">
        <w:rPr>
          <w:rFonts w:ascii="Arial" w:hAnsi="Arial" w:cs="Arial"/>
        </w:rPr>
        <w:t>- очистка и мойка ограждений, уборка наносного грунта у ограждений;</w:t>
      </w:r>
    </w:p>
    <w:p w:rsidR="006E45FF" w:rsidRPr="005F58EF" w:rsidRDefault="006E45FF" w:rsidP="00FC3EFB">
      <w:pPr>
        <w:autoSpaceDE w:val="0"/>
        <w:ind w:firstLine="709"/>
        <w:jc w:val="both"/>
        <w:rPr>
          <w:rFonts w:ascii="Arial" w:hAnsi="Arial" w:cs="Arial"/>
        </w:rPr>
      </w:pPr>
      <w:r w:rsidRPr="005F58EF">
        <w:rPr>
          <w:rFonts w:ascii="Arial" w:hAnsi="Arial" w:cs="Arial"/>
        </w:rPr>
        <w:t>- очистка, устранение отдельных повреждений или замена отдельных разрушенных бордюров усовершенствованных дорожных покрытий;</w:t>
      </w:r>
    </w:p>
    <w:p w:rsidR="006E45FF" w:rsidRPr="005F58EF" w:rsidRDefault="006E45FF" w:rsidP="00FC3EFB">
      <w:pPr>
        <w:autoSpaceDE w:val="0"/>
        <w:ind w:firstLine="709"/>
        <w:jc w:val="both"/>
        <w:rPr>
          <w:rFonts w:ascii="Arial" w:hAnsi="Arial" w:cs="Arial"/>
        </w:rPr>
      </w:pPr>
      <w:r w:rsidRPr="005F58EF">
        <w:rPr>
          <w:rFonts w:ascii="Arial" w:hAnsi="Arial" w:cs="Arial"/>
        </w:rPr>
        <w:t>- уборка остановок общественного транспорта, площадок отдыха и элементов их обустройства;</w:t>
      </w:r>
    </w:p>
    <w:p w:rsidR="006E45FF" w:rsidRPr="005F58EF" w:rsidRDefault="006E45FF" w:rsidP="00FC3EFB">
      <w:pPr>
        <w:autoSpaceDE w:val="0"/>
        <w:ind w:firstLine="709"/>
        <w:jc w:val="both"/>
        <w:rPr>
          <w:rFonts w:ascii="Arial" w:hAnsi="Arial" w:cs="Arial"/>
        </w:rPr>
      </w:pPr>
      <w:r w:rsidRPr="005F58EF">
        <w:rPr>
          <w:rFonts w:ascii="Arial" w:hAnsi="Arial" w:cs="Arial"/>
        </w:rPr>
        <w:t>- окраска элементов обстановки и обустройства дорог, содержание их в чистоте и порядке;</w:t>
      </w:r>
    </w:p>
    <w:p w:rsidR="006E45FF" w:rsidRPr="005F58EF" w:rsidRDefault="006E45FF" w:rsidP="00FC3EFB">
      <w:pPr>
        <w:autoSpaceDE w:val="0"/>
        <w:ind w:firstLine="709"/>
        <w:jc w:val="both"/>
        <w:rPr>
          <w:rFonts w:ascii="Arial" w:hAnsi="Arial" w:cs="Arial"/>
        </w:rPr>
      </w:pPr>
      <w:r w:rsidRPr="005F58EF">
        <w:rPr>
          <w:rFonts w:ascii="Arial" w:hAnsi="Arial" w:cs="Arial"/>
        </w:rPr>
        <w:t xml:space="preserve">- обрезка веток для обеспечения видимости, уборка сухостоя; </w:t>
      </w:r>
    </w:p>
    <w:p w:rsidR="006E45FF" w:rsidRPr="005F58EF" w:rsidRDefault="006E45FF" w:rsidP="00FC3EFB">
      <w:pPr>
        <w:autoSpaceDE w:val="0"/>
        <w:ind w:firstLine="709"/>
        <w:jc w:val="both"/>
        <w:rPr>
          <w:rFonts w:ascii="Arial" w:hAnsi="Arial" w:cs="Arial"/>
        </w:rPr>
      </w:pPr>
      <w:r w:rsidRPr="005F58EF">
        <w:rPr>
          <w:rFonts w:ascii="Arial" w:hAnsi="Arial" w:cs="Arial"/>
        </w:rPr>
        <w:t>- скашивание травы на обочинах, откосах, вырубка деревьев и кустарника с уборкой порубочных остатков.</w:t>
      </w:r>
    </w:p>
    <w:p w:rsidR="006E45FF" w:rsidRPr="005F58EF" w:rsidRDefault="006E45FF" w:rsidP="00FC3EFB">
      <w:pPr>
        <w:ind w:firstLine="709"/>
        <w:jc w:val="both"/>
        <w:rPr>
          <w:rFonts w:ascii="Arial" w:hAnsi="Arial" w:cs="Arial"/>
        </w:rPr>
      </w:pPr>
      <w:r w:rsidRPr="005F58EF">
        <w:rPr>
          <w:rFonts w:ascii="Arial" w:hAnsi="Arial" w:cs="Arial"/>
        </w:rPr>
        <w:t xml:space="preserve">10.14. Состав работ по зимнему содержанию: </w:t>
      </w:r>
    </w:p>
    <w:p w:rsidR="006E45FF" w:rsidRPr="005F58EF" w:rsidRDefault="006E45FF" w:rsidP="00FC3EFB">
      <w:pPr>
        <w:ind w:firstLine="709"/>
        <w:jc w:val="both"/>
        <w:rPr>
          <w:rFonts w:ascii="Arial" w:hAnsi="Arial" w:cs="Arial"/>
        </w:rPr>
      </w:pPr>
      <w:r w:rsidRPr="005F58EF">
        <w:rPr>
          <w:rFonts w:ascii="Arial" w:hAnsi="Arial" w:cs="Arial"/>
          <w:color w:val="0000FF"/>
        </w:rPr>
        <w:t xml:space="preserve"> </w:t>
      </w:r>
      <w:r w:rsidRPr="005F58EF">
        <w:rPr>
          <w:rFonts w:ascii="Arial" w:hAnsi="Arial" w:cs="Arial"/>
        </w:rPr>
        <w:t>- механизированная снегоочистка, расчистка дорог от снежных заносов;</w:t>
      </w:r>
    </w:p>
    <w:p w:rsidR="006E45FF" w:rsidRPr="005F58EF" w:rsidRDefault="006E45FF" w:rsidP="00FC3EFB">
      <w:pPr>
        <w:ind w:firstLine="709"/>
        <w:jc w:val="both"/>
        <w:rPr>
          <w:rFonts w:ascii="Arial" w:hAnsi="Arial" w:cs="Arial"/>
        </w:rPr>
      </w:pPr>
      <w:r w:rsidRPr="005F58EF">
        <w:rPr>
          <w:rFonts w:ascii="Arial" w:hAnsi="Arial" w:cs="Arial"/>
        </w:rPr>
        <w:t xml:space="preserve"> - борьба с зимней скользкостью;</w:t>
      </w:r>
    </w:p>
    <w:p w:rsidR="006E45FF" w:rsidRPr="005F58EF" w:rsidRDefault="006E45FF" w:rsidP="00FC3EFB">
      <w:pPr>
        <w:ind w:firstLine="709"/>
        <w:jc w:val="both"/>
        <w:rPr>
          <w:rFonts w:ascii="Arial" w:hAnsi="Arial" w:cs="Arial"/>
        </w:rPr>
      </w:pPr>
      <w:r w:rsidRPr="005F58EF">
        <w:rPr>
          <w:rFonts w:ascii="Arial" w:hAnsi="Arial" w:cs="Arial"/>
        </w:rPr>
        <w:t xml:space="preserve"> - уборка снежных валов с обочин;</w:t>
      </w:r>
    </w:p>
    <w:p w:rsidR="006E45FF" w:rsidRPr="005F58EF" w:rsidRDefault="006E45FF" w:rsidP="00FC3EFB">
      <w:pPr>
        <w:ind w:firstLine="709"/>
        <w:jc w:val="both"/>
        <w:rPr>
          <w:rFonts w:ascii="Arial" w:hAnsi="Arial" w:cs="Arial"/>
        </w:rPr>
      </w:pPr>
      <w:r w:rsidRPr="005F58EF">
        <w:rPr>
          <w:rFonts w:ascii="Arial" w:hAnsi="Arial" w:cs="Arial"/>
        </w:rPr>
        <w:t xml:space="preserve"> - погрузка и вывоз снега с проезжей части улично-дорожной сети;</w:t>
      </w:r>
    </w:p>
    <w:p w:rsidR="006E45FF" w:rsidRPr="005F58EF" w:rsidRDefault="006E45FF" w:rsidP="00FC3EFB">
      <w:pPr>
        <w:ind w:firstLine="709"/>
        <w:jc w:val="both"/>
        <w:rPr>
          <w:rFonts w:ascii="Arial" w:hAnsi="Arial" w:cs="Arial"/>
        </w:rPr>
      </w:pPr>
      <w:r w:rsidRPr="005F58EF">
        <w:rPr>
          <w:rFonts w:ascii="Arial" w:hAnsi="Arial" w:cs="Arial"/>
        </w:rPr>
        <w:t>- профилирование и уплотнение снежного покрова на проезжей части дорог с переходным или грунтовым покрытием;</w:t>
      </w:r>
    </w:p>
    <w:p w:rsidR="006E45FF" w:rsidRPr="005F58EF" w:rsidRDefault="006E45FF" w:rsidP="00FC3EFB">
      <w:pPr>
        <w:ind w:firstLine="709"/>
        <w:jc w:val="both"/>
        <w:rPr>
          <w:rFonts w:ascii="Arial" w:hAnsi="Arial" w:cs="Arial"/>
        </w:rPr>
      </w:pPr>
      <w:r w:rsidRPr="005F58EF">
        <w:rPr>
          <w:rFonts w:ascii="Arial" w:hAnsi="Arial" w:cs="Arial"/>
        </w:rPr>
        <w:t>- распределение противогололедных материалов на проезжей части, борьба с наледями, снегоочистка, уборка снежных валов, в местах пересечения дорог с пешеходными тротуарами;</w:t>
      </w:r>
    </w:p>
    <w:p w:rsidR="006E45FF" w:rsidRPr="005F58EF" w:rsidRDefault="006E45FF" w:rsidP="00FC3EFB">
      <w:pPr>
        <w:ind w:firstLine="709"/>
        <w:jc w:val="both"/>
        <w:rPr>
          <w:rFonts w:ascii="Arial" w:hAnsi="Arial" w:cs="Arial"/>
        </w:rPr>
      </w:pPr>
      <w:r w:rsidRPr="005F58EF">
        <w:rPr>
          <w:rFonts w:ascii="Arial" w:hAnsi="Arial" w:cs="Arial"/>
        </w:rPr>
        <w:t>- регулярная очистка от снега и льда элементов обустройства, в том числе автобусных остановок, павильонов, площадок отдыха, берм дорожных знаков, ограждений;</w:t>
      </w:r>
    </w:p>
    <w:p w:rsidR="006E45FF" w:rsidRPr="005F58EF" w:rsidRDefault="006E45FF" w:rsidP="00FC3EFB">
      <w:pPr>
        <w:ind w:firstLine="709"/>
        <w:jc w:val="both"/>
        <w:rPr>
          <w:rFonts w:ascii="Arial" w:hAnsi="Arial" w:cs="Arial"/>
        </w:rPr>
      </w:pPr>
      <w:r w:rsidRPr="005F58EF">
        <w:rPr>
          <w:rFonts w:ascii="Arial" w:hAnsi="Arial" w:cs="Arial"/>
        </w:rPr>
        <w:t>- очистка водопропускных труб от снега, льда, мусора и посторонних предметов;</w:t>
      </w:r>
    </w:p>
    <w:p w:rsidR="006E45FF" w:rsidRPr="005F58EF" w:rsidRDefault="006E45FF" w:rsidP="00FC3EFB">
      <w:pPr>
        <w:ind w:firstLine="709"/>
        <w:jc w:val="both"/>
        <w:rPr>
          <w:rFonts w:ascii="Arial" w:hAnsi="Arial" w:cs="Arial"/>
        </w:rPr>
      </w:pPr>
      <w:r w:rsidRPr="005F58EF">
        <w:rPr>
          <w:rFonts w:ascii="Arial" w:hAnsi="Arial" w:cs="Arial"/>
        </w:rPr>
        <w:t>- очистка проезжей части, обочин, откосов от мусора и посторонних предметов.</w:t>
      </w:r>
    </w:p>
    <w:p w:rsidR="006E45FF" w:rsidRPr="005F58EF" w:rsidRDefault="006E45FF" w:rsidP="00FC3EFB">
      <w:pPr>
        <w:pStyle w:val="ConsPlusNormal"/>
        <w:widowControl/>
        <w:ind w:firstLine="709"/>
        <w:jc w:val="both"/>
        <w:rPr>
          <w:sz w:val="24"/>
          <w:szCs w:val="24"/>
        </w:rPr>
      </w:pPr>
      <w:r w:rsidRPr="005F58EF">
        <w:rPr>
          <w:sz w:val="24"/>
          <w:szCs w:val="24"/>
        </w:rPr>
        <w:t>10.15. Снег, счищаемый с проезжей части дорог, улиц и проездов, а также с тротуаров, должен сдвигаться на обочины дорог и в лотковую часть улиц и проездов для временного складирования снежной массы в виде снежных валов.</w:t>
      </w:r>
    </w:p>
    <w:p w:rsidR="006E45FF" w:rsidRPr="005F58EF" w:rsidRDefault="006E45FF" w:rsidP="00FC3EFB">
      <w:pPr>
        <w:pStyle w:val="ConsPlusNormal"/>
        <w:widowControl/>
        <w:ind w:firstLine="709"/>
        <w:jc w:val="both"/>
        <w:rPr>
          <w:sz w:val="24"/>
          <w:szCs w:val="24"/>
        </w:rPr>
      </w:pPr>
      <w:r w:rsidRPr="005F58EF">
        <w:rPr>
          <w:sz w:val="24"/>
          <w:szCs w:val="24"/>
        </w:rPr>
        <w:t>Формирование снежных валов не допускается на перекрестках и тротуарах.</w:t>
      </w:r>
    </w:p>
    <w:p w:rsidR="006E45FF" w:rsidRPr="005F58EF" w:rsidRDefault="006E45FF" w:rsidP="00FC3EFB">
      <w:pPr>
        <w:pStyle w:val="ConsPlusNormal"/>
        <w:widowControl/>
        <w:ind w:firstLine="709"/>
        <w:jc w:val="both"/>
        <w:rPr>
          <w:sz w:val="24"/>
          <w:szCs w:val="24"/>
        </w:rPr>
      </w:pPr>
      <w:r w:rsidRPr="005F58EF">
        <w:rPr>
          <w:sz w:val="24"/>
          <w:szCs w:val="24"/>
        </w:rPr>
        <w:t>10.16. Вывоз снега с улиц и проездов должен осуществляется в первую очередь от остановок общественного пассажирского транспорта, наземных пешеходных переходов, с мостов и путепроводов, мест массового посещения граждан, въездов на территории лечебных учреждений и других социально значимых объектов, в течение не более суток после окончания снегопада.</w:t>
      </w:r>
    </w:p>
    <w:p w:rsidR="006E45FF" w:rsidRPr="005F58EF" w:rsidRDefault="006E45FF" w:rsidP="00FC3EFB">
      <w:pPr>
        <w:pStyle w:val="ConsPlusNormal"/>
        <w:widowControl/>
        <w:ind w:firstLine="709"/>
        <w:jc w:val="both"/>
        <w:rPr>
          <w:b/>
          <w:bCs/>
          <w:sz w:val="24"/>
          <w:szCs w:val="24"/>
        </w:rPr>
      </w:pPr>
      <w:r w:rsidRPr="005F58EF">
        <w:rPr>
          <w:sz w:val="24"/>
          <w:szCs w:val="24"/>
        </w:rPr>
        <w:t>Места временного складирования снега после снеготаяния должны быть очищены от мусора и благоустроены</w:t>
      </w:r>
      <w:r w:rsidRPr="005F58EF">
        <w:rPr>
          <w:b/>
          <w:bCs/>
          <w:sz w:val="24"/>
          <w:szCs w:val="24"/>
        </w:rPr>
        <w:t>.</w:t>
      </w:r>
    </w:p>
    <w:p w:rsidR="006E45FF" w:rsidRPr="005F58EF" w:rsidRDefault="006E45FF" w:rsidP="00FC3EFB">
      <w:pPr>
        <w:pStyle w:val="ConsPlusNormal"/>
        <w:widowControl/>
        <w:ind w:firstLine="709"/>
        <w:jc w:val="both"/>
        <w:rPr>
          <w:sz w:val="24"/>
          <w:szCs w:val="24"/>
        </w:rPr>
      </w:pPr>
      <w:r w:rsidRPr="005F58EF">
        <w:rPr>
          <w:sz w:val="24"/>
          <w:szCs w:val="24"/>
        </w:rPr>
        <w:t>10.17.Запрещается:</w:t>
      </w:r>
    </w:p>
    <w:p w:rsidR="006E45FF" w:rsidRPr="005F58EF" w:rsidRDefault="006E45FF" w:rsidP="00FC3EFB">
      <w:pPr>
        <w:pStyle w:val="ConsPlusNormal"/>
        <w:widowControl/>
        <w:ind w:firstLine="709"/>
        <w:jc w:val="both"/>
        <w:rPr>
          <w:sz w:val="24"/>
          <w:szCs w:val="24"/>
        </w:rPr>
      </w:pPr>
      <w:r w:rsidRPr="005F58EF">
        <w:rPr>
          <w:sz w:val="24"/>
          <w:szCs w:val="24"/>
        </w:rPr>
        <w:t>- выдвигать или перемещать на проезжую часть магистралей, улиц и проездов снег, счищаемый с внутриквартальных, придомовых территорий, территорий хозяйствующих субъектов;</w:t>
      </w:r>
    </w:p>
    <w:p w:rsidR="006E45FF" w:rsidRPr="005F58EF" w:rsidRDefault="006E45FF" w:rsidP="00FC3EFB">
      <w:pPr>
        <w:pStyle w:val="ConsPlusNormal"/>
        <w:widowControl/>
        <w:ind w:firstLine="709"/>
        <w:jc w:val="both"/>
        <w:rPr>
          <w:sz w:val="24"/>
          <w:szCs w:val="24"/>
        </w:rPr>
      </w:pPr>
      <w:r w:rsidRPr="005F58EF">
        <w:rPr>
          <w:sz w:val="24"/>
          <w:szCs w:val="24"/>
        </w:rPr>
        <w:t>-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6E45FF" w:rsidRPr="005F58EF" w:rsidRDefault="006E45FF" w:rsidP="00FC3EFB">
      <w:pPr>
        <w:pStyle w:val="ConsPlusNormal"/>
        <w:widowControl/>
        <w:ind w:firstLine="709"/>
        <w:jc w:val="both"/>
        <w:rPr>
          <w:sz w:val="24"/>
          <w:szCs w:val="24"/>
        </w:rPr>
      </w:pPr>
      <w:r w:rsidRPr="005F58EF">
        <w:rPr>
          <w:sz w:val="24"/>
          <w:szCs w:val="24"/>
        </w:rPr>
        <w:t>- организовывать складирование (свалки) снега в местах, не установленных органами местного самоуправления.</w:t>
      </w:r>
    </w:p>
    <w:p w:rsidR="006E45FF" w:rsidRPr="005F58EF" w:rsidRDefault="006E45FF" w:rsidP="00FC3EFB">
      <w:pPr>
        <w:pStyle w:val="ConsPlusNormal"/>
        <w:widowControl/>
        <w:ind w:firstLine="709"/>
        <w:jc w:val="both"/>
        <w:rPr>
          <w:sz w:val="24"/>
          <w:szCs w:val="24"/>
        </w:rPr>
      </w:pP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11. Особые и дополнительные требования к благоустройству отдельных территорий и объектов благоустройства.</w:t>
      </w:r>
    </w:p>
    <w:p w:rsidR="006E45FF" w:rsidRPr="005F58EF" w:rsidRDefault="006E45FF" w:rsidP="00FC3EFB">
      <w:pPr>
        <w:pStyle w:val="ConsPlusNormal"/>
        <w:widowControl/>
        <w:ind w:firstLine="709"/>
        <w:jc w:val="both"/>
        <w:rPr>
          <w:b/>
          <w:bCs/>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11.1.Требования настоящей статьи являются дополнительными или уточняющими общих Правил благоустройства в отношении отдельных территорий и объектов.</w:t>
      </w:r>
    </w:p>
    <w:p w:rsidR="006E45FF" w:rsidRPr="00E40253" w:rsidRDefault="006E45FF" w:rsidP="00FC3EFB">
      <w:pPr>
        <w:pStyle w:val="ConsPlusNormal"/>
        <w:widowControl/>
        <w:ind w:firstLine="709"/>
        <w:jc w:val="both"/>
        <w:rPr>
          <w:bCs/>
          <w:sz w:val="24"/>
          <w:szCs w:val="24"/>
        </w:rPr>
      </w:pPr>
      <w:r w:rsidRPr="00E40253">
        <w:rPr>
          <w:bCs/>
          <w:sz w:val="24"/>
          <w:szCs w:val="24"/>
        </w:rPr>
        <w:t>Территории индивидуального жилого фонда (частный сектор)</w:t>
      </w:r>
    </w:p>
    <w:p w:rsidR="006E45FF" w:rsidRPr="005F58EF" w:rsidRDefault="006E45FF" w:rsidP="00FC3EFB">
      <w:pPr>
        <w:pStyle w:val="ConsPlusNormal"/>
        <w:widowControl/>
        <w:ind w:firstLine="709"/>
        <w:jc w:val="both"/>
        <w:rPr>
          <w:sz w:val="24"/>
          <w:szCs w:val="24"/>
        </w:rPr>
      </w:pPr>
      <w:r w:rsidRPr="005F58EF">
        <w:rPr>
          <w:sz w:val="24"/>
          <w:szCs w:val="24"/>
        </w:rPr>
        <w:t>11.2.</w:t>
      </w:r>
      <w:r w:rsidRPr="005F58EF">
        <w:rPr>
          <w:b/>
          <w:bCs/>
          <w:sz w:val="24"/>
          <w:szCs w:val="24"/>
        </w:rPr>
        <w:t xml:space="preserve"> </w:t>
      </w:r>
      <w:r w:rsidRPr="005F58EF">
        <w:rPr>
          <w:sz w:val="24"/>
          <w:szCs w:val="24"/>
        </w:rPr>
        <w:t>Содержание территории и объектов благоустройства индивидуального (частного) домовладения, в соответствии с требованиями настоящих Правил, является обязанностью владельца, в том числе домовладений или земельных участков на территории индивидуального жилого фонда, используемых для садоводства, огородничества, сезонного и временного проживания.</w:t>
      </w:r>
    </w:p>
    <w:p w:rsidR="006E45FF" w:rsidRPr="005F58EF" w:rsidRDefault="006E45FF" w:rsidP="00FC3EFB">
      <w:pPr>
        <w:pStyle w:val="ConsPlusNormal"/>
        <w:widowControl/>
        <w:ind w:firstLine="709"/>
        <w:jc w:val="both"/>
        <w:rPr>
          <w:sz w:val="24"/>
          <w:szCs w:val="24"/>
        </w:rPr>
      </w:pPr>
      <w:r w:rsidRPr="005F58EF">
        <w:rPr>
          <w:sz w:val="24"/>
          <w:szCs w:val="24"/>
        </w:rPr>
        <w:t xml:space="preserve">11.3. Территория домовладения должна иметь ограждение в виде забора или сплошной линейной посадки многолетних кустарников. </w:t>
      </w:r>
    </w:p>
    <w:p w:rsidR="006E45FF" w:rsidRPr="005F58EF" w:rsidRDefault="006E45FF" w:rsidP="00FC3EFB">
      <w:pPr>
        <w:pStyle w:val="ConsPlusNormal"/>
        <w:widowControl/>
        <w:ind w:firstLine="709"/>
        <w:jc w:val="both"/>
        <w:rPr>
          <w:sz w:val="24"/>
          <w:szCs w:val="24"/>
        </w:rPr>
      </w:pPr>
      <w:r w:rsidRPr="005F58EF">
        <w:rPr>
          <w:sz w:val="24"/>
          <w:szCs w:val="24"/>
        </w:rPr>
        <w:t xml:space="preserve">11.4 Ограждение со стороны улицы должно быть высотой не более 1.5 м, выровненным по высоте и в плане, не иметь повреждений, быть окрашенным. </w:t>
      </w:r>
    </w:p>
    <w:p w:rsidR="006E45FF" w:rsidRPr="005F58EF" w:rsidRDefault="006E45FF" w:rsidP="00FC3EFB">
      <w:pPr>
        <w:pStyle w:val="ConsPlusNormal"/>
        <w:widowControl/>
        <w:ind w:firstLine="709"/>
        <w:jc w:val="both"/>
        <w:rPr>
          <w:sz w:val="24"/>
          <w:szCs w:val="24"/>
        </w:rPr>
      </w:pPr>
      <w:r w:rsidRPr="005F58EF">
        <w:rPr>
          <w:sz w:val="24"/>
          <w:szCs w:val="24"/>
        </w:rPr>
        <w:t>11.5. Благоустройство и озеленение прилегающей к домовладению территории можно производить только по разрешениям выданным Администрацией муниципального образования на основании проекта (эскиза) согласованного Администрацией.</w:t>
      </w:r>
    </w:p>
    <w:p w:rsidR="006E45FF" w:rsidRPr="005F58EF" w:rsidRDefault="006E45FF" w:rsidP="00FC3EFB">
      <w:pPr>
        <w:pStyle w:val="ConsPlusNormal"/>
        <w:widowControl/>
        <w:ind w:firstLine="709"/>
        <w:jc w:val="both"/>
        <w:rPr>
          <w:sz w:val="24"/>
          <w:szCs w:val="24"/>
        </w:rPr>
      </w:pPr>
      <w:r w:rsidRPr="005F58EF">
        <w:rPr>
          <w:sz w:val="24"/>
          <w:szCs w:val="24"/>
        </w:rPr>
        <w:t>11.6. Прилегающую к домовладению территорию, в целях соблюдения требований пожарной и санитарной безопасности, домовладельцы должны очищать от мусора, остатков высохших растений и производить скашивание и утилизацию скошенной растительности.</w:t>
      </w:r>
    </w:p>
    <w:p w:rsidR="006E45FF" w:rsidRPr="005F58EF" w:rsidRDefault="006E45FF" w:rsidP="00FC3EFB">
      <w:pPr>
        <w:pStyle w:val="ConsPlusNormal"/>
        <w:widowControl/>
        <w:ind w:firstLine="709"/>
        <w:jc w:val="both"/>
        <w:rPr>
          <w:sz w:val="24"/>
          <w:szCs w:val="24"/>
        </w:rPr>
      </w:pPr>
      <w:r w:rsidRPr="005F58EF">
        <w:rPr>
          <w:sz w:val="24"/>
          <w:szCs w:val="24"/>
        </w:rPr>
        <w:t xml:space="preserve">11.7. На прилегающей территории разрешается устройство места сбора отходов, за исключением жидких и помоев, выполненных в соответствии с требованиями настоящих Правил. </w:t>
      </w:r>
    </w:p>
    <w:p w:rsidR="006E45FF" w:rsidRPr="005F58EF" w:rsidRDefault="006E45FF" w:rsidP="00FC3EFB">
      <w:pPr>
        <w:pStyle w:val="ConsPlusNormal"/>
        <w:widowControl/>
        <w:ind w:firstLine="709"/>
        <w:jc w:val="both"/>
        <w:rPr>
          <w:sz w:val="24"/>
          <w:szCs w:val="24"/>
        </w:rPr>
      </w:pPr>
      <w:r w:rsidRPr="005F58EF">
        <w:rPr>
          <w:sz w:val="24"/>
          <w:szCs w:val="24"/>
        </w:rPr>
        <w:t>11.8. На прилегающей к домовладению территории запрещается:</w:t>
      </w:r>
    </w:p>
    <w:p w:rsidR="006E45FF" w:rsidRPr="005F58EF" w:rsidRDefault="006E45FF" w:rsidP="00FC3EFB">
      <w:pPr>
        <w:pStyle w:val="ConsPlusNormal"/>
        <w:widowControl/>
        <w:ind w:firstLine="709"/>
        <w:jc w:val="both"/>
        <w:rPr>
          <w:sz w:val="24"/>
          <w:szCs w:val="24"/>
        </w:rPr>
      </w:pPr>
      <w:r w:rsidRPr="005F58EF">
        <w:rPr>
          <w:sz w:val="24"/>
          <w:szCs w:val="24"/>
        </w:rPr>
        <w:t>- складирование строительных материалов, топлива, минеральных и органических удобрений;</w:t>
      </w:r>
    </w:p>
    <w:p w:rsidR="006E45FF" w:rsidRPr="005F58EF" w:rsidRDefault="006E45FF" w:rsidP="00FC3EFB">
      <w:pPr>
        <w:pStyle w:val="ConsPlusNormal"/>
        <w:widowControl/>
        <w:ind w:firstLine="709"/>
        <w:jc w:val="both"/>
        <w:rPr>
          <w:sz w:val="24"/>
          <w:szCs w:val="24"/>
        </w:rPr>
      </w:pPr>
      <w:r w:rsidRPr="005F58EF">
        <w:rPr>
          <w:sz w:val="24"/>
          <w:szCs w:val="24"/>
        </w:rPr>
        <w:t>- сбор и хранение твердых и крупногабаритных отходов, при отсутствии или за пределами специально обустроенных мест сбора отходов;</w:t>
      </w:r>
    </w:p>
    <w:p w:rsidR="006E45FF" w:rsidRPr="005F58EF" w:rsidRDefault="006E45FF" w:rsidP="00FC3EFB">
      <w:pPr>
        <w:pStyle w:val="ConsPlusNormal"/>
        <w:widowControl/>
        <w:ind w:firstLine="709"/>
        <w:jc w:val="both"/>
        <w:rPr>
          <w:sz w:val="24"/>
          <w:szCs w:val="24"/>
        </w:rPr>
      </w:pPr>
      <w:r w:rsidRPr="005F58EF">
        <w:rPr>
          <w:sz w:val="24"/>
          <w:szCs w:val="24"/>
        </w:rPr>
        <w:t xml:space="preserve">- сжигать мусор; </w:t>
      </w:r>
    </w:p>
    <w:p w:rsidR="006E45FF" w:rsidRPr="005F58EF" w:rsidRDefault="006E45FF" w:rsidP="00FC3EFB">
      <w:pPr>
        <w:pStyle w:val="ConsPlusNormal"/>
        <w:widowControl/>
        <w:ind w:firstLine="709"/>
        <w:jc w:val="both"/>
        <w:rPr>
          <w:sz w:val="24"/>
          <w:szCs w:val="24"/>
        </w:rPr>
      </w:pPr>
      <w:r w:rsidRPr="005F58EF">
        <w:rPr>
          <w:sz w:val="24"/>
          <w:szCs w:val="24"/>
        </w:rPr>
        <w:t>- производить выпас скота и птицы;</w:t>
      </w:r>
    </w:p>
    <w:p w:rsidR="006E45FF" w:rsidRPr="005F58EF" w:rsidRDefault="006E45FF" w:rsidP="00FC3EFB">
      <w:pPr>
        <w:pStyle w:val="ConsPlusNormal"/>
        <w:widowControl/>
        <w:ind w:firstLine="709"/>
        <w:jc w:val="both"/>
        <w:rPr>
          <w:sz w:val="24"/>
          <w:szCs w:val="24"/>
        </w:rPr>
      </w:pPr>
      <w:r w:rsidRPr="005F58EF">
        <w:rPr>
          <w:sz w:val="24"/>
          <w:szCs w:val="24"/>
        </w:rPr>
        <w:t>- самовольно, без разрешения полученного в порядке установленном настоящими Правилами, высаживать многолетние кустарники и деревья;</w:t>
      </w:r>
    </w:p>
    <w:p w:rsidR="006E45FF" w:rsidRPr="005F58EF" w:rsidRDefault="006E45FF" w:rsidP="00FC3EFB">
      <w:pPr>
        <w:pStyle w:val="ConsPlusNormal"/>
        <w:widowControl/>
        <w:ind w:firstLine="709"/>
        <w:jc w:val="both"/>
        <w:rPr>
          <w:sz w:val="24"/>
          <w:szCs w:val="24"/>
        </w:rPr>
      </w:pPr>
      <w:r w:rsidRPr="005F58EF">
        <w:rPr>
          <w:sz w:val="24"/>
          <w:szCs w:val="24"/>
        </w:rPr>
        <w:t xml:space="preserve">- хранение техники, механизмов, автомобилей, в том числе разукомплектованных; </w:t>
      </w:r>
    </w:p>
    <w:p w:rsidR="006E45FF" w:rsidRPr="005F58EF" w:rsidRDefault="006E45FF" w:rsidP="00FC3EFB">
      <w:pPr>
        <w:pStyle w:val="ConsPlusNormal"/>
        <w:widowControl/>
        <w:ind w:firstLine="709"/>
        <w:jc w:val="both"/>
        <w:rPr>
          <w:sz w:val="24"/>
          <w:szCs w:val="24"/>
        </w:rPr>
      </w:pPr>
      <w:r w:rsidRPr="005F58EF">
        <w:rPr>
          <w:sz w:val="24"/>
          <w:szCs w:val="24"/>
        </w:rPr>
        <w:t>- производить ремонт, мойку автомобилей, смены масла или технических жидкостей.</w:t>
      </w:r>
    </w:p>
    <w:p w:rsidR="006E45FF" w:rsidRPr="005F58EF" w:rsidRDefault="006E45FF" w:rsidP="00FC3EFB">
      <w:pPr>
        <w:pStyle w:val="ConsPlusNormal"/>
        <w:widowControl/>
        <w:ind w:firstLine="709"/>
        <w:jc w:val="both"/>
        <w:rPr>
          <w:sz w:val="24"/>
          <w:szCs w:val="24"/>
        </w:rPr>
      </w:pPr>
      <w:r w:rsidRPr="005F58EF">
        <w:rPr>
          <w:sz w:val="24"/>
          <w:szCs w:val="24"/>
        </w:rPr>
        <w:t>- самовольно строить выгребные ямы на территории (землях) общего пользования.</w:t>
      </w:r>
    </w:p>
    <w:p w:rsidR="006E45FF" w:rsidRPr="00E40253" w:rsidRDefault="006E45FF" w:rsidP="00FC3EFB">
      <w:pPr>
        <w:pStyle w:val="ConsPlusNormal"/>
        <w:widowControl/>
        <w:ind w:firstLine="709"/>
        <w:jc w:val="both"/>
        <w:rPr>
          <w:bCs/>
          <w:sz w:val="24"/>
          <w:szCs w:val="24"/>
        </w:rPr>
      </w:pPr>
      <w:r w:rsidRPr="00E40253">
        <w:rPr>
          <w:bCs/>
          <w:sz w:val="24"/>
          <w:szCs w:val="24"/>
        </w:rPr>
        <w:t>Территории объектов мелкорозничной и передвижной торговли (магазины, павильоны, модули, ларьки, киоски, палатки, выносные прилавки, сезонная торговля бахчевыми и др.).</w:t>
      </w:r>
    </w:p>
    <w:p w:rsidR="006E45FF" w:rsidRPr="005F58EF" w:rsidRDefault="006E45FF" w:rsidP="00FC3EFB">
      <w:pPr>
        <w:pStyle w:val="ConsPlusNormal"/>
        <w:widowControl/>
        <w:ind w:firstLine="709"/>
        <w:jc w:val="both"/>
        <w:rPr>
          <w:sz w:val="24"/>
          <w:szCs w:val="24"/>
        </w:rPr>
      </w:pPr>
      <w:r w:rsidRPr="005F58EF">
        <w:rPr>
          <w:sz w:val="24"/>
          <w:szCs w:val="24"/>
        </w:rPr>
        <w:t xml:space="preserve">11.9. Объекты мелкорозничной и передвижной торговли (магазины, модули, ларьки, киоски, палатки, выносные прилавки, объекты сезонной торговли овощными и бахчевыми и др.) должны размещаться на территориях рынков, организованной территории ярмарки или территории предоставленной для этих целей в порядке, установленном земельным законодательством. </w:t>
      </w:r>
    </w:p>
    <w:p w:rsidR="006E45FF" w:rsidRPr="005F58EF" w:rsidRDefault="006E45FF" w:rsidP="00FC3EFB">
      <w:pPr>
        <w:pStyle w:val="ConsPlusNormal"/>
        <w:widowControl/>
        <w:ind w:firstLine="709"/>
        <w:jc w:val="both"/>
        <w:rPr>
          <w:sz w:val="24"/>
          <w:szCs w:val="24"/>
        </w:rPr>
      </w:pPr>
      <w:r w:rsidRPr="005F58EF">
        <w:rPr>
          <w:sz w:val="24"/>
          <w:szCs w:val="24"/>
        </w:rPr>
        <w:t>11.10 Сроки установки (размещения) временных объектов торговли, сроки их демонтажа (разборки) устанавливаются договором аренды (пользования) места установки, заключенного между правообладателем территории и владельцем временного сооружения.</w:t>
      </w:r>
    </w:p>
    <w:p w:rsidR="006E45FF" w:rsidRPr="005F58EF" w:rsidRDefault="006E45FF" w:rsidP="00FC3EFB">
      <w:pPr>
        <w:pStyle w:val="ConsPlusNormal"/>
        <w:widowControl/>
        <w:ind w:firstLine="709"/>
        <w:jc w:val="both"/>
        <w:rPr>
          <w:sz w:val="24"/>
          <w:szCs w:val="24"/>
        </w:rPr>
      </w:pPr>
      <w:r w:rsidRPr="005F58EF">
        <w:rPr>
          <w:sz w:val="24"/>
          <w:szCs w:val="24"/>
        </w:rPr>
        <w:t>11.11. Внешний вид (фасады) и требования по содержанию временного объекта, независимо от места установки, должен соответствовать требованиям настоящих Правил.</w:t>
      </w:r>
    </w:p>
    <w:p w:rsidR="006E45FF" w:rsidRPr="005F58EF" w:rsidRDefault="006E45FF" w:rsidP="00FC3EFB">
      <w:pPr>
        <w:pStyle w:val="ConsPlusNormal"/>
        <w:widowControl/>
        <w:ind w:firstLine="709"/>
        <w:jc w:val="both"/>
        <w:rPr>
          <w:sz w:val="24"/>
          <w:szCs w:val="24"/>
        </w:rPr>
      </w:pPr>
      <w:r w:rsidRPr="005F58EF">
        <w:rPr>
          <w:sz w:val="24"/>
          <w:szCs w:val="24"/>
        </w:rPr>
        <w:t>11.12. Владельцы временных и передвижных торговых точек обязаны в течение всего времени работы поддерживать надлежащее санитарное состояние торговой точки, а после окончания работы отведенное им место привести в порядок. У каждого магазина, торгового киоска, павильона, должна быть установлена урна для сбора мусора, а у правообладателей данных торговых точек должны быть действующие договора на вывоз мусора (при самовывозе — договор на размещение мусора на полигоне ТБО).</w:t>
      </w:r>
    </w:p>
    <w:p w:rsidR="006E45FF" w:rsidRPr="005F58EF" w:rsidRDefault="006E45FF" w:rsidP="00FC3EFB">
      <w:pPr>
        <w:autoSpaceDE w:val="0"/>
        <w:ind w:firstLine="709"/>
        <w:jc w:val="both"/>
        <w:rPr>
          <w:rFonts w:ascii="Arial" w:hAnsi="Arial" w:cs="Arial"/>
        </w:rPr>
      </w:pP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12. Требования благоустройства, при эксплуатации инженерных коммуникаций и отдельно стоящих объектов коммунального назначения.</w:t>
      </w:r>
    </w:p>
    <w:p w:rsidR="006E45FF" w:rsidRPr="005F58EF" w:rsidRDefault="006E45FF" w:rsidP="00FC3EFB">
      <w:pPr>
        <w:pStyle w:val="ConsPlusNormal"/>
        <w:widowControl/>
        <w:ind w:firstLine="709"/>
        <w:jc w:val="both"/>
        <w:rPr>
          <w:b/>
          <w:bCs/>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 xml:space="preserve">12.1.Содержание, обслуживание и контроль за состоянием инженерных коммуникаций и их охранных зон, отдельно стоящих объектов коммунального назначения, в соответствии с требованиями законодательства и настоящими Правилами обеспечивают: </w:t>
      </w:r>
    </w:p>
    <w:p w:rsidR="006E45FF" w:rsidRPr="005F58EF" w:rsidRDefault="006E45FF" w:rsidP="00FC3EFB">
      <w:pPr>
        <w:pStyle w:val="ConsPlusNormal"/>
        <w:widowControl/>
        <w:ind w:firstLine="709"/>
        <w:jc w:val="both"/>
        <w:rPr>
          <w:sz w:val="24"/>
          <w:szCs w:val="24"/>
        </w:rPr>
      </w:pPr>
      <w:r w:rsidRPr="005F58EF">
        <w:rPr>
          <w:sz w:val="24"/>
          <w:szCs w:val="24"/>
        </w:rPr>
        <w:t xml:space="preserve">- «балансодержатели», арендаторы инженерных коммуникаций, которым инженерные коммуникации и объекты переданы на соответствующем праве; </w:t>
      </w:r>
    </w:p>
    <w:p w:rsidR="006E45FF" w:rsidRPr="005F58EF" w:rsidRDefault="006E45FF" w:rsidP="00FC3EFB">
      <w:pPr>
        <w:pStyle w:val="ConsPlusNormal"/>
        <w:widowControl/>
        <w:ind w:firstLine="709"/>
        <w:jc w:val="both"/>
        <w:rPr>
          <w:sz w:val="24"/>
          <w:szCs w:val="24"/>
        </w:rPr>
      </w:pPr>
      <w:r w:rsidRPr="005F58EF">
        <w:rPr>
          <w:sz w:val="24"/>
          <w:szCs w:val="24"/>
        </w:rPr>
        <w:t xml:space="preserve">- владельцы инженерных коммуникаций и объектов, не переданных в пользование, управление, аренду специализированным организациям. </w:t>
      </w:r>
    </w:p>
    <w:p w:rsidR="006E45FF" w:rsidRPr="005F58EF" w:rsidRDefault="006E45FF" w:rsidP="00FC3EFB">
      <w:pPr>
        <w:pStyle w:val="ConsPlusNormal"/>
        <w:widowControl/>
        <w:ind w:firstLine="709"/>
        <w:jc w:val="both"/>
        <w:rPr>
          <w:sz w:val="24"/>
          <w:szCs w:val="24"/>
        </w:rPr>
      </w:pPr>
      <w:r w:rsidRPr="005F58EF">
        <w:rPr>
          <w:sz w:val="24"/>
          <w:szCs w:val="24"/>
        </w:rPr>
        <w:t>12.2. Лица обеспечивающие содержание и обслуживание инженерных коммуникаций обязаны:</w:t>
      </w:r>
    </w:p>
    <w:p w:rsidR="006E45FF" w:rsidRPr="005F58EF" w:rsidRDefault="006E45FF" w:rsidP="00FC3EFB">
      <w:pPr>
        <w:pStyle w:val="ConsPlusNormal"/>
        <w:widowControl/>
        <w:ind w:firstLine="709"/>
        <w:jc w:val="both"/>
        <w:rPr>
          <w:sz w:val="24"/>
          <w:szCs w:val="24"/>
        </w:rPr>
      </w:pPr>
      <w:r w:rsidRPr="005F58EF">
        <w:rPr>
          <w:sz w:val="24"/>
          <w:szCs w:val="24"/>
        </w:rPr>
        <w:t>- осуществлять постоянный контроль за их состоянием. Выявлять и немедленно восстанавливать нарушенные, разрушенные или пропавшие элементы ограждающих конструкций (люков колодцев, камер, дождеприемных устройств), обеспечивающих безопасные условия жизнедеятельности населения;</w:t>
      </w:r>
    </w:p>
    <w:p w:rsidR="006E45FF" w:rsidRPr="005F58EF" w:rsidRDefault="006E45FF" w:rsidP="00FC3EFB">
      <w:pPr>
        <w:pStyle w:val="ConsPlusNormal"/>
        <w:widowControl/>
        <w:ind w:firstLine="709"/>
        <w:jc w:val="both"/>
        <w:rPr>
          <w:sz w:val="24"/>
          <w:szCs w:val="24"/>
        </w:rPr>
      </w:pPr>
      <w:r w:rsidRPr="005F58EF">
        <w:rPr>
          <w:sz w:val="24"/>
          <w:szCs w:val="24"/>
        </w:rPr>
        <w:t>- осуществлять постоянный контроль за состоянием трубопроводов, изоляции трубопроводов, кабельных линий, опор, иных элементов, являющихся неотъемлемой частью инженерных коммуникаций;</w:t>
      </w:r>
    </w:p>
    <w:p w:rsidR="006E45FF" w:rsidRPr="005F58EF" w:rsidRDefault="006E45FF" w:rsidP="00FC3EFB">
      <w:pPr>
        <w:pStyle w:val="ConsPlusNormal"/>
        <w:widowControl/>
        <w:ind w:firstLine="709"/>
        <w:jc w:val="both"/>
        <w:rPr>
          <w:sz w:val="24"/>
          <w:szCs w:val="24"/>
        </w:rPr>
      </w:pPr>
      <w:r w:rsidRPr="005F58EF">
        <w:rPr>
          <w:sz w:val="24"/>
          <w:szCs w:val="24"/>
        </w:rPr>
        <w:t>- не допускать несанкционированного отбора воды из трубопроводов тепло-водоснабжения, через контрольную или технологическую запорную арматуру (вентиля, гидранты, заглушки), для мойки автотранспорта или хозяйственных нужд</w:t>
      </w:r>
    </w:p>
    <w:p w:rsidR="006E45FF" w:rsidRPr="005F58EF" w:rsidRDefault="006E45FF" w:rsidP="00FC3EFB">
      <w:pPr>
        <w:pStyle w:val="ConsPlusNormal"/>
        <w:widowControl/>
        <w:ind w:firstLine="709"/>
        <w:jc w:val="both"/>
        <w:rPr>
          <w:sz w:val="24"/>
          <w:szCs w:val="24"/>
        </w:rPr>
      </w:pPr>
      <w:r w:rsidRPr="005F58EF">
        <w:rPr>
          <w:sz w:val="24"/>
          <w:szCs w:val="24"/>
        </w:rPr>
        <w:t>- обеспечивать надлежащее санитарное состояние полосы отвода (трассы) инженерных коммуникаций и их охранных зон на территориях, не имеющих иных правообладателей (владельцев) земельных участков;</w:t>
      </w:r>
    </w:p>
    <w:p w:rsidR="006E45FF" w:rsidRPr="005F58EF" w:rsidRDefault="006E45FF" w:rsidP="00FC3EFB">
      <w:pPr>
        <w:pStyle w:val="ConsPlusNormal"/>
        <w:widowControl/>
        <w:ind w:firstLine="709"/>
        <w:jc w:val="both"/>
        <w:rPr>
          <w:sz w:val="24"/>
          <w:szCs w:val="24"/>
        </w:rPr>
      </w:pPr>
      <w:r w:rsidRPr="005F58EF">
        <w:rPr>
          <w:sz w:val="24"/>
          <w:szCs w:val="24"/>
        </w:rPr>
        <w:t xml:space="preserve">- обеспечить контроль за выполнением требований законодательства и настоящих Правил правообладателями земельных участков, по которым проложены инженерные коммуникации на праве ограниченного пользования; </w:t>
      </w:r>
    </w:p>
    <w:p w:rsidR="006E45FF" w:rsidRPr="005F58EF" w:rsidRDefault="006E45FF" w:rsidP="00FC3EFB">
      <w:pPr>
        <w:pStyle w:val="ConsPlusNormal"/>
        <w:widowControl/>
        <w:ind w:firstLine="709"/>
        <w:jc w:val="both"/>
        <w:rPr>
          <w:sz w:val="24"/>
          <w:szCs w:val="24"/>
        </w:rPr>
      </w:pPr>
      <w:r w:rsidRPr="005F58EF">
        <w:rPr>
          <w:sz w:val="24"/>
          <w:szCs w:val="24"/>
        </w:rPr>
        <w:t>- обеспечить постоянный контроль и не допускать образования промоин, пустых полостей от протечек (утечек) из трубопроводов и колодцев, или от ливневых (дождевых, талых) вод, попадающих в трубопроводы и колодцы с нарушенной герметичностью;</w:t>
      </w:r>
    </w:p>
    <w:p w:rsidR="006E45FF" w:rsidRPr="005F58EF" w:rsidRDefault="006E45FF" w:rsidP="00FC3EFB">
      <w:pPr>
        <w:pStyle w:val="ConsPlusNormal"/>
        <w:widowControl/>
        <w:ind w:firstLine="709"/>
        <w:jc w:val="both"/>
        <w:rPr>
          <w:sz w:val="24"/>
          <w:szCs w:val="24"/>
        </w:rPr>
      </w:pPr>
      <w:r w:rsidRPr="005F58EF">
        <w:rPr>
          <w:sz w:val="24"/>
          <w:szCs w:val="24"/>
        </w:rPr>
        <w:t xml:space="preserve">- при выявлении образовавшихся промоин, пустых полостей или возникновения угрозы их образования в зоне инженерных коммуникаций принимать немедленные меры по установке предупредительных ограждений и знаков, на опасных для передвижения населения и автотранспорта участках и устранению причин их образования. </w:t>
      </w:r>
    </w:p>
    <w:p w:rsidR="006E45FF" w:rsidRPr="005F58EF" w:rsidRDefault="006E45FF" w:rsidP="00FC3EFB">
      <w:pPr>
        <w:pStyle w:val="ConsPlusNormal"/>
        <w:widowControl/>
        <w:ind w:firstLine="709"/>
        <w:jc w:val="both"/>
        <w:rPr>
          <w:sz w:val="24"/>
          <w:szCs w:val="24"/>
        </w:rPr>
      </w:pPr>
      <w:r w:rsidRPr="005F58EF">
        <w:rPr>
          <w:sz w:val="24"/>
          <w:szCs w:val="24"/>
        </w:rPr>
        <w:t>12.3 Инженерные коммуникации должны иметь штатные ограждающие элементы, не иметь загрязнений, разрушений покрасочного или теплоизоляционного слоя, несанкционированных надписей.</w:t>
      </w:r>
    </w:p>
    <w:p w:rsidR="006E45FF" w:rsidRPr="005F58EF" w:rsidRDefault="006E45FF" w:rsidP="00FC3EFB">
      <w:pPr>
        <w:pStyle w:val="ConsPlusNormal"/>
        <w:widowControl/>
        <w:ind w:firstLine="709"/>
        <w:jc w:val="both"/>
        <w:rPr>
          <w:sz w:val="24"/>
          <w:szCs w:val="24"/>
        </w:rPr>
      </w:pPr>
      <w:r w:rsidRPr="005F58EF">
        <w:rPr>
          <w:sz w:val="24"/>
          <w:szCs w:val="24"/>
        </w:rPr>
        <w:t xml:space="preserve">12.4. Водоотводные (ливневые) сооружения должны своевременно очищаться от накопившегося мусора, осадков и обеспечивать прием и пропуск воды (жидкостей), исключающей подтопление территории. </w:t>
      </w:r>
    </w:p>
    <w:p w:rsidR="006E45FF" w:rsidRPr="005F58EF" w:rsidRDefault="006E45FF" w:rsidP="00FC3EFB">
      <w:pPr>
        <w:pStyle w:val="ConsPlusNormal"/>
        <w:widowControl/>
        <w:ind w:firstLine="709"/>
        <w:jc w:val="both"/>
        <w:rPr>
          <w:sz w:val="24"/>
          <w:szCs w:val="24"/>
        </w:rPr>
      </w:pPr>
      <w:r w:rsidRPr="005F58EF">
        <w:rPr>
          <w:sz w:val="24"/>
          <w:szCs w:val="24"/>
        </w:rPr>
        <w:t>12.5.Прилегающая к инженерным коммуникациям территория (охранная зона) должна содержаться в чистоте.</w:t>
      </w:r>
    </w:p>
    <w:p w:rsidR="006E45FF" w:rsidRPr="005F58EF" w:rsidRDefault="006E45FF" w:rsidP="00FC3EFB">
      <w:pPr>
        <w:pStyle w:val="ConsPlusNormal"/>
        <w:widowControl/>
        <w:ind w:firstLine="709"/>
        <w:jc w:val="both"/>
        <w:rPr>
          <w:sz w:val="24"/>
          <w:szCs w:val="24"/>
        </w:rPr>
      </w:pPr>
      <w:r w:rsidRPr="005F58EF">
        <w:rPr>
          <w:sz w:val="24"/>
          <w:szCs w:val="24"/>
        </w:rPr>
        <w:t xml:space="preserve">12.6.В охранной зоне инженерных коммуникаций запрещается: </w:t>
      </w:r>
    </w:p>
    <w:p w:rsidR="006E45FF" w:rsidRPr="005F58EF" w:rsidRDefault="006E45FF" w:rsidP="00FC3EFB">
      <w:pPr>
        <w:pStyle w:val="ConsPlusNormal"/>
        <w:widowControl/>
        <w:ind w:firstLine="709"/>
        <w:jc w:val="both"/>
        <w:rPr>
          <w:sz w:val="24"/>
          <w:szCs w:val="24"/>
        </w:rPr>
      </w:pPr>
      <w:r w:rsidRPr="005F58EF">
        <w:rPr>
          <w:sz w:val="24"/>
          <w:szCs w:val="24"/>
        </w:rPr>
        <w:t>- разводить костры, сжигать промышленные и бытовые отходы, мусор, листья, обрезки деревьев;</w:t>
      </w:r>
    </w:p>
    <w:p w:rsidR="006E45FF" w:rsidRPr="005F58EF" w:rsidRDefault="006E45FF" w:rsidP="00FC3EFB">
      <w:pPr>
        <w:pStyle w:val="ConsPlusNormal"/>
        <w:widowControl/>
        <w:ind w:firstLine="709"/>
        <w:jc w:val="both"/>
        <w:rPr>
          <w:sz w:val="24"/>
          <w:szCs w:val="24"/>
        </w:rPr>
      </w:pPr>
      <w:r w:rsidRPr="005F58EF">
        <w:rPr>
          <w:sz w:val="24"/>
          <w:szCs w:val="24"/>
        </w:rPr>
        <w:t>- организовывать места сбора отходов;</w:t>
      </w:r>
    </w:p>
    <w:p w:rsidR="006E45FF" w:rsidRPr="005F58EF" w:rsidRDefault="006E45FF" w:rsidP="00FC3EFB">
      <w:pPr>
        <w:pStyle w:val="ConsPlusNormal"/>
        <w:widowControl/>
        <w:ind w:firstLine="709"/>
        <w:jc w:val="both"/>
        <w:rPr>
          <w:sz w:val="24"/>
          <w:szCs w:val="24"/>
        </w:rPr>
      </w:pPr>
      <w:r w:rsidRPr="005F58EF">
        <w:rPr>
          <w:sz w:val="24"/>
          <w:szCs w:val="24"/>
        </w:rPr>
        <w:t>- мыть автомашины;</w:t>
      </w:r>
    </w:p>
    <w:p w:rsidR="006E45FF" w:rsidRPr="005F58EF" w:rsidRDefault="006E45FF" w:rsidP="00FC3EFB">
      <w:pPr>
        <w:pStyle w:val="ConsPlusNormal"/>
        <w:widowControl/>
        <w:ind w:firstLine="709"/>
        <w:jc w:val="both"/>
        <w:rPr>
          <w:sz w:val="24"/>
          <w:szCs w:val="24"/>
        </w:rPr>
      </w:pPr>
      <w:r w:rsidRPr="005F58EF">
        <w:rPr>
          <w:sz w:val="24"/>
          <w:szCs w:val="24"/>
        </w:rPr>
        <w:t>- производить земляные работы, корчевку корней, пней деревьев и кустарников, сносить ограждения, подпорные стенки без специального разрешения (ордера);</w:t>
      </w:r>
    </w:p>
    <w:p w:rsidR="006E45FF" w:rsidRPr="005F58EF" w:rsidRDefault="006E45FF" w:rsidP="00FC3EFB">
      <w:pPr>
        <w:pStyle w:val="ConsPlusNormal"/>
        <w:widowControl/>
        <w:ind w:firstLine="709"/>
        <w:jc w:val="both"/>
        <w:rPr>
          <w:sz w:val="24"/>
          <w:szCs w:val="24"/>
        </w:rPr>
      </w:pPr>
      <w:r w:rsidRPr="005F58EF">
        <w:rPr>
          <w:sz w:val="24"/>
          <w:szCs w:val="24"/>
        </w:rPr>
        <w:t>- размещать и хранить взрывоопасные, легковоспламеняющиеся, отравляющие и радиоактивные вещества;</w:t>
      </w:r>
    </w:p>
    <w:p w:rsidR="006E45FF" w:rsidRPr="005F58EF" w:rsidRDefault="006E45FF" w:rsidP="00FC3EFB">
      <w:pPr>
        <w:pStyle w:val="ConsPlusNormal"/>
        <w:widowControl/>
        <w:ind w:firstLine="709"/>
        <w:jc w:val="both"/>
        <w:rPr>
          <w:sz w:val="24"/>
          <w:szCs w:val="24"/>
        </w:rPr>
      </w:pPr>
      <w:r w:rsidRPr="005F58EF">
        <w:rPr>
          <w:sz w:val="24"/>
          <w:szCs w:val="24"/>
        </w:rPr>
        <w:t>- самовольная прокладка и врезка в инженерные коммуникаций;</w:t>
      </w:r>
    </w:p>
    <w:p w:rsidR="006E45FF" w:rsidRPr="005F58EF" w:rsidRDefault="006E45FF" w:rsidP="00FC3EFB">
      <w:pPr>
        <w:pStyle w:val="ConsPlusNormal"/>
        <w:widowControl/>
        <w:ind w:firstLine="709"/>
        <w:jc w:val="both"/>
        <w:rPr>
          <w:sz w:val="24"/>
          <w:szCs w:val="24"/>
        </w:rPr>
      </w:pPr>
      <w:r w:rsidRPr="005F58EF">
        <w:rPr>
          <w:sz w:val="24"/>
          <w:szCs w:val="24"/>
        </w:rPr>
        <w:t>- самовольно отключать электрические, тепловые сети, системы водоснабжения и газопроводов.</w:t>
      </w:r>
    </w:p>
    <w:p w:rsidR="006E45FF" w:rsidRPr="005F58EF" w:rsidRDefault="006E45FF" w:rsidP="00FC3EFB">
      <w:pPr>
        <w:pStyle w:val="ConsPlusNormal"/>
        <w:widowControl/>
        <w:ind w:firstLine="709"/>
        <w:jc w:val="both"/>
        <w:rPr>
          <w:sz w:val="24"/>
          <w:szCs w:val="24"/>
        </w:rPr>
      </w:pPr>
      <w:r w:rsidRPr="005F58EF">
        <w:rPr>
          <w:sz w:val="24"/>
          <w:szCs w:val="24"/>
        </w:rPr>
        <w:t xml:space="preserve">12.7. Не допускается: </w:t>
      </w:r>
    </w:p>
    <w:p w:rsidR="006E45FF" w:rsidRPr="005F58EF" w:rsidRDefault="006E45FF" w:rsidP="00FC3EFB">
      <w:pPr>
        <w:pStyle w:val="ConsPlusNormal"/>
        <w:widowControl/>
        <w:ind w:firstLine="709"/>
        <w:jc w:val="both"/>
        <w:rPr>
          <w:sz w:val="24"/>
          <w:szCs w:val="24"/>
        </w:rPr>
      </w:pPr>
      <w:r w:rsidRPr="005F58EF">
        <w:rPr>
          <w:sz w:val="24"/>
          <w:szCs w:val="24"/>
        </w:rPr>
        <w:t>- содержать инженерные сети и сооружения в ненадлежащем состоянии, в части внешнего состояния, а также наличие открытых и (или) разрушенных труб, тепловых камер, колодцев, люков, дождеприемных решеток, траншей подземных инженерных сетей;</w:t>
      </w:r>
    </w:p>
    <w:p w:rsidR="006E45FF" w:rsidRPr="005F58EF" w:rsidRDefault="006E45FF" w:rsidP="00FC3EFB">
      <w:pPr>
        <w:pStyle w:val="ConsPlusNormal"/>
        <w:widowControl/>
        <w:ind w:firstLine="709"/>
        <w:jc w:val="both"/>
        <w:rPr>
          <w:sz w:val="24"/>
          <w:szCs w:val="24"/>
        </w:rPr>
      </w:pPr>
      <w:r w:rsidRPr="005F58EF">
        <w:rPr>
          <w:sz w:val="24"/>
          <w:szCs w:val="24"/>
        </w:rPr>
        <w:t>- содержать в загрязненном или неокрашенном состоянии ограждения, люки смотровых и дождеприемных колодцев, наземных частей линейных сооружений и коммуникаций;</w:t>
      </w:r>
    </w:p>
    <w:p w:rsidR="006E45FF" w:rsidRPr="005F58EF" w:rsidRDefault="006E45FF" w:rsidP="00FC3EFB">
      <w:pPr>
        <w:pStyle w:val="ConsPlusNormal"/>
        <w:widowControl/>
        <w:ind w:firstLine="709"/>
        <w:jc w:val="both"/>
        <w:rPr>
          <w:sz w:val="24"/>
          <w:szCs w:val="24"/>
        </w:rPr>
      </w:pPr>
      <w:r w:rsidRPr="005F58EF">
        <w:rPr>
          <w:sz w:val="24"/>
          <w:szCs w:val="24"/>
        </w:rPr>
        <w:t>- содержать тепловые сети с нарушенной или отсутствующей изоляцией;</w:t>
      </w:r>
    </w:p>
    <w:p w:rsidR="006E45FF" w:rsidRPr="005F58EF" w:rsidRDefault="006E45FF" w:rsidP="00FC3EFB">
      <w:pPr>
        <w:pStyle w:val="ConsPlusNormal"/>
        <w:widowControl/>
        <w:ind w:firstLine="709"/>
        <w:jc w:val="both"/>
        <w:rPr>
          <w:sz w:val="24"/>
          <w:szCs w:val="24"/>
        </w:rPr>
      </w:pPr>
      <w:r w:rsidRPr="005F58EF">
        <w:rPr>
          <w:sz w:val="24"/>
          <w:szCs w:val="24"/>
        </w:rPr>
        <w:t>- несвоевременно проводить профилактические обследований указанных объектов, с их очисткой, покраской и ремонтом, восстановлением наружной изоляции наземных линий теплосети;</w:t>
      </w:r>
    </w:p>
    <w:p w:rsidR="006E45FF" w:rsidRPr="005F58EF" w:rsidRDefault="006E45FF" w:rsidP="00FC3EFB">
      <w:pPr>
        <w:pStyle w:val="ConsPlusNormal"/>
        <w:widowControl/>
        <w:ind w:firstLine="709"/>
        <w:jc w:val="both"/>
        <w:rPr>
          <w:sz w:val="24"/>
          <w:szCs w:val="24"/>
        </w:rPr>
      </w:pPr>
      <w:r w:rsidRPr="005F58EF">
        <w:rPr>
          <w:sz w:val="24"/>
          <w:szCs w:val="24"/>
        </w:rPr>
        <w:t>- размещать инженерные коммуникации (провода, кабели, трубы) временные и постоянные или их поддерживающие конструкции на деревьях</w:t>
      </w:r>
    </w:p>
    <w:p w:rsidR="006E45FF" w:rsidRPr="005F58EF" w:rsidRDefault="006E45FF" w:rsidP="00FC3EFB">
      <w:pPr>
        <w:pStyle w:val="ConsPlusNormal"/>
        <w:widowControl/>
        <w:ind w:firstLine="709"/>
        <w:jc w:val="both"/>
        <w:rPr>
          <w:sz w:val="24"/>
          <w:szCs w:val="24"/>
        </w:rPr>
      </w:pPr>
      <w:r w:rsidRPr="005F58EF">
        <w:rPr>
          <w:sz w:val="24"/>
          <w:szCs w:val="24"/>
        </w:rPr>
        <w:t>12.8. Земляные работы в охранной зоне инженерных коммуникаций, с вскрытием земной поверхности глубиной свыше 30-ти см. от существующего рельефа, могут выполняться только при наличии действующего разрешения (ордера), согласованного с балансодержателем (владельцем) инженерных коммуникаций.</w:t>
      </w:r>
    </w:p>
    <w:p w:rsidR="006E45FF" w:rsidRPr="005F58EF" w:rsidRDefault="006E45FF" w:rsidP="00FC3EFB">
      <w:pPr>
        <w:pStyle w:val="ConsPlusNormal"/>
        <w:widowControl/>
        <w:ind w:firstLine="709"/>
        <w:jc w:val="both"/>
        <w:rPr>
          <w:sz w:val="24"/>
          <w:szCs w:val="24"/>
        </w:rPr>
      </w:pPr>
      <w:r w:rsidRPr="005F58EF">
        <w:rPr>
          <w:sz w:val="24"/>
          <w:szCs w:val="24"/>
        </w:rPr>
        <w:t>12.9. Проекты благоустройства и озеленение, проводимые в охранной зоне расположения подземных инженерных коммуникаций, должен согласовываться с балансодержателем или владельцем подземных инженерных коммуникаций.</w:t>
      </w:r>
    </w:p>
    <w:p w:rsidR="006E45FF" w:rsidRPr="005F58EF" w:rsidRDefault="006E45FF" w:rsidP="00FC3EFB">
      <w:pPr>
        <w:pStyle w:val="ConsPlusNormal"/>
        <w:widowControl/>
        <w:ind w:firstLine="709"/>
        <w:jc w:val="both"/>
        <w:rPr>
          <w:sz w:val="24"/>
          <w:szCs w:val="24"/>
        </w:rPr>
      </w:pPr>
      <w:r w:rsidRPr="005F58EF">
        <w:rPr>
          <w:sz w:val="24"/>
          <w:szCs w:val="24"/>
        </w:rPr>
        <w:t>12.10. На всей территории поселения запрещается несанкционированный отбор воды из трубопроводов тепло-водоснабжения через контрольную или технологическую запорную арматуру (вентиля, гидранты, заглушки), для мойки автотранспорта или хозяйственных нужд.</w:t>
      </w:r>
    </w:p>
    <w:p w:rsidR="006E45FF" w:rsidRPr="00E40253" w:rsidRDefault="006E45FF" w:rsidP="00FC3EFB">
      <w:pPr>
        <w:pStyle w:val="ConsPlusNormal"/>
        <w:widowControl/>
        <w:ind w:firstLine="709"/>
        <w:jc w:val="both"/>
        <w:rPr>
          <w:bCs/>
          <w:sz w:val="24"/>
          <w:szCs w:val="24"/>
        </w:rPr>
      </w:pPr>
      <w:r w:rsidRPr="00E40253">
        <w:rPr>
          <w:bCs/>
          <w:sz w:val="24"/>
          <w:szCs w:val="24"/>
        </w:rPr>
        <w:t>Территории и объекты отдельно-стоящих производственных сооружений коммунального назначения</w:t>
      </w:r>
    </w:p>
    <w:p w:rsidR="006E45FF" w:rsidRPr="005F58EF" w:rsidRDefault="006E45FF" w:rsidP="00FC3EFB">
      <w:pPr>
        <w:pStyle w:val="ConsPlusNormal"/>
        <w:widowControl/>
        <w:ind w:firstLine="709"/>
        <w:jc w:val="both"/>
        <w:rPr>
          <w:bCs/>
          <w:sz w:val="24"/>
          <w:szCs w:val="24"/>
        </w:rPr>
      </w:pPr>
      <w:r w:rsidRPr="005F58EF">
        <w:rPr>
          <w:bCs/>
          <w:sz w:val="24"/>
          <w:szCs w:val="24"/>
        </w:rPr>
        <w:t>12.11.Территории и объекты отдельно-стоящих производственных сооружений коммунального назначения:</w:t>
      </w:r>
    </w:p>
    <w:p w:rsidR="006E45FF" w:rsidRPr="005F58EF" w:rsidRDefault="006E45FF" w:rsidP="00FC3EFB">
      <w:pPr>
        <w:pStyle w:val="ConsPlusNormal"/>
        <w:widowControl/>
        <w:ind w:firstLine="709"/>
        <w:jc w:val="both"/>
        <w:rPr>
          <w:bCs/>
          <w:sz w:val="24"/>
          <w:szCs w:val="24"/>
        </w:rPr>
      </w:pPr>
      <w:r w:rsidRPr="005F58EF">
        <w:rPr>
          <w:bCs/>
          <w:sz w:val="24"/>
          <w:szCs w:val="24"/>
        </w:rPr>
        <w:t xml:space="preserve">- опоры, переключающие устройства, трансформаторные подстанции линий электропередачи; </w:t>
      </w:r>
    </w:p>
    <w:p w:rsidR="006E45FF" w:rsidRPr="005F58EF" w:rsidRDefault="006E45FF" w:rsidP="00FC3EFB">
      <w:pPr>
        <w:pStyle w:val="ConsPlusNormal"/>
        <w:widowControl/>
        <w:ind w:firstLine="709"/>
        <w:jc w:val="both"/>
        <w:rPr>
          <w:bCs/>
          <w:sz w:val="24"/>
          <w:szCs w:val="24"/>
        </w:rPr>
      </w:pPr>
      <w:r w:rsidRPr="005F58EF">
        <w:rPr>
          <w:bCs/>
          <w:sz w:val="24"/>
          <w:szCs w:val="24"/>
        </w:rPr>
        <w:t>- газовые распределительные пункты и установки;</w:t>
      </w:r>
    </w:p>
    <w:p w:rsidR="006E45FF" w:rsidRPr="005F58EF" w:rsidRDefault="006E45FF" w:rsidP="00FC3EFB">
      <w:pPr>
        <w:pStyle w:val="ConsPlusNormal"/>
        <w:widowControl/>
        <w:ind w:firstLine="709"/>
        <w:jc w:val="both"/>
        <w:rPr>
          <w:bCs/>
          <w:sz w:val="24"/>
          <w:szCs w:val="24"/>
        </w:rPr>
      </w:pPr>
      <w:r w:rsidRPr="005F58EF">
        <w:rPr>
          <w:bCs/>
          <w:sz w:val="24"/>
          <w:szCs w:val="24"/>
        </w:rPr>
        <w:t>- котельные, тепловые станции;</w:t>
      </w:r>
    </w:p>
    <w:p w:rsidR="006E45FF" w:rsidRPr="005F58EF" w:rsidRDefault="006E45FF" w:rsidP="00FC3EFB">
      <w:pPr>
        <w:pStyle w:val="ConsPlusNormal"/>
        <w:widowControl/>
        <w:ind w:firstLine="709"/>
        <w:jc w:val="both"/>
        <w:rPr>
          <w:bCs/>
          <w:sz w:val="24"/>
          <w:szCs w:val="24"/>
        </w:rPr>
      </w:pPr>
      <w:r w:rsidRPr="005F58EF">
        <w:rPr>
          <w:bCs/>
          <w:sz w:val="24"/>
          <w:szCs w:val="24"/>
        </w:rPr>
        <w:t>- водозаборные сооружения, насосные станции водоснабжения, канализационные насосные станции, должны содержаться лицами ответственными за содержанием объектов благоустройства в соответствии с нормативными требованиями действующего законодательства и настоящими Правилами.</w:t>
      </w:r>
    </w:p>
    <w:p w:rsidR="006E45FF" w:rsidRPr="005F58EF" w:rsidRDefault="006E45FF" w:rsidP="00FC3EFB">
      <w:pPr>
        <w:pStyle w:val="ConsPlusNormal"/>
        <w:widowControl/>
        <w:ind w:firstLine="709"/>
        <w:jc w:val="both"/>
        <w:rPr>
          <w:bCs/>
          <w:sz w:val="24"/>
          <w:szCs w:val="24"/>
        </w:rPr>
      </w:pPr>
      <w:r w:rsidRPr="005F58EF">
        <w:rPr>
          <w:bCs/>
          <w:sz w:val="24"/>
          <w:szCs w:val="24"/>
        </w:rPr>
        <w:t xml:space="preserve">12.12. В связи с повышенной опасностью эксплуатации отдельно стоящих объектов коммунального назначения: </w:t>
      </w:r>
    </w:p>
    <w:p w:rsidR="006E45FF" w:rsidRPr="005F58EF" w:rsidRDefault="006E45FF" w:rsidP="00FC3EFB">
      <w:pPr>
        <w:pStyle w:val="ConsPlusNormal"/>
        <w:widowControl/>
        <w:ind w:firstLine="709"/>
        <w:jc w:val="both"/>
        <w:rPr>
          <w:bCs/>
          <w:sz w:val="24"/>
          <w:szCs w:val="24"/>
        </w:rPr>
      </w:pPr>
      <w:r w:rsidRPr="005F58EF">
        <w:rPr>
          <w:bCs/>
          <w:sz w:val="24"/>
          <w:szCs w:val="24"/>
        </w:rPr>
        <w:t>12.12.1 Территории объектов, имеющие повышенные требования законодательства к защищенности и охране объектов, требования санитарно-экологических норм, должны иметь соответствующее сплошное ограждение, исключающее доступ посторонних лиц на территорию.</w:t>
      </w:r>
    </w:p>
    <w:p w:rsidR="006E45FF" w:rsidRPr="005F58EF" w:rsidRDefault="006E45FF" w:rsidP="00FC3EFB">
      <w:pPr>
        <w:pStyle w:val="ConsPlusNormal"/>
        <w:widowControl/>
        <w:ind w:firstLine="709"/>
        <w:jc w:val="both"/>
        <w:rPr>
          <w:sz w:val="24"/>
          <w:szCs w:val="24"/>
        </w:rPr>
      </w:pPr>
      <w:r w:rsidRPr="005F58EF">
        <w:rPr>
          <w:bCs/>
          <w:sz w:val="24"/>
          <w:szCs w:val="24"/>
        </w:rPr>
        <w:t>12.12.2 Объекты, не требующие сплошного ограждения, должны иметь стационарные ограждения частей коммунальной инфраструктуры, которые могут оказать поражающее действие для населения или персонала, с хорошо видимыми предупредительными знаками</w:t>
      </w:r>
      <w:r w:rsidRPr="005F58EF">
        <w:rPr>
          <w:sz w:val="24"/>
          <w:szCs w:val="24"/>
        </w:rPr>
        <w:t xml:space="preserve"> </w:t>
      </w:r>
    </w:p>
    <w:p w:rsidR="006E45FF" w:rsidRPr="005F58EF" w:rsidRDefault="006E45FF" w:rsidP="00FC3EFB">
      <w:pPr>
        <w:pStyle w:val="ConsPlusNormal"/>
        <w:widowControl/>
        <w:ind w:firstLine="709"/>
        <w:jc w:val="both"/>
        <w:rPr>
          <w:bCs/>
          <w:sz w:val="24"/>
          <w:szCs w:val="24"/>
        </w:rPr>
      </w:pPr>
      <w:r w:rsidRPr="005F58EF">
        <w:rPr>
          <w:bCs/>
          <w:sz w:val="24"/>
          <w:szCs w:val="24"/>
        </w:rPr>
        <w:t>12.13. Отдельно стоящие объекты коммунального назначения:</w:t>
      </w:r>
    </w:p>
    <w:p w:rsidR="006E45FF" w:rsidRPr="005F58EF" w:rsidRDefault="006E45FF" w:rsidP="00FC3EFB">
      <w:pPr>
        <w:pStyle w:val="ConsPlusNormal"/>
        <w:widowControl/>
        <w:ind w:firstLine="709"/>
        <w:jc w:val="both"/>
        <w:rPr>
          <w:bCs/>
          <w:sz w:val="24"/>
          <w:szCs w:val="24"/>
        </w:rPr>
      </w:pPr>
      <w:r w:rsidRPr="005F58EF">
        <w:rPr>
          <w:bCs/>
          <w:sz w:val="24"/>
          <w:szCs w:val="24"/>
        </w:rPr>
        <w:t>- должны иметь таблички или аккуратно выполненные надписи с указанием адреса организации и лиц ответственных за содержание и эксплуатацию данного объекта, их номера телефона;</w:t>
      </w:r>
    </w:p>
    <w:p w:rsidR="006E45FF" w:rsidRPr="005F58EF" w:rsidRDefault="006E45FF" w:rsidP="00FC3EFB">
      <w:pPr>
        <w:pStyle w:val="ConsPlusNormal"/>
        <w:widowControl/>
        <w:ind w:firstLine="709"/>
        <w:jc w:val="both"/>
        <w:rPr>
          <w:bCs/>
          <w:sz w:val="24"/>
          <w:szCs w:val="24"/>
        </w:rPr>
      </w:pPr>
      <w:r w:rsidRPr="005F58EF">
        <w:rPr>
          <w:bCs/>
          <w:sz w:val="24"/>
          <w:szCs w:val="24"/>
        </w:rPr>
        <w:t>- должны быть оборудованы плотно закрывающимися, окрашенными металлическими дверями, исправными запорными устройствами;</w:t>
      </w:r>
    </w:p>
    <w:p w:rsidR="006E45FF" w:rsidRPr="005F58EF" w:rsidRDefault="006E45FF" w:rsidP="00FC3EFB">
      <w:pPr>
        <w:pStyle w:val="ConsPlusNormal"/>
        <w:widowControl/>
        <w:ind w:firstLine="709"/>
        <w:jc w:val="both"/>
        <w:rPr>
          <w:bCs/>
          <w:sz w:val="24"/>
          <w:szCs w:val="24"/>
        </w:rPr>
      </w:pPr>
      <w:r w:rsidRPr="005F58EF">
        <w:rPr>
          <w:bCs/>
          <w:sz w:val="24"/>
          <w:szCs w:val="24"/>
        </w:rPr>
        <w:t>- оконные проемы должны быть оснащены окрашенными металлическими решетками;</w:t>
      </w:r>
    </w:p>
    <w:p w:rsidR="006E45FF" w:rsidRPr="005F58EF" w:rsidRDefault="006E45FF" w:rsidP="00FC3EFB">
      <w:pPr>
        <w:pStyle w:val="ConsPlusNormal"/>
        <w:widowControl/>
        <w:ind w:firstLine="709"/>
        <w:jc w:val="both"/>
        <w:rPr>
          <w:bCs/>
          <w:sz w:val="24"/>
          <w:szCs w:val="24"/>
        </w:rPr>
      </w:pPr>
      <w:r w:rsidRPr="005F58EF">
        <w:rPr>
          <w:bCs/>
          <w:sz w:val="24"/>
          <w:szCs w:val="24"/>
        </w:rPr>
        <w:t xml:space="preserve">- вентиляционные проемы должны иметь исправные и окрашенные жалюзийные решетки. </w:t>
      </w:r>
    </w:p>
    <w:p w:rsidR="006E45FF" w:rsidRPr="005F58EF" w:rsidRDefault="006E45FF" w:rsidP="00FC3EFB">
      <w:pPr>
        <w:pStyle w:val="ConsPlusNormal"/>
        <w:widowControl/>
        <w:ind w:firstLine="709"/>
        <w:jc w:val="both"/>
        <w:rPr>
          <w:bCs/>
          <w:sz w:val="24"/>
          <w:szCs w:val="24"/>
        </w:rPr>
      </w:pPr>
      <w:r w:rsidRPr="005F58EF">
        <w:rPr>
          <w:sz w:val="24"/>
          <w:szCs w:val="24"/>
        </w:rPr>
        <w:t>12.14. Содержание прилегающей территории</w:t>
      </w:r>
      <w:r w:rsidRPr="005F58EF">
        <w:rPr>
          <w:bCs/>
          <w:sz w:val="24"/>
          <w:szCs w:val="24"/>
        </w:rPr>
        <w:t xml:space="preserve"> отдельно стоящих объектов коммунального назначения</w:t>
      </w:r>
      <w:r w:rsidRPr="005F58EF">
        <w:rPr>
          <w:sz w:val="24"/>
          <w:szCs w:val="24"/>
        </w:rPr>
        <w:t xml:space="preserve"> в пределах охранных и санитарных зон </w:t>
      </w:r>
      <w:r w:rsidRPr="005F58EF">
        <w:rPr>
          <w:bCs/>
          <w:sz w:val="24"/>
          <w:szCs w:val="24"/>
        </w:rPr>
        <w:t xml:space="preserve">должны обеспечить организации и лица, эксплуатирующие эти объекты. </w:t>
      </w:r>
    </w:p>
    <w:p w:rsidR="006E45FF" w:rsidRPr="005F58EF" w:rsidRDefault="006E45FF" w:rsidP="00FC3EFB">
      <w:pPr>
        <w:pStyle w:val="ConsPlusNormal"/>
        <w:widowControl/>
        <w:ind w:firstLine="709"/>
        <w:jc w:val="both"/>
        <w:rPr>
          <w:bCs/>
          <w:sz w:val="24"/>
          <w:szCs w:val="24"/>
        </w:rPr>
      </w:pPr>
    </w:p>
    <w:p w:rsidR="006E45FF" w:rsidRPr="005F58EF" w:rsidRDefault="006E45FF" w:rsidP="00FC3EFB">
      <w:pPr>
        <w:pStyle w:val="ConsPlusNormal"/>
        <w:widowControl/>
        <w:ind w:firstLine="709"/>
        <w:jc w:val="center"/>
        <w:rPr>
          <w:b/>
          <w:sz w:val="32"/>
          <w:szCs w:val="32"/>
        </w:rPr>
      </w:pPr>
      <w:r w:rsidRPr="005F58EF">
        <w:rPr>
          <w:b/>
          <w:sz w:val="32"/>
          <w:szCs w:val="32"/>
        </w:rPr>
        <w:t>СТАТЬЯ 13. Требования по благоустройству при проведении ремонтных и аварийно восстановительных работ.</w:t>
      </w:r>
    </w:p>
    <w:p w:rsidR="006E45FF" w:rsidRPr="005F58EF" w:rsidRDefault="006E45FF" w:rsidP="00FC3EFB">
      <w:pPr>
        <w:pStyle w:val="ConsPlusNormal"/>
        <w:widowControl/>
        <w:ind w:firstLine="709"/>
        <w:jc w:val="both"/>
        <w:rPr>
          <w:b/>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13.1. Проведение плановых ремонтных (капитального ремонта, ремонтно-восстановительных, ремонтно-профилактических) работ должно осуществляться в плановом порядке и в соответствии с требованиями законодательства и настоящих Правил.</w:t>
      </w:r>
    </w:p>
    <w:p w:rsidR="006E45FF" w:rsidRPr="005F58EF" w:rsidRDefault="006E45FF" w:rsidP="00FC3EFB">
      <w:pPr>
        <w:pStyle w:val="ConsPlusNormal"/>
        <w:widowControl/>
        <w:ind w:firstLine="709"/>
        <w:jc w:val="both"/>
        <w:rPr>
          <w:sz w:val="24"/>
          <w:szCs w:val="24"/>
        </w:rPr>
      </w:pPr>
      <w:r w:rsidRPr="005F58EF">
        <w:rPr>
          <w:sz w:val="24"/>
          <w:szCs w:val="24"/>
        </w:rPr>
        <w:t xml:space="preserve">13.2. Аварийно-восстановительными являются внезапно возникшие работы, связанные с ликвидацией аварий на инженерных сетях и других объектах благоустройства, вследствии не предсказуемых и непреодолимых обстоятельств, требующих немедленного восстановления их работоспособности, для обеспечения нормальной жизнедеятельности населения. </w:t>
      </w:r>
    </w:p>
    <w:p w:rsidR="006E45FF" w:rsidRPr="005F58EF" w:rsidRDefault="006E45FF" w:rsidP="00FC3EFB">
      <w:pPr>
        <w:pStyle w:val="ConsPlusNormal"/>
        <w:widowControl/>
        <w:ind w:firstLine="709"/>
        <w:jc w:val="both"/>
        <w:rPr>
          <w:sz w:val="24"/>
          <w:szCs w:val="24"/>
        </w:rPr>
      </w:pPr>
      <w:r w:rsidRPr="005F58EF">
        <w:rPr>
          <w:sz w:val="24"/>
          <w:szCs w:val="24"/>
        </w:rPr>
        <w:t xml:space="preserve">13.3. При выявлении любым лицом, возникших аварий или повреждений на объектах коммунальной инфраструктура, улично-дорожной сети и других объектах благоустройства, угрожающих жизнедеятельности населения, необходимо немедленно сообщить об этом в Единую диспетчерскую службу, Администрацию сельского совета, пожарную часть, отделение полиции, в эксплуатирующую объект организацию. Любые полученные сведения сотрудниками диспетчерской службы или Администрации доводятся до соответствующих организаций, ответственных за содержание или эксплуатацию объекта, для принятия немедленных мер по устранению аварии или повреждения. </w:t>
      </w:r>
    </w:p>
    <w:p w:rsidR="006E45FF" w:rsidRPr="005F58EF" w:rsidRDefault="006E45FF" w:rsidP="00FC3EFB">
      <w:pPr>
        <w:pStyle w:val="ConsPlusNormal"/>
        <w:widowControl/>
        <w:ind w:firstLine="709"/>
        <w:jc w:val="both"/>
        <w:rPr>
          <w:sz w:val="24"/>
          <w:szCs w:val="24"/>
        </w:rPr>
      </w:pPr>
      <w:r w:rsidRPr="005F58EF">
        <w:rPr>
          <w:bCs/>
          <w:sz w:val="24"/>
          <w:szCs w:val="24"/>
        </w:rPr>
        <w:t xml:space="preserve">13.4. </w:t>
      </w:r>
      <w:r w:rsidRPr="005F58EF">
        <w:rPr>
          <w:sz w:val="24"/>
          <w:szCs w:val="24"/>
        </w:rPr>
        <w:t>Руководители организаций или ответственные лица, уполномоченные руководителем (начальник аварийной службы и др.), в ведении которых находятся инженерные коммуникации, улично-дорожная сеть, другие аварийные объекты, обязаны немедленно при получении сигнала об аварии:</w:t>
      </w:r>
    </w:p>
    <w:p w:rsidR="006E45FF" w:rsidRPr="005F58EF" w:rsidRDefault="006E45FF" w:rsidP="00FC3EFB">
      <w:pPr>
        <w:pStyle w:val="ConsPlusNormal"/>
        <w:widowControl/>
        <w:ind w:firstLine="709"/>
        <w:jc w:val="both"/>
        <w:rPr>
          <w:sz w:val="24"/>
          <w:szCs w:val="24"/>
        </w:rPr>
      </w:pPr>
      <w:r w:rsidRPr="005F58EF">
        <w:rPr>
          <w:sz w:val="24"/>
          <w:szCs w:val="24"/>
        </w:rPr>
        <w:t>- организовать работу аварийной бригады, которая под руководством ответственного лица, имеющего при себе служебное удостоверение и наряд аварийной службы, должна немедленно приступить к локализации аварии;</w:t>
      </w:r>
    </w:p>
    <w:p w:rsidR="006E45FF" w:rsidRPr="005F58EF" w:rsidRDefault="006E45FF" w:rsidP="00FC3EFB">
      <w:pPr>
        <w:pStyle w:val="ConsPlusNormal"/>
        <w:widowControl/>
        <w:ind w:firstLine="709"/>
        <w:jc w:val="both"/>
        <w:rPr>
          <w:sz w:val="24"/>
          <w:szCs w:val="24"/>
        </w:rPr>
      </w:pPr>
      <w:r w:rsidRPr="005F58EF">
        <w:rPr>
          <w:sz w:val="24"/>
          <w:szCs w:val="24"/>
        </w:rPr>
        <w:t>- при необходимости производства земляных работ сообщить об аварии телефонограммой (в ночное время, выходные и праздничные дни по телефону) в Администрацию, вызвать представителей организации, имеющие в районе аварии подземные коммуникации, отделение дорожного надзора ОГИБДД (при необходимости разрытия проезжей части улиц, площадей и тротуаров, прилегающих к проезжим частям), для согласования организации проведения земляных работ, проведению мероприятий обеспечения безопасности населения.</w:t>
      </w:r>
    </w:p>
    <w:p w:rsidR="006E45FF" w:rsidRPr="005F58EF" w:rsidRDefault="006E45FF" w:rsidP="00FC3EFB">
      <w:pPr>
        <w:pStyle w:val="ConsPlusNormal"/>
        <w:widowControl/>
        <w:ind w:firstLine="709"/>
        <w:jc w:val="both"/>
        <w:rPr>
          <w:sz w:val="24"/>
          <w:szCs w:val="24"/>
        </w:rPr>
      </w:pPr>
      <w:r w:rsidRPr="005F58EF">
        <w:rPr>
          <w:sz w:val="24"/>
          <w:szCs w:val="24"/>
        </w:rPr>
        <w:t>13.5. В случае, если работы по ликвидации аварии требуют полного или частичного закрытия дорожного движения, отделение дорожного надзора ОГИБДД совместно с Администрацией муниципального образования принимают решение о временном ограничении или запрете дорожного движения, маршруте объезда транспорта и установлении совместно с заинтересованными эксплуатационными организациями кратчайшего срока ликвидации повреждений. Выполнение принятых решений обеспечивает организация устраняющая аварию.</w:t>
      </w:r>
    </w:p>
    <w:p w:rsidR="006E45FF" w:rsidRPr="005F58EF" w:rsidRDefault="006E45FF" w:rsidP="00FC3EFB">
      <w:pPr>
        <w:pStyle w:val="ConsPlusNormal"/>
        <w:widowControl/>
        <w:ind w:firstLine="709"/>
        <w:jc w:val="both"/>
        <w:rPr>
          <w:sz w:val="24"/>
          <w:szCs w:val="24"/>
        </w:rPr>
      </w:pPr>
      <w:r w:rsidRPr="005F58EF">
        <w:rPr>
          <w:sz w:val="24"/>
          <w:szCs w:val="24"/>
        </w:rPr>
        <w:t>13.6. При продолжительности работ по ликвидации аварий более 72 часов лица, производящие работы, обязаны, не прекращая начатые работы, получить разрешение на производство земляных работ на общих основаниях. Если юридическое или физическое лицо, выполняющее аварийные работы, в течение одного дня с момента окончания нормативного времени не получило разрешение на производство земляных работ, то дальнейшие работы считаются производимыми без разрешения до момента его получения.</w:t>
      </w:r>
    </w:p>
    <w:p w:rsidR="006E45FF" w:rsidRPr="005F58EF" w:rsidRDefault="006E45FF" w:rsidP="00FC3EFB">
      <w:pPr>
        <w:ind w:firstLine="709"/>
        <w:jc w:val="both"/>
        <w:rPr>
          <w:rFonts w:ascii="Arial" w:hAnsi="Arial" w:cs="Arial"/>
        </w:rPr>
      </w:pPr>
      <w:r w:rsidRPr="005F58EF">
        <w:rPr>
          <w:rFonts w:ascii="Arial" w:hAnsi="Arial" w:cs="Arial"/>
        </w:rPr>
        <w:t xml:space="preserve">13.7.Восстановление благоустройства после ликвидации аварии выполняется лицами, производящими ликвидацию аварии, в месячный срок со дня окончания работ по ликвидации аварии в теплое время года и в месячный срок после оттаивания земли при ликвидации аварий, произошедших в зимнее время, при этом земляные работы (засыпка и планировка), восстановление оснований дорожного покрытия и тротуаров, обеспечивающее безопасное движение населения и автотранспорта, должны быть выполнены сразу после завершения работ по ликвидации аварии. </w:t>
      </w:r>
    </w:p>
    <w:p w:rsidR="006E45FF" w:rsidRPr="005F58EF" w:rsidRDefault="006E45FF" w:rsidP="00FC3EFB">
      <w:pPr>
        <w:ind w:firstLine="709"/>
        <w:jc w:val="both"/>
        <w:rPr>
          <w:rFonts w:ascii="Arial" w:hAnsi="Arial" w:cs="Arial"/>
          <w:b/>
          <w:bCs/>
        </w:rPr>
      </w:pPr>
    </w:p>
    <w:p w:rsidR="006E45FF" w:rsidRPr="005F58EF" w:rsidRDefault="006E45FF" w:rsidP="00FC3EFB">
      <w:pPr>
        <w:pStyle w:val="ConsPlusNormal"/>
        <w:widowControl/>
        <w:ind w:firstLine="709"/>
        <w:jc w:val="center"/>
        <w:rPr>
          <w:b/>
          <w:bCs/>
          <w:sz w:val="24"/>
          <w:szCs w:val="24"/>
        </w:rPr>
      </w:pPr>
      <w:r w:rsidRPr="005F58EF">
        <w:rPr>
          <w:b/>
          <w:bCs/>
          <w:sz w:val="32"/>
          <w:szCs w:val="32"/>
        </w:rPr>
        <w:t>Статья 14. Размещение наружной рекламы и иной информационной, агитационной продукции</w:t>
      </w:r>
      <w:r w:rsidRPr="005F58EF">
        <w:rPr>
          <w:b/>
          <w:bCs/>
          <w:sz w:val="24"/>
          <w:szCs w:val="24"/>
        </w:rPr>
        <w:t>.</w:t>
      </w:r>
    </w:p>
    <w:p w:rsidR="006E45FF" w:rsidRPr="005F58EF" w:rsidRDefault="006E45FF" w:rsidP="00FC3EFB">
      <w:pPr>
        <w:pStyle w:val="ConsPlusNormal"/>
        <w:widowControl/>
        <w:ind w:firstLine="709"/>
        <w:jc w:val="both"/>
        <w:rPr>
          <w:b/>
          <w:bCs/>
          <w:color w:val="0000FF"/>
          <w:sz w:val="24"/>
          <w:szCs w:val="24"/>
        </w:rPr>
      </w:pP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xml:space="preserve">14.1. Объявления, листовки, плакаты, афиши, другая печатная и рукописная продукция, реклама распространяемая в виде плакатов, а также иные рекламные, информационные и агитационные материалы должны размещаться только в специально отведенных местах, оборудованных конструкциями для размещения информации и (или) рекламы (информационных досках, стендах, щитовых установках и других оборудованных специально для этих целей конструкциях). </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14.2.Места установки рекламных и информационных конструкций, для размещения указанной информации, на свободных земельных участках, на объектах недвижимости и территорий этих объектов, являющихся муниципальной собственностью, определяются органами местного самоуправления, в соответствии с документами градостроительного планирования, правилами землепользования и застройки. Предоставление мест размещения средств информации и рекламы заинтересованным лицам обеспечивают уполномоченные органы муниципального образования путем проведения торгов.</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xml:space="preserve">14.3. Выдачу разрешений на установку рекламных конструкций, на распространение рекламы, аннулирование таких разрешений, выдачу предписаний о демонтаже самовольно установленных рекламных конструкций осуществляют уполномоченные органы Администрации муниципального образования. </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14.4. Размещение наружной рекламы (рекламных конструкций), в полосе отвода автомобильных дорог, полосе отвода улично-дорожной сети, должно производиться в соответствии с Государственным стандартом Российской Федерации ГОСТ Р 52044-2003 «Наружная реклама на автомобильных дорогах и территориях городских и сельских поселений».</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14.5. Вывески предприятий и организаций независимо от вида деятельности, информационные доски (стенды) – наличие которых требует законодательство, размещаемые на объектах недвижимости, принадлежащему заинтересованному лицу, должны быть согласованны с Администрацией муниципального образования в части габаритов (размера) и внешнего вида. Размещение и крепление вывески, информационной доски должно надежно обеспечить безопасность для граждан и их имущества, в том числе при возникновении природных стихийных явлений (сильный, порывистый ветер, метель, ливни и т. д.).</w:t>
      </w:r>
    </w:p>
    <w:p w:rsidR="006E45FF" w:rsidRPr="005F58EF" w:rsidRDefault="006E45FF" w:rsidP="00FC3EFB">
      <w:pPr>
        <w:pStyle w:val="Style6"/>
        <w:widowControl/>
        <w:tabs>
          <w:tab w:val="left" w:pos="1296"/>
        </w:tabs>
        <w:spacing w:line="240" w:lineRule="auto"/>
        <w:ind w:firstLine="709"/>
        <w:rPr>
          <w:rStyle w:val="FontStyle13"/>
          <w:rFonts w:ascii="Arial" w:hAnsi="Arial" w:cs="Arial"/>
        </w:rPr>
      </w:pPr>
      <w:r w:rsidRPr="005F58EF">
        <w:rPr>
          <w:rStyle w:val="FontStyle13"/>
          <w:rFonts w:ascii="Arial" w:hAnsi="Arial" w:cs="Arial"/>
        </w:rPr>
        <w:t>14.6. Рекламные конструкции должны находиться в исправном состоянии, не иметь загрязнений, несанкционированных надписей, поврежденных или отсутствующих графических, электрических, механических и других частей и элементов. Не допускается наличие внешних повреждений информационного поля рекламной конструкции.</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xml:space="preserve">14.7. Правообладатели средств размещения информации и рекламы должны обеспечить содержание их в чистоте, без внешних повреждений и разрушений конструкций и покрасочного слоя, своевременно очищать от старых, поврежденных, самовольно размещенных другими лицами, либо потерявших актуальность объявлений, листовок, иных информационных и агитационных материалов и надписей. </w:t>
      </w:r>
    </w:p>
    <w:p w:rsidR="006E45FF" w:rsidRPr="005F58EF" w:rsidRDefault="006E45FF" w:rsidP="00FC3EFB">
      <w:pPr>
        <w:pStyle w:val="ConsPlusNormal"/>
        <w:widowControl/>
        <w:ind w:firstLine="709"/>
        <w:jc w:val="both"/>
        <w:rPr>
          <w:sz w:val="24"/>
          <w:szCs w:val="24"/>
        </w:rPr>
      </w:pPr>
      <w:r w:rsidRPr="005F58EF">
        <w:rPr>
          <w:sz w:val="24"/>
          <w:szCs w:val="24"/>
        </w:rPr>
        <w:t xml:space="preserve">14.8. Владельцы объектов наземной рекламы стационарных или выставляемых на время (стендов, щитов-книжек, тумб, билбордов и других мест размещения рекламы и информации) должны содержать отведенную территорию в соответствии с требованиями настоящих Правил. </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14.9. В случае демонтажа, средства размещения информации место установки средства размещения информации должно быть восстановлено в том виде, в котором оно было до монтажа средства размещения информации.</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xml:space="preserve">14.10. Запрещается размещение рекламных конструкций: </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на участках улично-дорожной сети, препятствующие нормальной ориентации участниками дорожного движения вблизи перекрестков, пешеходных переходов;</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на благоустроенных территориях общего пользования, детских и игровых площадках, тротуарах, за исключением социально ориентированной рекламы;</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xml:space="preserve">- на низких опорах наружного освещения (торшерах); </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на стволах деревьев.</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14.11. Категорически не допускается размещение (расклеивание, вывешивание) объявлений, листовок, плакатов, афиш, другой печатной и рукописной продукции, а также иных информационных материалов:</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на знаках безопасности дорожного движения, регулирования дорожного движения;</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на малых архитектурных формах обустройства дворовых, детских, игровых, спортивных площадок;</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на опорах и светильниках наружного освещения;</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xml:space="preserve">- на деревьях; </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на дверях, окнах органов государственной и муниципальной власти;</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учреждений образования, здравоохранения, социальной защиты населения;</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xml:space="preserve">- на вывесках и информационных досках и стендах организаций управляющих жилыми домами, организаций установившими специальные доски (стенды) для информирования населения; </w:t>
      </w:r>
    </w:p>
    <w:p w:rsidR="006E45FF" w:rsidRPr="005F58EF" w:rsidRDefault="006E45FF" w:rsidP="00FC3EFB">
      <w:pPr>
        <w:pStyle w:val="Style6"/>
        <w:widowControl/>
        <w:tabs>
          <w:tab w:val="left" w:pos="1147"/>
        </w:tabs>
        <w:spacing w:line="240" w:lineRule="auto"/>
        <w:ind w:firstLine="709"/>
        <w:rPr>
          <w:rStyle w:val="FontStyle13"/>
          <w:rFonts w:ascii="Arial" w:hAnsi="Arial" w:cs="Arial"/>
        </w:rPr>
      </w:pPr>
      <w:r w:rsidRPr="005F58EF">
        <w:rPr>
          <w:rStyle w:val="FontStyle13"/>
          <w:rFonts w:ascii="Arial" w:hAnsi="Arial" w:cs="Arial"/>
        </w:rPr>
        <w:t>- на организованных местах размещения информационных материалов без согласия владельцев.</w:t>
      </w:r>
    </w:p>
    <w:p w:rsidR="006E45FF" w:rsidRPr="005F58EF" w:rsidRDefault="006E45FF" w:rsidP="00FC3EFB">
      <w:pPr>
        <w:pStyle w:val="ConsPlusNormal"/>
        <w:widowControl/>
        <w:ind w:firstLine="709"/>
        <w:jc w:val="both"/>
        <w:rPr>
          <w:b/>
          <w:bCs/>
          <w:color w:val="0000FF"/>
          <w:sz w:val="24"/>
          <w:szCs w:val="24"/>
        </w:rPr>
      </w:pPr>
      <w:r w:rsidRPr="005F58EF">
        <w:rPr>
          <w:b/>
          <w:bCs/>
          <w:color w:val="0000FF"/>
          <w:sz w:val="24"/>
          <w:szCs w:val="24"/>
        </w:rPr>
        <w:t xml:space="preserve"> </w:t>
      </w: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15. Правила содержания и благоустройства при строительстве, реконструкции, капитальном ремонте.</w:t>
      </w:r>
    </w:p>
    <w:p w:rsidR="006E45FF" w:rsidRPr="005F58EF" w:rsidRDefault="006E45FF" w:rsidP="00FC3EFB">
      <w:pPr>
        <w:pStyle w:val="ConsPlusNormal"/>
        <w:widowControl/>
        <w:ind w:firstLine="709"/>
        <w:jc w:val="both"/>
        <w:rPr>
          <w:b/>
          <w:bCs/>
          <w:sz w:val="24"/>
          <w:szCs w:val="24"/>
        </w:rPr>
      </w:pPr>
    </w:p>
    <w:p w:rsidR="006E45FF" w:rsidRPr="005F58EF" w:rsidRDefault="006E45FF" w:rsidP="00FC3EFB">
      <w:pPr>
        <w:pStyle w:val="ConsPlusNormal"/>
        <w:widowControl/>
        <w:ind w:firstLine="709"/>
        <w:jc w:val="both"/>
        <w:rPr>
          <w:sz w:val="24"/>
          <w:szCs w:val="24"/>
        </w:rPr>
      </w:pPr>
      <w:r w:rsidRPr="005F58EF">
        <w:rPr>
          <w:sz w:val="24"/>
          <w:szCs w:val="24"/>
        </w:rPr>
        <w:t>15.1. Порядок предоставления земельного участка для строительства, порядок согласования и утверждения проектной документации для строительства (реконструкции, капитального ремонта), выдача разрешений на строительство, (реконструкцию и капитальный ремонт) установлены и регулируются земельным и градостроительным законодательством, Правилами землепользования и застройки муниципального образования «</w:t>
      </w:r>
      <w:r>
        <w:rPr>
          <w:sz w:val="24"/>
          <w:szCs w:val="24"/>
        </w:rPr>
        <w:t>Вишневский</w:t>
      </w:r>
      <w:r w:rsidRPr="005F58EF">
        <w:rPr>
          <w:sz w:val="24"/>
          <w:szCs w:val="24"/>
        </w:rPr>
        <w:t xml:space="preserve"> сельский совет». </w:t>
      </w:r>
    </w:p>
    <w:p w:rsidR="006E45FF" w:rsidRPr="005F58EF" w:rsidRDefault="006E45FF" w:rsidP="00FC3EFB">
      <w:pPr>
        <w:pStyle w:val="ConsPlusNormal"/>
        <w:widowControl/>
        <w:ind w:firstLine="709"/>
        <w:jc w:val="both"/>
        <w:rPr>
          <w:bCs/>
          <w:sz w:val="24"/>
          <w:szCs w:val="24"/>
        </w:rPr>
      </w:pPr>
      <w:r w:rsidRPr="005F58EF">
        <w:rPr>
          <w:bCs/>
          <w:sz w:val="24"/>
          <w:szCs w:val="24"/>
        </w:rPr>
        <w:t>15.2. Проектная документация, разработанная заказчиком строительства (реконструкции, капитального ремонта), должна содержать:</w:t>
      </w:r>
    </w:p>
    <w:p w:rsidR="006E45FF" w:rsidRPr="005F58EF" w:rsidRDefault="006E45FF" w:rsidP="00FC3EFB">
      <w:pPr>
        <w:pStyle w:val="ConsPlusNormal"/>
        <w:widowControl/>
        <w:ind w:firstLine="709"/>
        <w:jc w:val="both"/>
        <w:rPr>
          <w:bCs/>
          <w:sz w:val="24"/>
          <w:szCs w:val="24"/>
        </w:rPr>
      </w:pPr>
      <w:r w:rsidRPr="005F58EF">
        <w:rPr>
          <w:bCs/>
          <w:sz w:val="24"/>
          <w:szCs w:val="24"/>
        </w:rPr>
        <w:t>15.2.1. Решения по комплексному благоустройству отведенной для строительства (реконструкции, капитального ремонта) территории, обеспечивающие выполнение требований действующего законодательства и настоящих Правил, в том числе:</w:t>
      </w:r>
    </w:p>
    <w:p w:rsidR="006E45FF" w:rsidRPr="005F58EF" w:rsidRDefault="006E45FF" w:rsidP="00FC3EFB">
      <w:pPr>
        <w:pStyle w:val="ConsPlusNormal"/>
        <w:widowControl/>
        <w:ind w:firstLine="709"/>
        <w:jc w:val="both"/>
        <w:rPr>
          <w:bCs/>
          <w:sz w:val="24"/>
          <w:szCs w:val="24"/>
        </w:rPr>
      </w:pPr>
      <w:r w:rsidRPr="005F58EF">
        <w:rPr>
          <w:bCs/>
          <w:sz w:val="24"/>
          <w:szCs w:val="24"/>
        </w:rPr>
        <w:t>- озеленение территории;</w:t>
      </w:r>
    </w:p>
    <w:p w:rsidR="006E45FF" w:rsidRPr="005F58EF" w:rsidRDefault="006E45FF" w:rsidP="00FC3EFB">
      <w:pPr>
        <w:pStyle w:val="ConsPlusNormal"/>
        <w:widowControl/>
        <w:ind w:firstLine="709"/>
        <w:jc w:val="both"/>
        <w:rPr>
          <w:bCs/>
          <w:sz w:val="24"/>
          <w:szCs w:val="24"/>
        </w:rPr>
      </w:pPr>
      <w:r w:rsidRPr="005F58EF">
        <w:rPr>
          <w:bCs/>
          <w:sz w:val="24"/>
          <w:szCs w:val="24"/>
        </w:rPr>
        <w:t>- обустройство места сбора отходов и подъездов к нему для специализированного транспорта, обеспечивающего вывоз отходов;</w:t>
      </w:r>
    </w:p>
    <w:p w:rsidR="006E45FF" w:rsidRPr="005F58EF" w:rsidRDefault="006E45FF" w:rsidP="00FC3EFB">
      <w:pPr>
        <w:pStyle w:val="ConsPlusNormal"/>
        <w:widowControl/>
        <w:ind w:firstLine="709"/>
        <w:jc w:val="both"/>
        <w:rPr>
          <w:bCs/>
          <w:sz w:val="24"/>
          <w:szCs w:val="24"/>
        </w:rPr>
      </w:pPr>
      <w:r w:rsidRPr="005F58EF">
        <w:rPr>
          <w:bCs/>
          <w:sz w:val="24"/>
          <w:szCs w:val="24"/>
        </w:rPr>
        <w:t xml:space="preserve">- установку урн для сбора мелкого мусора; </w:t>
      </w:r>
    </w:p>
    <w:p w:rsidR="006E45FF" w:rsidRPr="005F58EF" w:rsidRDefault="006E45FF" w:rsidP="00FC3EFB">
      <w:pPr>
        <w:pStyle w:val="ConsPlusNormal"/>
        <w:widowControl/>
        <w:ind w:firstLine="709"/>
        <w:jc w:val="both"/>
        <w:rPr>
          <w:bCs/>
          <w:sz w:val="24"/>
          <w:szCs w:val="24"/>
        </w:rPr>
      </w:pPr>
      <w:r w:rsidRPr="005F58EF">
        <w:rPr>
          <w:bCs/>
          <w:sz w:val="24"/>
          <w:szCs w:val="24"/>
        </w:rPr>
        <w:t>- тротуары и дорожки с покрытием, примыкающие к существующим;</w:t>
      </w:r>
    </w:p>
    <w:p w:rsidR="006E45FF" w:rsidRPr="005F58EF" w:rsidRDefault="006E45FF" w:rsidP="00FC3EFB">
      <w:pPr>
        <w:pStyle w:val="ConsPlusNormal"/>
        <w:widowControl/>
        <w:ind w:firstLine="709"/>
        <w:jc w:val="both"/>
        <w:rPr>
          <w:bCs/>
          <w:sz w:val="24"/>
          <w:szCs w:val="24"/>
        </w:rPr>
      </w:pPr>
      <w:r w:rsidRPr="005F58EF">
        <w:rPr>
          <w:bCs/>
          <w:sz w:val="24"/>
          <w:szCs w:val="24"/>
        </w:rPr>
        <w:t>- подъезды для технологических автотранспортных средств от существующей улично-дорожной сети;</w:t>
      </w:r>
    </w:p>
    <w:p w:rsidR="006E45FF" w:rsidRPr="005F58EF" w:rsidRDefault="006E45FF" w:rsidP="00FC3EFB">
      <w:pPr>
        <w:pStyle w:val="ConsPlusNormal"/>
        <w:widowControl/>
        <w:ind w:firstLine="709"/>
        <w:jc w:val="both"/>
        <w:rPr>
          <w:bCs/>
          <w:sz w:val="24"/>
          <w:szCs w:val="24"/>
        </w:rPr>
      </w:pPr>
      <w:r w:rsidRPr="005F58EF">
        <w:rPr>
          <w:bCs/>
          <w:sz w:val="24"/>
          <w:szCs w:val="24"/>
        </w:rPr>
        <w:t>- подъезды и кратковременные стоянки автотранспорта для населения (посетителей, клиентов) от существующей улично-дорожной сети. Допускается устройство кратковременной стоянки автотранспорта для населения (посетителей, клиентов), на существующей улично-дорожной сети (при наличии технических возможностей) по проекту, согласованному с владельцем улично-дорожной сети, за счет средств застройщика.</w:t>
      </w:r>
    </w:p>
    <w:p w:rsidR="006E45FF" w:rsidRPr="005F58EF" w:rsidRDefault="006E45FF" w:rsidP="00FC3EFB">
      <w:pPr>
        <w:pStyle w:val="ConsPlusNormal"/>
        <w:widowControl/>
        <w:ind w:firstLine="709"/>
        <w:jc w:val="both"/>
        <w:rPr>
          <w:bCs/>
          <w:sz w:val="24"/>
          <w:szCs w:val="24"/>
        </w:rPr>
      </w:pPr>
      <w:r w:rsidRPr="005F58EF">
        <w:rPr>
          <w:bCs/>
          <w:sz w:val="24"/>
          <w:szCs w:val="24"/>
        </w:rPr>
        <w:t>15.3.2. Проект организации строительства (реконструкции, капитального ремонта) обеспечивающий выполнение требований действующего законодательства и настоящих Правил, должен быть согласован с уполномоченными органами государственного надзора (пожарного и санитарного надзора, безопасности дорожного движения), Администрации муниципального образования, в том числе по вопросам:</w:t>
      </w:r>
    </w:p>
    <w:p w:rsidR="006E45FF" w:rsidRPr="005F58EF" w:rsidRDefault="006E45FF" w:rsidP="00FC3EFB">
      <w:pPr>
        <w:pStyle w:val="ConsPlusNormal"/>
        <w:widowControl/>
        <w:ind w:firstLine="709"/>
        <w:jc w:val="both"/>
        <w:rPr>
          <w:sz w:val="24"/>
          <w:szCs w:val="24"/>
        </w:rPr>
      </w:pPr>
      <w:r w:rsidRPr="005F58EF">
        <w:rPr>
          <w:bCs/>
          <w:sz w:val="24"/>
          <w:szCs w:val="24"/>
        </w:rPr>
        <w:t xml:space="preserve">- ограждения территории строительства </w:t>
      </w:r>
      <w:r w:rsidRPr="005F58EF">
        <w:rPr>
          <w:sz w:val="24"/>
          <w:szCs w:val="24"/>
        </w:rPr>
        <w:t xml:space="preserve">сплошным окрашенным забором по всему периметру из прочных материалов, не утративших свои потребительские свойства, с устройством запирающихся ворот и калиток; </w:t>
      </w:r>
    </w:p>
    <w:p w:rsidR="006E45FF" w:rsidRPr="005F58EF" w:rsidRDefault="006E45FF" w:rsidP="00FC3EFB">
      <w:pPr>
        <w:pStyle w:val="ConsPlusNormal"/>
        <w:widowControl/>
        <w:ind w:firstLine="709"/>
        <w:jc w:val="both"/>
        <w:rPr>
          <w:sz w:val="24"/>
          <w:szCs w:val="24"/>
        </w:rPr>
      </w:pPr>
      <w:r w:rsidRPr="005F58EF">
        <w:rPr>
          <w:sz w:val="24"/>
          <w:szCs w:val="24"/>
        </w:rPr>
        <w:t>- мест размещения и конструкций временных туалетов, подсобных и бытовых помещений;</w:t>
      </w:r>
    </w:p>
    <w:p w:rsidR="006E45FF" w:rsidRPr="005F58EF" w:rsidRDefault="006E45FF" w:rsidP="00FC3EFB">
      <w:pPr>
        <w:pStyle w:val="ConsPlusNormal"/>
        <w:widowControl/>
        <w:ind w:firstLine="709"/>
        <w:jc w:val="both"/>
        <w:rPr>
          <w:sz w:val="24"/>
          <w:szCs w:val="24"/>
        </w:rPr>
      </w:pPr>
      <w:r w:rsidRPr="005F58EF">
        <w:rPr>
          <w:sz w:val="24"/>
          <w:szCs w:val="24"/>
        </w:rPr>
        <w:t xml:space="preserve">- обеспечения противопожарных мероприятий; </w:t>
      </w:r>
    </w:p>
    <w:p w:rsidR="006E45FF" w:rsidRPr="005F58EF" w:rsidRDefault="006E45FF" w:rsidP="00FC3EFB">
      <w:pPr>
        <w:pStyle w:val="ConsPlusNormal"/>
        <w:widowControl/>
        <w:ind w:firstLine="709"/>
        <w:jc w:val="both"/>
        <w:rPr>
          <w:sz w:val="24"/>
          <w:szCs w:val="24"/>
        </w:rPr>
      </w:pPr>
      <w:r w:rsidRPr="005F58EF">
        <w:rPr>
          <w:sz w:val="24"/>
          <w:szCs w:val="24"/>
        </w:rPr>
        <w:t>- обеспечения безопасного передвижения населения, вблизи строительной площадки;</w:t>
      </w:r>
    </w:p>
    <w:p w:rsidR="006E45FF" w:rsidRPr="005F58EF" w:rsidRDefault="006E45FF" w:rsidP="00FC3EFB">
      <w:pPr>
        <w:pStyle w:val="ConsPlusNormal"/>
        <w:widowControl/>
        <w:ind w:firstLine="709"/>
        <w:jc w:val="both"/>
        <w:rPr>
          <w:sz w:val="24"/>
          <w:szCs w:val="24"/>
        </w:rPr>
      </w:pPr>
      <w:r w:rsidRPr="005F58EF">
        <w:rPr>
          <w:sz w:val="24"/>
          <w:szCs w:val="24"/>
        </w:rPr>
        <w:t xml:space="preserve">- организации временных подъездов с твердым покрытием от существующей дорожной сети, пунктам очистки колес от налипшего мусора и грязи. </w:t>
      </w:r>
    </w:p>
    <w:p w:rsidR="006E45FF" w:rsidRPr="005F58EF" w:rsidRDefault="006E45FF" w:rsidP="00FC3EFB">
      <w:pPr>
        <w:pStyle w:val="ConsPlusNormal"/>
        <w:widowControl/>
        <w:ind w:firstLine="709"/>
        <w:jc w:val="both"/>
        <w:rPr>
          <w:sz w:val="24"/>
          <w:szCs w:val="24"/>
        </w:rPr>
      </w:pPr>
      <w:r w:rsidRPr="005F58EF">
        <w:rPr>
          <w:sz w:val="24"/>
          <w:szCs w:val="24"/>
        </w:rPr>
        <w:t xml:space="preserve">15.4. При строительстве объекта застройщик (заказчик) строительства должен обеспечить выполнение требований законодательства и настоящих Правил, по содержанию благоустройства территории строительства и прилегающей территории </w:t>
      </w:r>
    </w:p>
    <w:p w:rsidR="006E45FF" w:rsidRPr="005F58EF" w:rsidRDefault="006E45FF" w:rsidP="00FC3EFB">
      <w:pPr>
        <w:pStyle w:val="ConsPlusNormal"/>
        <w:widowControl/>
        <w:ind w:firstLine="709"/>
        <w:jc w:val="both"/>
        <w:rPr>
          <w:sz w:val="24"/>
          <w:szCs w:val="24"/>
        </w:rPr>
      </w:pPr>
      <w:r w:rsidRPr="005F58EF">
        <w:rPr>
          <w:sz w:val="24"/>
          <w:szCs w:val="24"/>
        </w:rPr>
        <w:t xml:space="preserve">15.4.1. Строительство объекта может быть начато только при получении письменного разрешения на строительство, выданного Администрацией муниципального образования  в соответствии с порядком установленным статьей 51Градостроительного кодекса РФ по форме установленной Постановлением Правительства Российской Федерации от 24.11.2005 г. №698. </w:t>
      </w:r>
    </w:p>
    <w:p w:rsidR="006E45FF" w:rsidRPr="005F58EF" w:rsidRDefault="006E45FF" w:rsidP="00FC3EFB">
      <w:pPr>
        <w:pStyle w:val="ConsPlusNormal"/>
        <w:widowControl/>
        <w:ind w:firstLine="709"/>
        <w:jc w:val="both"/>
        <w:rPr>
          <w:bCs/>
          <w:sz w:val="24"/>
          <w:szCs w:val="24"/>
        </w:rPr>
      </w:pPr>
      <w:r w:rsidRPr="005F58EF">
        <w:rPr>
          <w:sz w:val="24"/>
          <w:szCs w:val="24"/>
        </w:rPr>
        <w:t>15.4.2. Получив разрешение на строительство, застройщик до начала строительных работ в первую очередь должен выполнить ограждение, временные подъезды, туалеты, места сбора мусора и далее остальные мероприятия по организации строительной площадки в соответствии с проектом организации строительства</w:t>
      </w:r>
      <w:r w:rsidRPr="005F58EF">
        <w:rPr>
          <w:bCs/>
          <w:sz w:val="24"/>
          <w:szCs w:val="24"/>
        </w:rPr>
        <w:t xml:space="preserve"> (реконструкции, капитального ремонта). Установить предупредительные знаки безопасности и информационные доски (стенды), с указанием сведений о застройщике, о подрядчике, с указанием фамилий руководителей, ответственных лиц по строительству, адресами и телефонами указанных организаций.</w:t>
      </w:r>
    </w:p>
    <w:p w:rsidR="006E45FF" w:rsidRPr="005F58EF" w:rsidRDefault="006E45FF" w:rsidP="00FC3EFB">
      <w:pPr>
        <w:pStyle w:val="ConsPlusNormal"/>
        <w:widowControl/>
        <w:ind w:firstLine="709"/>
        <w:jc w:val="both"/>
        <w:rPr>
          <w:bCs/>
          <w:sz w:val="24"/>
          <w:szCs w:val="24"/>
        </w:rPr>
      </w:pPr>
      <w:r w:rsidRPr="005F58EF">
        <w:rPr>
          <w:bCs/>
          <w:sz w:val="24"/>
          <w:szCs w:val="24"/>
        </w:rPr>
        <w:t xml:space="preserve">15.4.3. В период строительства (реконструкции, капитального ремонта) застройщик обязан выполнять требования по содержанию территории и объектов благоустройства, в том числе временных, в соответствии с требованиями настоящих Правил, обеспечить содержание прилегающей территории на расстоянии 10 метров от ограждения, при отсутствии соседних землепользователей или владельцев объектов благоустройства в надлежащем санитарном и противопожарном состоянии. </w:t>
      </w:r>
    </w:p>
    <w:p w:rsidR="006E45FF" w:rsidRPr="005F58EF" w:rsidRDefault="006E45FF" w:rsidP="00FC3EFB">
      <w:pPr>
        <w:pStyle w:val="ConsPlusNormal"/>
        <w:widowControl/>
        <w:ind w:firstLine="709"/>
        <w:jc w:val="both"/>
        <w:rPr>
          <w:sz w:val="24"/>
          <w:szCs w:val="24"/>
        </w:rPr>
      </w:pPr>
      <w:r w:rsidRPr="005F58EF">
        <w:rPr>
          <w:sz w:val="24"/>
          <w:szCs w:val="24"/>
        </w:rPr>
        <w:t xml:space="preserve">15.4.4. </w:t>
      </w:r>
      <w:r w:rsidRPr="005F58EF">
        <w:rPr>
          <w:bCs/>
          <w:sz w:val="24"/>
          <w:szCs w:val="24"/>
        </w:rPr>
        <w:t>В период строительства (реконструкции, капитального ремонта) з</w:t>
      </w:r>
      <w:r w:rsidRPr="005F58EF">
        <w:rPr>
          <w:sz w:val="24"/>
          <w:szCs w:val="24"/>
        </w:rPr>
        <w:t>апрещается:</w:t>
      </w:r>
    </w:p>
    <w:p w:rsidR="006E45FF" w:rsidRPr="005F58EF" w:rsidRDefault="006E45FF" w:rsidP="00FC3EFB">
      <w:pPr>
        <w:pStyle w:val="ConsPlusNormal"/>
        <w:widowControl/>
        <w:ind w:firstLine="709"/>
        <w:jc w:val="both"/>
        <w:rPr>
          <w:sz w:val="24"/>
          <w:szCs w:val="24"/>
        </w:rPr>
      </w:pPr>
      <w:r w:rsidRPr="005F58EF">
        <w:rPr>
          <w:sz w:val="24"/>
          <w:szCs w:val="24"/>
        </w:rPr>
        <w:t>- складирование материалов за пределами территории стройплощадки;</w:t>
      </w:r>
    </w:p>
    <w:p w:rsidR="006E45FF" w:rsidRPr="005F58EF" w:rsidRDefault="006E45FF" w:rsidP="00FC3EFB">
      <w:pPr>
        <w:pStyle w:val="ConsPlusNormal"/>
        <w:widowControl/>
        <w:ind w:firstLine="709"/>
        <w:jc w:val="both"/>
        <w:rPr>
          <w:sz w:val="24"/>
          <w:szCs w:val="24"/>
        </w:rPr>
      </w:pPr>
      <w:r w:rsidRPr="005F58EF">
        <w:rPr>
          <w:sz w:val="24"/>
          <w:szCs w:val="24"/>
        </w:rPr>
        <w:t xml:space="preserve">- организовывать (устраивать) места складирования мусора и отходов, свалки мусора за пределами территории стройплощадки; </w:t>
      </w:r>
    </w:p>
    <w:p w:rsidR="006E45FF" w:rsidRPr="005F58EF" w:rsidRDefault="006E45FF" w:rsidP="00FC3EFB">
      <w:pPr>
        <w:pStyle w:val="ConsPlusNormal"/>
        <w:widowControl/>
        <w:ind w:firstLine="709"/>
        <w:jc w:val="both"/>
        <w:rPr>
          <w:sz w:val="24"/>
          <w:szCs w:val="24"/>
        </w:rPr>
      </w:pPr>
      <w:r w:rsidRPr="005F58EF">
        <w:rPr>
          <w:sz w:val="24"/>
          <w:szCs w:val="24"/>
        </w:rPr>
        <w:t>- не допускать захламление прилегающей территории, при появлении мусора вызванного строительством проводить очистку прилегающей территории;</w:t>
      </w:r>
    </w:p>
    <w:p w:rsidR="006E45FF" w:rsidRPr="005F58EF" w:rsidRDefault="006E45FF" w:rsidP="00FC3EFB">
      <w:pPr>
        <w:pStyle w:val="ConsPlusNormal"/>
        <w:widowControl/>
        <w:ind w:firstLine="709"/>
        <w:jc w:val="both"/>
        <w:rPr>
          <w:sz w:val="24"/>
          <w:szCs w:val="24"/>
        </w:rPr>
      </w:pPr>
      <w:r w:rsidRPr="005F58EF">
        <w:rPr>
          <w:sz w:val="24"/>
          <w:szCs w:val="24"/>
        </w:rPr>
        <w:t>- уничтожать или повреждать находящиеся на стройплощадке деревья, не подлежащие вырубке в соответствии с утвержденным проектом и в порядке, установленном настоящими Правилами;</w:t>
      </w:r>
    </w:p>
    <w:p w:rsidR="006E45FF" w:rsidRPr="005F58EF" w:rsidRDefault="006E45FF" w:rsidP="00FC3EFB">
      <w:pPr>
        <w:pStyle w:val="ConsPlusNormal"/>
        <w:widowControl/>
        <w:ind w:firstLine="709"/>
        <w:jc w:val="both"/>
        <w:rPr>
          <w:sz w:val="24"/>
          <w:szCs w:val="24"/>
        </w:rPr>
      </w:pPr>
      <w:r w:rsidRPr="005F58EF">
        <w:rPr>
          <w:sz w:val="24"/>
          <w:szCs w:val="24"/>
        </w:rPr>
        <w:t>- размещать (закреплять, подвешивать) на деревьях провода, кабели, знаки и другие временные и постоянные конструкции;</w:t>
      </w:r>
    </w:p>
    <w:p w:rsidR="006E45FF" w:rsidRPr="005F58EF" w:rsidRDefault="006E45FF" w:rsidP="00FC3EFB">
      <w:pPr>
        <w:pStyle w:val="ConsPlusNormal"/>
        <w:widowControl/>
        <w:ind w:firstLine="709"/>
        <w:jc w:val="both"/>
        <w:rPr>
          <w:sz w:val="24"/>
          <w:szCs w:val="24"/>
        </w:rPr>
      </w:pPr>
      <w:r w:rsidRPr="005F58EF">
        <w:rPr>
          <w:sz w:val="24"/>
          <w:szCs w:val="24"/>
        </w:rPr>
        <w:t>- передвижение автотранспорта и механизмов за пределами стройплощадки, кроме как по подъездным путям с твердым покрытием выполненным в соответствии с согласованным проектом организации строительства;</w:t>
      </w:r>
    </w:p>
    <w:p w:rsidR="006E45FF" w:rsidRPr="005F58EF" w:rsidRDefault="006E45FF" w:rsidP="00FC3EFB">
      <w:pPr>
        <w:pStyle w:val="ConsPlusNormal"/>
        <w:widowControl/>
        <w:ind w:firstLine="709"/>
        <w:jc w:val="both"/>
        <w:rPr>
          <w:sz w:val="24"/>
          <w:szCs w:val="24"/>
        </w:rPr>
      </w:pPr>
      <w:r w:rsidRPr="005F58EF">
        <w:rPr>
          <w:sz w:val="24"/>
          <w:szCs w:val="24"/>
        </w:rPr>
        <w:t xml:space="preserve">- выезд из стройплощадки автотранспорта и механизмов с неочищенными от грязи и мусора колесами. </w:t>
      </w:r>
    </w:p>
    <w:p w:rsidR="006E45FF" w:rsidRPr="005F58EF" w:rsidRDefault="006E45FF" w:rsidP="00FC3EFB">
      <w:pPr>
        <w:pStyle w:val="ConsPlusNormal"/>
        <w:widowControl/>
        <w:ind w:firstLine="709"/>
        <w:jc w:val="both"/>
        <w:rPr>
          <w:sz w:val="24"/>
          <w:szCs w:val="24"/>
        </w:rPr>
      </w:pPr>
      <w:r w:rsidRPr="005F58EF">
        <w:rPr>
          <w:sz w:val="24"/>
          <w:szCs w:val="24"/>
        </w:rPr>
        <w:t>15.5. До ввода объекта строительства</w:t>
      </w:r>
      <w:r w:rsidRPr="005F58EF">
        <w:rPr>
          <w:bCs/>
          <w:sz w:val="24"/>
          <w:szCs w:val="24"/>
        </w:rPr>
        <w:t xml:space="preserve"> (реконструкции, капитального ремонта)</w:t>
      </w:r>
      <w:r w:rsidRPr="005F58EF">
        <w:rPr>
          <w:sz w:val="24"/>
          <w:szCs w:val="24"/>
        </w:rPr>
        <w:t xml:space="preserve"> в эксплуатацию застройщик обязан:</w:t>
      </w:r>
    </w:p>
    <w:p w:rsidR="006E45FF" w:rsidRPr="005F58EF" w:rsidRDefault="006E45FF" w:rsidP="00FC3EFB">
      <w:pPr>
        <w:pStyle w:val="ConsPlusNormal"/>
        <w:widowControl/>
        <w:ind w:firstLine="709"/>
        <w:jc w:val="both"/>
        <w:rPr>
          <w:sz w:val="24"/>
          <w:szCs w:val="24"/>
        </w:rPr>
      </w:pPr>
      <w:r w:rsidRPr="005F58EF">
        <w:rPr>
          <w:sz w:val="24"/>
          <w:szCs w:val="24"/>
        </w:rPr>
        <w:t>- завершить строительство объекта в полном объеме проекта;</w:t>
      </w:r>
    </w:p>
    <w:p w:rsidR="006E45FF" w:rsidRPr="005F58EF" w:rsidRDefault="006E45FF" w:rsidP="00FC3EFB">
      <w:pPr>
        <w:pStyle w:val="ConsPlusNormal"/>
        <w:widowControl/>
        <w:ind w:firstLine="709"/>
        <w:jc w:val="both"/>
        <w:rPr>
          <w:bCs/>
          <w:sz w:val="24"/>
          <w:szCs w:val="24"/>
        </w:rPr>
      </w:pPr>
      <w:r w:rsidRPr="005F58EF">
        <w:rPr>
          <w:sz w:val="24"/>
          <w:szCs w:val="24"/>
        </w:rPr>
        <w:t xml:space="preserve">- завершить в полном объеме наружное освещение, озеленение и благоустройство, в том числе места сбора и вывоза отходов, </w:t>
      </w:r>
      <w:r w:rsidRPr="005F58EF">
        <w:rPr>
          <w:bCs/>
          <w:sz w:val="24"/>
          <w:szCs w:val="24"/>
        </w:rPr>
        <w:t xml:space="preserve">подъезды и кратковременные стоянки автотранспорта для населения (посетителей, клиентов) на своей территории или на территории улично-дорожной сети общего пользования; </w:t>
      </w:r>
    </w:p>
    <w:p w:rsidR="006E45FF" w:rsidRPr="005F58EF" w:rsidRDefault="006E45FF" w:rsidP="00FC3EFB">
      <w:pPr>
        <w:pStyle w:val="ConsPlusNormal"/>
        <w:widowControl/>
        <w:ind w:firstLine="709"/>
        <w:jc w:val="both"/>
        <w:rPr>
          <w:sz w:val="24"/>
          <w:szCs w:val="24"/>
        </w:rPr>
      </w:pPr>
      <w:r w:rsidRPr="005F58EF">
        <w:rPr>
          <w:sz w:val="24"/>
          <w:szCs w:val="24"/>
        </w:rPr>
        <w:t>- разобрать и вывести элементы временного ограждения, временные здания и сооружения, установленные на период строительства, временные подъездные пути, сети временного энергоснабжения;</w:t>
      </w:r>
    </w:p>
    <w:p w:rsidR="006E45FF" w:rsidRPr="005F58EF" w:rsidRDefault="006E45FF" w:rsidP="00FC3EFB">
      <w:pPr>
        <w:pStyle w:val="ConsPlusNormal"/>
        <w:widowControl/>
        <w:ind w:firstLine="709"/>
        <w:jc w:val="both"/>
        <w:rPr>
          <w:sz w:val="24"/>
          <w:szCs w:val="24"/>
        </w:rPr>
      </w:pPr>
      <w:r w:rsidRPr="005F58EF">
        <w:rPr>
          <w:sz w:val="24"/>
          <w:szCs w:val="24"/>
        </w:rPr>
        <w:t>- восстановить, нарушенное при строительстве, благоустройство и озеленение прилегающей территории.</w:t>
      </w:r>
    </w:p>
    <w:p w:rsidR="006E45FF" w:rsidRPr="005F58EF" w:rsidRDefault="006E45FF" w:rsidP="00FC3EFB">
      <w:pPr>
        <w:pStyle w:val="ConsPlusNormal"/>
        <w:widowControl/>
        <w:ind w:firstLine="709"/>
        <w:jc w:val="both"/>
        <w:rPr>
          <w:sz w:val="24"/>
          <w:szCs w:val="24"/>
        </w:rPr>
      </w:pPr>
    </w:p>
    <w:p w:rsidR="006E45FF" w:rsidRPr="005F58EF" w:rsidRDefault="006E45FF" w:rsidP="00FC3EFB">
      <w:pPr>
        <w:pStyle w:val="ConsPlusNormal"/>
        <w:widowControl/>
        <w:ind w:firstLine="709"/>
        <w:jc w:val="center"/>
        <w:rPr>
          <w:b/>
          <w:bCs/>
          <w:sz w:val="32"/>
          <w:szCs w:val="32"/>
        </w:rPr>
      </w:pPr>
      <w:r w:rsidRPr="005F58EF">
        <w:rPr>
          <w:b/>
          <w:bCs/>
          <w:sz w:val="32"/>
          <w:szCs w:val="32"/>
        </w:rPr>
        <w:t>Статья 16. Правила благоустройства при переустройстве и перепланировке жилых и нежилых помещений в жилом фонде.</w:t>
      </w:r>
    </w:p>
    <w:p w:rsidR="006E45FF" w:rsidRPr="005F58EF" w:rsidRDefault="006E45FF" w:rsidP="00FC3EFB">
      <w:pPr>
        <w:pStyle w:val="ConsNonformat"/>
        <w:widowControl/>
        <w:ind w:right="0" w:firstLine="709"/>
        <w:jc w:val="both"/>
        <w:rPr>
          <w:rFonts w:ascii="Arial" w:hAnsi="Arial" w:cs="Arial"/>
          <w:sz w:val="24"/>
          <w:szCs w:val="24"/>
        </w:rPr>
      </w:pPr>
    </w:p>
    <w:p w:rsidR="006E45FF" w:rsidRPr="005F58EF" w:rsidRDefault="006E45FF" w:rsidP="00FC3EFB">
      <w:pPr>
        <w:pStyle w:val="ConsNormal"/>
        <w:widowControl/>
        <w:ind w:right="0" w:firstLine="709"/>
        <w:jc w:val="both"/>
        <w:rPr>
          <w:sz w:val="24"/>
          <w:szCs w:val="24"/>
        </w:rPr>
      </w:pPr>
      <w:r w:rsidRPr="005F58EF">
        <w:rPr>
          <w:sz w:val="24"/>
          <w:szCs w:val="24"/>
        </w:rPr>
        <w:t>16.1. Порядок получения разрешения на проведения работ по переустройству и перепланировке жилых помещений многоквартирных домов, ответственность за нарушения установлены главой 4 Жилищного кодекса Российской Федерации и Постановлением Правительства Российской Федерации от 28.04.2005 г. №268</w:t>
      </w:r>
    </w:p>
    <w:p w:rsidR="006E45FF" w:rsidRPr="005F58EF" w:rsidRDefault="006E45FF" w:rsidP="00FC3EFB">
      <w:pPr>
        <w:pStyle w:val="ConsNormal"/>
        <w:widowControl/>
        <w:ind w:right="0" w:firstLine="709"/>
        <w:jc w:val="both"/>
        <w:rPr>
          <w:sz w:val="24"/>
          <w:szCs w:val="24"/>
        </w:rPr>
      </w:pPr>
      <w:r w:rsidRPr="005F58EF">
        <w:rPr>
          <w:sz w:val="24"/>
          <w:szCs w:val="24"/>
        </w:rPr>
        <w:t>16.2. Требования настоящей статьи устанавливают правила выполнения работ по переустройству и перепланировке жилых помещений многоквартирных домов.</w:t>
      </w:r>
    </w:p>
    <w:p w:rsidR="006E45FF" w:rsidRPr="005F58EF" w:rsidRDefault="006E45FF" w:rsidP="00FC3EFB">
      <w:pPr>
        <w:pStyle w:val="ConsNormal"/>
        <w:widowControl/>
        <w:ind w:right="0" w:firstLine="709"/>
        <w:jc w:val="both"/>
        <w:rPr>
          <w:sz w:val="24"/>
          <w:szCs w:val="24"/>
        </w:rPr>
      </w:pPr>
      <w:r w:rsidRPr="005F58EF">
        <w:rPr>
          <w:sz w:val="24"/>
          <w:szCs w:val="24"/>
        </w:rPr>
        <w:t xml:space="preserve">16.3. Перепланировка и (или) переустройство помещений, расположенных в жилых домах и жилых микрорайонах, должна производиться в дневное время с 8-00 до 20-00 часов. </w:t>
      </w:r>
    </w:p>
    <w:p w:rsidR="006E45FF" w:rsidRPr="005F58EF" w:rsidRDefault="006E45FF" w:rsidP="00FC3EFB">
      <w:pPr>
        <w:pStyle w:val="ConsNormal"/>
        <w:widowControl/>
        <w:ind w:right="0" w:firstLine="709"/>
        <w:jc w:val="both"/>
        <w:rPr>
          <w:sz w:val="24"/>
          <w:szCs w:val="24"/>
        </w:rPr>
      </w:pPr>
      <w:r w:rsidRPr="005F58EF">
        <w:rPr>
          <w:sz w:val="24"/>
          <w:szCs w:val="24"/>
        </w:rPr>
        <w:t>16.4. При выполнении работ по перепланировке и (или) переустройству помещений запрещается:</w:t>
      </w:r>
    </w:p>
    <w:p w:rsidR="006E45FF" w:rsidRPr="005F58EF" w:rsidRDefault="006E45FF" w:rsidP="00FC3EFB">
      <w:pPr>
        <w:pStyle w:val="ConsNormal"/>
        <w:widowControl/>
        <w:ind w:right="0" w:firstLine="709"/>
        <w:jc w:val="both"/>
        <w:rPr>
          <w:sz w:val="24"/>
          <w:szCs w:val="24"/>
        </w:rPr>
      </w:pPr>
      <w:r w:rsidRPr="005F58EF">
        <w:rPr>
          <w:sz w:val="24"/>
          <w:szCs w:val="24"/>
        </w:rPr>
        <w:t>- загромождать и загрязнять строительными материалами и (или) отходами эвакуационные пути, другие места общего пользования;</w:t>
      </w:r>
    </w:p>
    <w:p w:rsidR="006E45FF" w:rsidRPr="005F58EF" w:rsidRDefault="006E45FF" w:rsidP="00FC3EFB">
      <w:pPr>
        <w:pStyle w:val="ConsNormal"/>
        <w:widowControl/>
        <w:ind w:right="0" w:firstLine="709"/>
        <w:jc w:val="both"/>
        <w:rPr>
          <w:sz w:val="24"/>
          <w:szCs w:val="24"/>
        </w:rPr>
      </w:pPr>
      <w:r w:rsidRPr="005F58EF">
        <w:rPr>
          <w:sz w:val="24"/>
          <w:szCs w:val="24"/>
        </w:rPr>
        <w:t>- выбрасывать строительные материалы и мусор с окон, балконов, лоджий;</w:t>
      </w:r>
    </w:p>
    <w:p w:rsidR="006E45FF" w:rsidRPr="005F58EF" w:rsidRDefault="006E45FF" w:rsidP="00FC3EFB">
      <w:pPr>
        <w:pStyle w:val="ConsNormal"/>
        <w:widowControl/>
        <w:ind w:right="0" w:firstLine="709"/>
        <w:jc w:val="both"/>
        <w:rPr>
          <w:sz w:val="24"/>
          <w:szCs w:val="24"/>
        </w:rPr>
      </w:pPr>
      <w:r w:rsidRPr="005F58EF">
        <w:rPr>
          <w:sz w:val="24"/>
          <w:szCs w:val="24"/>
        </w:rPr>
        <w:t>- выбрасывать строительные материалы, строительный мусор размером более 15 см в мусоропроводы;</w:t>
      </w:r>
    </w:p>
    <w:p w:rsidR="006E45FF" w:rsidRPr="005F58EF" w:rsidRDefault="006E45FF" w:rsidP="00FC3EFB">
      <w:pPr>
        <w:pStyle w:val="ConsNormal"/>
        <w:widowControl/>
        <w:ind w:right="0" w:firstLine="709"/>
        <w:jc w:val="both"/>
        <w:rPr>
          <w:sz w:val="24"/>
          <w:szCs w:val="24"/>
        </w:rPr>
      </w:pPr>
      <w:r w:rsidRPr="005F58EF">
        <w:rPr>
          <w:sz w:val="24"/>
          <w:szCs w:val="24"/>
        </w:rPr>
        <w:t>16.5. При образовании значительных отходов от разборки конструкций или замены крупного оборудования квартиры, лицо заинтересованное в переустройстве или перепланировке обязано заключить договор с специализированной организацией на вывоз крупных отходов на полигон ТБО.</w:t>
      </w:r>
    </w:p>
    <w:p w:rsidR="006E45FF" w:rsidRPr="005F58EF" w:rsidRDefault="006E45FF" w:rsidP="00FC3EFB">
      <w:pPr>
        <w:pStyle w:val="ConsNormal"/>
        <w:widowControl/>
        <w:ind w:right="0" w:firstLine="709"/>
        <w:jc w:val="both"/>
        <w:rPr>
          <w:sz w:val="24"/>
          <w:szCs w:val="24"/>
        </w:rPr>
      </w:pPr>
    </w:p>
    <w:p w:rsidR="006E45FF" w:rsidRPr="005F58EF" w:rsidRDefault="006E45FF" w:rsidP="00FC3EFB">
      <w:pPr>
        <w:pStyle w:val="ConsNormal"/>
        <w:widowControl/>
        <w:tabs>
          <w:tab w:val="left" w:pos="2268"/>
        </w:tabs>
        <w:ind w:right="0" w:firstLine="709"/>
        <w:jc w:val="center"/>
        <w:rPr>
          <w:b/>
          <w:sz w:val="24"/>
          <w:szCs w:val="24"/>
        </w:rPr>
      </w:pPr>
      <w:r w:rsidRPr="005F58EF">
        <w:rPr>
          <w:b/>
          <w:sz w:val="32"/>
          <w:szCs w:val="32"/>
        </w:rPr>
        <w:t>Статья 17.</w:t>
      </w:r>
      <w:r w:rsidRPr="005F58EF">
        <w:rPr>
          <w:sz w:val="32"/>
          <w:szCs w:val="32"/>
        </w:rPr>
        <w:t xml:space="preserve"> </w:t>
      </w:r>
      <w:r w:rsidRPr="005F58EF">
        <w:rPr>
          <w:b/>
          <w:sz w:val="32"/>
          <w:szCs w:val="32"/>
        </w:rPr>
        <w:t>Заключительные положения</w:t>
      </w:r>
      <w:r w:rsidRPr="005F58EF">
        <w:rPr>
          <w:b/>
          <w:sz w:val="24"/>
          <w:szCs w:val="24"/>
        </w:rPr>
        <w:t>.</w:t>
      </w:r>
    </w:p>
    <w:p w:rsidR="006E45FF" w:rsidRPr="005F58EF" w:rsidRDefault="006E45FF" w:rsidP="00FC3EFB">
      <w:pPr>
        <w:pStyle w:val="ConsNormal"/>
        <w:widowControl/>
        <w:ind w:right="0" w:firstLine="709"/>
        <w:jc w:val="both"/>
        <w:rPr>
          <w:b/>
          <w:sz w:val="24"/>
          <w:szCs w:val="24"/>
        </w:rPr>
      </w:pPr>
    </w:p>
    <w:p w:rsidR="006E45FF" w:rsidRPr="005F58EF" w:rsidRDefault="006E45FF" w:rsidP="00FC3EFB">
      <w:pPr>
        <w:pStyle w:val="ConsNormal"/>
        <w:widowControl/>
        <w:ind w:right="0" w:firstLine="709"/>
        <w:jc w:val="both"/>
        <w:rPr>
          <w:sz w:val="24"/>
          <w:szCs w:val="24"/>
        </w:rPr>
      </w:pPr>
      <w:r w:rsidRPr="005F58EF">
        <w:rPr>
          <w:sz w:val="24"/>
          <w:szCs w:val="24"/>
        </w:rPr>
        <w:t>17.1. Действие настоящих Правил распространяются на физических и юридических лиц независимо от их организационно-правовых форм, на всей территории муниципального образования «</w:t>
      </w:r>
      <w:r>
        <w:rPr>
          <w:sz w:val="24"/>
          <w:szCs w:val="24"/>
        </w:rPr>
        <w:t>Вишневский</w:t>
      </w:r>
      <w:r w:rsidRPr="005F58EF">
        <w:rPr>
          <w:sz w:val="24"/>
          <w:szCs w:val="24"/>
        </w:rPr>
        <w:t xml:space="preserve"> сельский совет» Щигровского района Курской области.</w:t>
      </w:r>
    </w:p>
    <w:p w:rsidR="006E45FF" w:rsidRPr="005F58EF" w:rsidRDefault="006E45FF" w:rsidP="00FC3EFB">
      <w:pPr>
        <w:pStyle w:val="ConsNormal"/>
        <w:widowControl/>
        <w:ind w:right="0" w:firstLine="709"/>
        <w:jc w:val="both"/>
        <w:rPr>
          <w:sz w:val="24"/>
          <w:szCs w:val="24"/>
        </w:rPr>
      </w:pPr>
      <w:r w:rsidRPr="005F58EF">
        <w:rPr>
          <w:sz w:val="24"/>
          <w:szCs w:val="24"/>
        </w:rPr>
        <w:t xml:space="preserve">17.2. Все упомянутые в настоящих Правилах заявления на выдачу решений, согласований Администрацией муниципального образования или уполномоченными органами Администрации подаются на имя Главы сельского совета. Заявления должны содержать – фамилию, имя, отчество заявителя, домашний адрес, адрес регистрации заявителя по месту жительства, контактный телефон. </w:t>
      </w:r>
    </w:p>
    <w:p w:rsidR="006E45FF" w:rsidRPr="005F58EF" w:rsidRDefault="006E45FF" w:rsidP="00FC3EFB">
      <w:pPr>
        <w:pStyle w:val="ConsNormal"/>
        <w:widowControl/>
        <w:ind w:right="0" w:firstLine="709"/>
        <w:jc w:val="both"/>
        <w:rPr>
          <w:sz w:val="24"/>
          <w:szCs w:val="24"/>
        </w:rPr>
      </w:pPr>
      <w:r w:rsidRPr="005F58EF">
        <w:rPr>
          <w:sz w:val="24"/>
          <w:szCs w:val="24"/>
        </w:rPr>
        <w:t>17.3. Решения по заявлениям граждан, физических и юридических лиц, выдаются заявителям в письменном виде в сроки, установленные действующим Законодательством РФ.</w:t>
      </w:r>
    </w:p>
    <w:p w:rsidR="006E45FF" w:rsidRPr="005F58EF" w:rsidRDefault="006E45FF" w:rsidP="00FC3EFB">
      <w:pPr>
        <w:pStyle w:val="ConsNormal"/>
        <w:widowControl/>
        <w:ind w:right="0" w:firstLine="709"/>
        <w:jc w:val="both"/>
        <w:rPr>
          <w:sz w:val="24"/>
          <w:szCs w:val="24"/>
        </w:rPr>
      </w:pPr>
      <w:r w:rsidRPr="005F58EF">
        <w:rPr>
          <w:sz w:val="24"/>
          <w:szCs w:val="24"/>
        </w:rPr>
        <w:t>17.4. За правонарушения в сфере благоустройства юридические, должностные лица и граждане несут административную ответственность в соответствии с Кодексом Российской Федерации «Об административных правонарушениях», Законом Курской области «Об административных правонарушениях в Курской области» и другими нормативными правовыми актами.</w:t>
      </w:r>
    </w:p>
    <w:p w:rsidR="006E45FF" w:rsidRPr="005F58EF" w:rsidRDefault="006E45FF" w:rsidP="00FC3EFB">
      <w:pPr>
        <w:pStyle w:val="ConsNormal"/>
        <w:widowControl/>
        <w:ind w:right="0" w:firstLine="709"/>
        <w:jc w:val="both"/>
        <w:rPr>
          <w:sz w:val="24"/>
          <w:szCs w:val="24"/>
        </w:rPr>
      </w:pPr>
      <w:r w:rsidRPr="005F58EF">
        <w:rPr>
          <w:sz w:val="24"/>
          <w:szCs w:val="24"/>
        </w:rPr>
        <w:t>17.5. Юридические лица и граждане несут гражданско-правовую ответственность за нарушение законодательства РФ и исполнение обязательств.</w:t>
      </w:r>
    </w:p>
    <w:p w:rsidR="006E45FF" w:rsidRPr="005F58EF" w:rsidRDefault="006E45FF" w:rsidP="00FC3EFB">
      <w:pPr>
        <w:pStyle w:val="ConsNormal"/>
        <w:widowControl/>
        <w:tabs>
          <w:tab w:val="left" w:pos="0"/>
        </w:tabs>
        <w:ind w:right="0" w:firstLine="709"/>
        <w:jc w:val="both"/>
        <w:rPr>
          <w:sz w:val="24"/>
          <w:szCs w:val="24"/>
        </w:rPr>
      </w:pPr>
      <w:r w:rsidRPr="005F58EF">
        <w:rPr>
          <w:sz w:val="24"/>
          <w:szCs w:val="24"/>
        </w:rPr>
        <w:t>17.6. Настоящие Правила вступают в силу с момента их обнародования.</w:t>
      </w:r>
    </w:p>
    <w:p w:rsidR="006E45FF" w:rsidRPr="005F58EF" w:rsidRDefault="006E45FF" w:rsidP="00FC3EFB">
      <w:pPr>
        <w:rPr>
          <w:rFonts w:ascii="Arial" w:hAnsi="Arial" w:cs="Arial"/>
        </w:rPr>
      </w:pPr>
    </w:p>
    <w:p w:rsidR="006E45FF" w:rsidRPr="00636376" w:rsidRDefault="006E45FF" w:rsidP="00B37293">
      <w:pPr>
        <w:autoSpaceDE w:val="0"/>
        <w:autoSpaceDN w:val="0"/>
        <w:jc w:val="both"/>
        <w:rPr>
          <w:rFonts w:ascii="Arial" w:hAnsi="Arial" w:cs="Arial"/>
        </w:rPr>
      </w:pPr>
    </w:p>
    <w:p w:rsidR="006E45FF" w:rsidRPr="00636376" w:rsidRDefault="006E45FF" w:rsidP="00B37293">
      <w:pPr>
        <w:autoSpaceDE w:val="0"/>
        <w:autoSpaceDN w:val="0"/>
        <w:jc w:val="both"/>
        <w:rPr>
          <w:rFonts w:ascii="Arial" w:hAnsi="Arial" w:cs="Arial"/>
        </w:rPr>
      </w:pPr>
    </w:p>
    <w:p w:rsidR="006E45FF" w:rsidRDefault="006E45FF">
      <w:pPr>
        <w:rPr>
          <w:rFonts w:ascii="Arial" w:hAnsi="Arial" w:cs="Arial"/>
        </w:rPr>
      </w:pPr>
    </w:p>
    <w:p w:rsidR="006E45FF" w:rsidRDefault="006E45FF">
      <w:pPr>
        <w:rPr>
          <w:rFonts w:ascii="Arial" w:hAnsi="Arial" w:cs="Arial"/>
        </w:rPr>
      </w:pPr>
    </w:p>
    <w:p w:rsidR="006E45FF" w:rsidRDefault="006E45FF">
      <w:pPr>
        <w:rPr>
          <w:rFonts w:ascii="Arial" w:hAnsi="Arial" w:cs="Arial"/>
        </w:rPr>
      </w:pPr>
    </w:p>
    <w:p w:rsidR="006E45FF" w:rsidRDefault="006E45FF">
      <w:pPr>
        <w:rPr>
          <w:rFonts w:ascii="Arial" w:hAnsi="Arial" w:cs="Arial"/>
        </w:rPr>
      </w:pPr>
    </w:p>
    <w:p w:rsidR="006E45FF" w:rsidRDefault="006E45FF">
      <w:pPr>
        <w:rPr>
          <w:rFonts w:ascii="Arial" w:hAnsi="Arial" w:cs="Arial"/>
        </w:rPr>
      </w:pPr>
    </w:p>
    <w:p w:rsidR="006E45FF" w:rsidRPr="008122D3" w:rsidRDefault="006E45FF" w:rsidP="008F1FE0">
      <w:pPr>
        <w:autoSpaceDE w:val="0"/>
        <w:autoSpaceDN w:val="0"/>
        <w:rPr>
          <w:rFonts w:ascii="Arial" w:hAnsi="Arial" w:cs="Arial"/>
        </w:rPr>
      </w:pPr>
    </w:p>
    <w:p w:rsidR="006E45FF" w:rsidRPr="008122D3" w:rsidRDefault="006E45FF" w:rsidP="008F1FE0">
      <w:pPr>
        <w:autoSpaceDE w:val="0"/>
        <w:autoSpaceDN w:val="0"/>
        <w:jc w:val="center"/>
        <w:rPr>
          <w:rFonts w:ascii="Arial" w:hAnsi="Arial" w:cs="Arial"/>
          <w:b/>
          <w:sz w:val="32"/>
          <w:szCs w:val="32"/>
        </w:rPr>
      </w:pPr>
      <w:r w:rsidRPr="008122D3">
        <w:rPr>
          <w:rFonts w:ascii="Arial" w:hAnsi="Arial" w:cs="Arial"/>
          <w:b/>
          <w:sz w:val="32"/>
          <w:szCs w:val="32"/>
        </w:rPr>
        <w:t>Порядок участия граждан в обсуждении</w:t>
      </w:r>
    </w:p>
    <w:p w:rsidR="006E45FF" w:rsidRPr="008122D3" w:rsidRDefault="006E45FF" w:rsidP="008F1FE0">
      <w:pPr>
        <w:autoSpaceDE w:val="0"/>
        <w:autoSpaceDN w:val="0"/>
        <w:jc w:val="center"/>
        <w:rPr>
          <w:rFonts w:ascii="Arial" w:hAnsi="Arial" w:cs="Arial"/>
          <w:b/>
          <w:sz w:val="32"/>
          <w:szCs w:val="32"/>
        </w:rPr>
      </w:pPr>
      <w:r w:rsidRPr="008122D3">
        <w:rPr>
          <w:rFonts w:ascii="Arial" w:hAnsi="Arial" w:cs="Arial"/>
          <w:b/>
          <w:sz w:val="32"/>
          <w:szCs w:val="32"/>
        </w:rPr>
        <w:t xml:space="preserve">проекта решения Собрания депутатов </w:t>
      </w:r>
      <w:r>
        <w:rPr>
          <w:rFonts w:ascii="Arial" w:hAnsi="Arial" w:cs="Arial"/>
          <w:b/>
          <w:sz w:val="32"/>
          <w:szCs w:val="32"/>
        </w:rPr>
        <w:t>Вишневского</w:t>
      </w:r>
      <w:r w:rsidRPr="008122D3">
        <w:rPr>
          <w:rFonts w:ascii="Arial" w:hAnsi="Arial" w:cs="Arial"/>
          <w:b/>
          <w:sz w:val="32"/>
          <w:szCs w:val="32"/>
        </w:rPr>
        <w:t xml:space="preserve"> сельсовета</w:t>
      </w:r>
    </w:p>
    <w:p w:rsidR="006E45FF" w:rsidRPr="008122D3" w:rsidRDefault="006E45FF" w:rsidP="008F1FE0">
      <w:pPr>
        <w:autoSpaceDE w:val="0"/>
        <w:autoSpaceDN w:val="0"/>
        <w:jc w:val="center"/>
        <w:rPr>
          <w:rFonts w:ascii="Arial" w:hAnsi="Arial" w:cs="Arial"/>
          <w:b/>
          <w:sz w:val="32"/>
          <w:szCs w:val="32"/>
        </w:rPr>
      </w:pPr>
      <w:r w:rsidRPr="008122D3">
        <w:rPr>
          <w:rFonts w:ascii="Arial" w:hAnsi="Arial" w:cs="Arial"/>
          <w:b/>
          <w:sz w:val="32"/>
          <w:szCs w:val="32"/>
        </w:rPr>
        <w:t>Щигровского района</w:t>
      </w:r>
      <w:r w:rsidRPr="008122D3">
        <w:rPr>
          <w:rFonts w:ascii="Arial" w:hAnsi="Arial" w:cs="Arial"/>
          <w:sz w:val="32"/>
          <w:szCs w:val="32"/>
        </w:rPr>
        <w:t xml:space="preserve">   </w:t>
      </w:r>
      <w:r w:rsidRPr="008122D3">
        <w:rPr>
          <w:rFonts w:ascii="Arial" w:hAnsi="Arial" w:cs="Arial"/>
          <w:b/>
          <w:sz w:val="32"/>
          <w:szCs w:val="32"/>
        </w:rPr>
        <w:t>«Об утверждении Правил благоустройства на территории  муниципального   образования    «</w:t>
      </w:r>
      <w:r>
        <w:rPr>
          <w:rFonts w:ascii="Arial" w:hAnsi="Arial" w:cs="Arial"/>
          <w:b/>
          <w:sz w:val="32"/>
          <w:szCs w:val="32"/>
        </w:rPr>
        <w:t>Вишневский</w:t>
      </w:r>
      <w:r w:rsidRPr="008122D3">
        <w:rPr>
          <w:rFonts w:ascii="Arial" w:hAnsi="Arial" w:cs="Arial"/>
          <w:b/>
          <w:sz w:val="32"/>
          <w:szCs w:val="32"/>
        </w:rPr>
        <w:t xml:space="preserve">   сельсовет» Щигровского района Курской области» </w:t>
      </w:r>
    </w:p>
    <w:p w:rsidR="006E45FF" w:rsidRPr="008122D3" w:rsidRDefault="006E45FF" w:rsidP="008F1FE0">
      <w:pPr>
        <w:autoSpaceDE w:val="0"/>
        <w:autoSpaceDN w:val="0"/>
        <w:jc w:val="both"/>
        <w:rPr>
          <w:rFonts w:ascii="Arial" w:hAnsi="Arial" w:cs="Arial"/>
          <w:b/>
        </w:rPr>
      </w:pPr>
    </w:p>
    <w:p w:rsidR="006E45FF" w:rsidRPr="008122D3" w:rsidRDefault="006E45FF" w:rsidP="008F1FE0">
      <w:pPr>
        <w:autoSpaceDE w:val="0"/>
        <w:autoSpaceDN w:val="0"/>
        <w:ind w:firstLine="708"/>
        <w:jc w:val="both"/>
        <w:rPr>
          <w:rFonts w:ascii="Arial" w:hAnsi="Arial" w:cs="Arial"/>
        </w:rPr>
      </w:pPr>
      <w:r w:rsidRPr="008122D3">
        <w:rPr>
          <w:rFonts w:ascii="Arial" w:hAnsi="Arial" w:cs="Arial"/>
        </w:rPr>
        <w:t xml:space="preserve">1. Настоящий порядок разработан в соответствии с Федеральным законом «Об общих принципах организации местного самоуправления в Российской   Федерации»   и   регулирует   вопросы   участия   граждан   в обсуждении   обнародованного   проекта   решения   Собрания   депутатов </w:t>
      </w:r>
      <w:r>
        <w:rPr>
          <w:rFonts w:ascii="Arial" w:hAnsi="Arial" w:cs="Arial"/>
        </w:rPr>
        <w:t>Вишневского</w:t>
      </w:r>
      <w:r w:rsidRPr="008122D3">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8122D3">
        <w:rPr>
          <w:rFonts w:ascii="Arial" w:hAnsi="Arial" w:cs="Arial"/>
        </w:rPr>
        <w:t xml:space="preserve">   сельсовет» Щигровского района Курской области».</w:t>
      </w:r>
    </w:p>
    <w:p w:rsidR="006E45FF" w:rsidRPr="008122D3" w:rsidRDefault="006E45FF" w:rsidP="008F1FE0">
      <w:pPr>
        <w:ind w:firstLine="567"/>
        <w:jc w:val="both"/>
        <w:rPr>
          <w:rFonts w:ascii="Arial" w:hAnsi="Arial" w:cs="Arial"/>
        </w:rPr>
      </w:pPr>
      <w:r w:rsidRPr="008122D3">
        <w:rPr>
          <w:rFonts w:ascii="Arial" w:hAnsi="Arial" w:cs="Arial"/>
        </w:rPr>
        <w:t xml:space="preserve">2. Обсуждение проекта решения Собрания депутатов </w:t>
      </w:r>
      <w:r>
        <w:rPr>
          <w:rFonts w:ascii="Arial" w:hAnsi="Arial" w:cs="Arial"/>
        </w:rPr>
        <w:t>Вишневского</w:t>
      </w:r>
      <w:r w:rsidRPr="008122D3">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8122D3">
        <w:rPr>
          <w:rFonts w:ascii="Arial" w:hAnsi="Arial" w:cs="Arial"/>
        </w:rPr>
        <w:t xml:space="preserve">   сельсовет» Щигровского района Курской области» начинается    со    дня    его официального       обнародования       на    </w:t>
      </w:r>
      <w:r>
        <w:rPr>
          <w:rFonts w:ascii="Arial" w:hAnsi="Arial" w:cs="Arial"/>
        </w:rPr>
        <w:t>3</w:t>
      </w:r>
      <w:r w:rsidRPr="008122D3">
        <w:rPr>
          <w:rFonts w:ascii="Arial" w:hAnsi="Arial" w:cs="Arial"/>
        </w:rPr>
        <w:t>-х   информационных       стендах, расположенных:</w:t>
      </w:r>
    </w:p>
    <w:p w:rsidR="006E45FF" w:rsidRDefault="006E45FF" w:rsidP="008F1FE0">
      <w:pPr>
        <w:ind w:firstLine="567"/>
        <w:jc w:val="both"/>
        <w:rPr>
          <w:rFonts w:ascii="Arial" w:hAnsi="Arial" w:cs="Arial"/>
        </w:rPr>
      </w:pPr>
      <w:r w:rsidRPr="008122D3">
        <w:rPr>
          <w:rFonts w:ascii="Arial" w:hAnsi="Arial" w:cs="Arial"/>
        </w:rPr>
        <w:t xml:space="preserve"> 1-й – здание Администрации </w:t>
      </w:r>
      <w:r>
        <w:rPr>
          <w:rFonts w:ascii="Arial" w:hAnsi="Arial" w:cs="Arial"/>
        </w:rPr>
        <w:t>Вишневского</w:t>
      </w:r>
      <w:r w:rsidRPr="008122D3">
        <w:rPr>
          <w:rFonts w:ascii="Arial" w:hAnsi="Arial" w:cs="Arial"/>
        </w:rPr>
        <w:t xml:space="preserve"> сельсовета Щигровского района в</w:t>
      </w:r>
      <w:r>
        <w:rPr>
          <w:rFonts w:ascii="Arial" w:hAnsi="Arial" w:cs="Arial"/>
        </w:rPr>
        <w:t xml:space="preserve"> п.Вишневка</w:t>
      </w:r>
      <w:r w:rsidRPr="008122D3">
        <w:rPr>
          <w:rFonts w:ascii="Arial" w:hAnsi="Arial" w:cs="Arial"/>
        </w:rPr>
        <w:t xml:space="preserve"> Щигровского района,  </w:t>
      </w:r>
    </w:p>
    <w:p w:rsidR="006E45FF" w:rsidRPr="008122D3" w:rsidRDefault="006E45FF" w:rsidP="008F1FE0">
      <w:pPr>
        <w:ind w:firstLine="567"/>
        <w:jc w:val="both"/>
        <w:rPr>
          <w:rFonts w:ascii="Arial" w:hAnsi="Arial" w:cs="Arial"/>
        </w:rPr>
      </w:pPr>
      <w:r>
        <w:rPr>
          <w:rFonts w:ascii="Arial" w:hAnsi="Arial" w:cs="Arial"/>
        </w:rPr>
        <w:t>2-й – здание магазина в п.Вишневка</w:t>
      </w:r>
    </w:p>
    <w:p w:rsidR="006E45FF" w:rsidRPr="008122D3" w:rsidRDefault="006E45FF" w:rsidP="008F1FE0">
      <w:pPr>
        <w:jc w:val="both"/>
        <w:rPr>
          <w:rFonts w:ascii="Arial" w:hAnsi="Arial" w:cs="Arial"/>
        </w:rPr>
      </w:pPr>
      <w:r w:rsidRPr="008122D3">
        <w:rPr>
          <w:rFonts w:ascii="Arial" w:hAnsi="Arial" w:cs="Arial"/>
        </w:rPr>
        <w:t xml:space="preserve">          </w:t>
      </w:r>
      <w:r>
        <w:rPr>
          <w:rFonts w:ascii="Arial" w:hAnsi="Arial" w:cs="Arial"/>
        </w:rPr>
        <w:t>3</w:t>
      </w:r>
      <w:r w:rsidRPr="008122D3">
        <w:rPr>
          <w:rFonts w:ascii="Arial" w:hAnsi="Arial" w:cs="Arial"/>
        </w:rPr>
        <w:t xml:space="preserve">-й – здание  магазина  </w:t>
      </w:r>
      <w:r>
        <w:rPr>
          <w:rFonts w:ascii="Arial" w:hAnsi="Arial" w:cs="Arial"/>
        </w:rPr>
        <w:t>д.Сергеевка</w:t>
      </w:r>
    </w:p>
    <w:p w:rsidR="006E45FF" w:rsidRPr="008122D3" w:rsidRDefault="006E45FF" w:rsidP="008F1FE0">
      <w:pPr>
        <w:jc w:val="both"/>
        <w:rPr>
          <w:rFonts w:ascii="Arial" w:hAnsi="Arial" w:cs="Arial"/>
        </w:rPr>
      </w:pPr>
      <w:r w:rsidRPr="008122D3">
        <w:rPr>
          <w:rFonts w:ascii="Arial" w:hAnsi="Arial" w:cs="Arial"/>
        </w:rPr>
        <w:t xml:space="preserve">которое обнародуется не позднее, чем за 30 дней до дня рассмотрения на заседании Собрания депутатов </w:t>
      </w:r>
      <w:r>
        <w:rPr>
          <w:rFonts w:ascii="Arial" w:hAnsi="Arial" w:cs="Arial"/>
        </w:rPr>
        <w:t>Вишневского</w:t>
      </w:r>
      <w:r w:rsidRPr="008122D3">
        <w:rPr>
          <w:rFonts w:ascii="Arial" w:hAnsi="Arial" w:cs="Arial"/>
        </w:rPr>
        <w:t xml:space="preserve"> сельсовета Щигровского района проекта решения Собрания депутатов </w:t>
      </w:r>
      <w:r>
        <w:rPr>
          <w:rFonts w:ascii="Arial" w:hAnsi="Arial" w:cs="Arial"/>
        </w:rPr>
        <w:t>Вишневского</w:t>
      </w:r>
      <w:r w:rsidRPr="008122D3">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8122D3">
        <w:rPr>
          <w:rFonts w:ascii="Arial" w:hAnsi="Arial" w:cs="Arial"/>
        </w:rPr>
        <w:t xml:space="preserve">   сельсовет» Щигровского района Курской области»  .</w:t>
      </w:r>
    </w:p>
    <w:p w:rsidR="006E45FF" w:rsidRPr="008122D3" w:rsidRDefault="006E45FF" w:rsidP="008F1FE0">
      <w:pPr>
        <w:autoSpaceDE w:val="0"/>
        <w:autoSpaceDN w:val="0"/>
        <w:ind w:firstLine="708"/>
        <w:jc w:val="both"/>
        <w:rPr>
          <w:rFonts w:ascii="Arial" w:hAnsi="Arial" w:cs="Arial"/>
        </w:rPr>
      </w:pPr>
      <w:r w:rsidRPr="008122D3">
        <w:rPr>
          <w:rFonts w:ascii="Arial" w:hAnsi="Arial" w:cs="Arial"/>
        </w:rPr>
        <w:t xml:space="preserve">Период обсуждения составляет 20 дней со дня официального обнародования проекта решения Собрания депутатов </w:t>
      </w:r>
      <w:r>
        <w:rPr>
          <w:rFonts w:ascii="Arial" w:hAnsi="Arial" w:cs="Arial"/>
        </w:rPr>
        <w:t>Вишневского</w:t>
      </w:r>
      <w:r w:rsidRPr="008122D3">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8122D3">
        <w:rPr>
          <w:rFonts w:ascii="Arial" w:hAnsi="Arial" w:cs="Arial"/>
        </w:rPr>
        <w:t xml:space="preserve">   сельсовет» Щигровского района Курской области» на информационных стендах.</w:t>
      </w:r>
    </w:p>
    <w:p w:rsidR="006E45FF" w:rsidRPr="008122D3" w:rsidRDefault="006E45FF" w:rsidP="008F1FE0">
      <w:pPr>
        <w:autoSpaceDE w:val="0"/>
        <w:autoSpaceDN w:val="0"/>
        <w:ind w:firstLine="708"/>
        <w:jc w:val="both"/>
        <w:rPr>
          <w:rFonts w:ascii="Arial" w:hAnsi="Arial" w:cs="Arial"/>
        </w:rPr>
      </w:pPr>
      <w:r w:rsidRPr="008122D3">
        <w:rPr>
          <w:rFonts w:ascii="Arial" w:hAnsi="Arial" w:cs="Arial"/>
        </w:rPr>
        <w:t xml:space="preserve">3. Все предложения граждан по существу обсуждаемых вопросов направляются в комиссию по обсуждению проекта решения Собрания депутатов </w:t>
      </w:r>
      <w:r>
        <w:rPr>
          <w:rFonts w:ascii="Arial" w:hAnsi="Arial" w:cs="Arial"/>
        </w:rPr>
        <w:t>Вишневского</w:t>
      </w:r>
      <w:r w:rsidRPr="008122D3">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8122D3">
        <w:rPr>
          <w:rFonts w:ascii="Arial" w:hAnsi="Arial" w:cs="Arial"/>
        </w:rPr>
        <w:t xml:space="preserve">   сельсовет» Щигровского района Курской области», приему и учету предложений по нему (далее комиссия), расположенную по адресу: 3065</w:t>
      </w:r>
      <w:r>
        <w:rPr>
          <w:rFonts w:ascii="Arial" w:hAnsi="Arial" w:cs="Arial"/>
        </w:rPr>
        <w:t>36</w:t>
      </w:r>
      <w:r w:rsidRPr="008122D3">
        <w:rPr>
          <w:rFonts w:ascii="Arial" w:hAnsi="Arial" w:cs="Arial"/>
        </w:rPr>
        <w:t xml:space="preserve">, Курская    область,    Щигровский    район,    </w:t>
      </w:r>
      <w:r>
        <w:rPr>
          <w:rFonts w:ascii="Arial" w:hAnsi="Arial" w:cs="Arial"/>
        </w:rPr>
        <w:t>п.Вишневка</w:t>
      </w:r>
      <w:r w:rsidRPr="008122D3">
        <w:rPr>
          <w:rFonts w:ascii="Arial" w:hAnsi="Arial" w:cs="Arial"/>
        </w:rPr>
        <w:t xml:space="preserve">    Администрация </w:t>
      </w:r>
      <w:r>
        <w:rPr>
          <w:rFonts w:ascii="Arial" w:hAnsi="Arial" w:cs="Arial"/>
        </w:rPr>
        <w:t>Вишневского</w:t>
      </w:r>
      <w:r w:rsidRPr="008122D3">
        <w:rPr>
          <w:rFonts w:ascii="Arial" w:hAnsi="Arial" w:cs="Arial"/>
        </w:rPr>
        <w:t xml:space="preserve"> сельсовета Щигровского района.</w:t>
      </w:r>
    </w:p>
    <w:p w:rsidR="006E45FF" w:rsidRPr="008122D3" w:rsidRDefault="006E45FF" w:rsidP="008F1FE0">
      <w:pPr>
        <w:autoSpaceDE w:val="0"/>
        <w:autoSpaceDN w:val="0"/>
        <w:ind w:firstLine="708"/>
        <w:jc w:val="both"/>
        <w:rPr>
          <w:rFonts w:ascii="Arial" w:hAnsi="Arial" w:cs="Arial"/>
        </w:rPr>
      </w:pPr>
      <w:r w:rsidRPr="008122D3">
        <w:rPr>
          <w:rFonts w:ascii="Arial" w:hAnsi="Arial" w:cs="Arial"/>
        </w:rPr>
        <w:t xml:space="preserve">4. Обсуждение гражданами проекта решения Собрания депутатов </w:t>
      </w:r>
      <w:r>
        <w:rPr>
          <w:rFonts w:ascii="Arial" w:hAnsi="Arial" w:cs="Arial"/>
        </w:rPr>
        <w:t>Вишневского</w:t>
      </w:r>
      <w:r w:rsidRPr="008122D3">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8122D3">
        <w:rPr>
          <w:rFonts w:ascii="Arial" w:hAnsi="Arial" w:cs="Arial"/>
        </w:rPr>
        <w:t xml:space="preserve">   сельсовет» Щигровского района Курской области» может проводиться также путем коллективных обсуждений, проводимых в организациях </w:t>
      </w:r>
      <w:r>
        <w:rPr>
          <w:rFonts w:ascii="Arial" w:hAnsi="Arial" w:cs="Arial"/>
        </w:rPr>
        <w:t>Вишневского</w:t>
      </w:r>
      <w:r w:rsidRPr="008122D3">
        <w:rPr>
          <w:rFonts w:ascii="Arial" w:hAnsi="Arial" w:cs="Arial"/>
        </w:rPr>
        <w:t xml:space="preserve"> сельсовета Щигровского района Курской области, органах местного самоуправления </w:t>
      </w:r>
      <w:r>
        <w:rPr>
          <w:rFonts w:ascii="Arial" w:hAnsi="Arial" w:cs="Arial"/>
        </w:rPr>
        <w:t>Вишневского</w:t>
      </w:r>
      <w:r w:rsidRPr="008122D3">
        <w:rPr>
          <w:rFonts w:ascii="Arial" w:hAnsi="Arial" w:cs="Arial"/>
        </w:rPr>
        <w:t xml:space="preserve"> сельсовета Щигровского района Курской области.</w:t>
      </w:r>
    </w:p>
    <w:p w:rsidR="006E45FF" w:rsidRPr="008122D3" w:rsidRDefault="006E45FF" w:rsidP="008F1FE0">
      <w:pPr>
        <w:pStyle w:val="BodyTextIndent"/>
        <w:rPr>
          <w:rFonts w:ascii="Arial" w:hAnsi="Arial" w:cs="Arial"/>
          <w:sz w:val="24"/>
          <w:szCs w:val="24"/>
        </w:rPr>
      </w:pPr>
      <w:r w:rsidRPr="008122D3">
        <w:rPr>
          <w:rFonts w:ascii="Arial" w:hAnsi="Arial" w:cs="Arial"/>
          <w:sz w:val="24"/>
          <w:szCs w:val="24"/>
        </w:rPr>
        <w:t xml:space="preserve">Обсуждение призвано на основе широкой гласности, сопоставления и изучения различных мнений способствовать выработке конструктивных предложений по проекту решения Собрания депутатов </w:t>
      </w:r>
      <w:r>
        <w:rPr>
          <w:rFonts w:ascii="Arial" w:hAnsi="Arial" w:cs="Arial"/>
          <w:sz w:val="24"/>
          <w:szCs w:val="24"/>
        </w:rPr>
        <w:t>Вишневского</w:t>
      </w:r>
      <w:r w:rsidRPr="008122D3">
        <w:rPr>
          <w:rFonts w:ascii="Arial" w:hAnsi="Arial" w:cs="Arial"/>
          <w:sz w:val="24"/>
          <w:szCs w:val="24"/>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sz w:val="24"/>
          <w:szCs w:val="24"/>
        </w:rPr>
        <w:t>Вишневский</w:t>
      </w:r>
      <w:r w:rsidRPr="008122D3">
        <w:rPr>
          <w:rFonts w:ascii="Arial" w:hAnsi="Arial" w:cs="Arial"/>
          <w:sz w:val="24"/>
          <w:szCs w:val="24"/>
        </w:rPr>
        <w:t xml:space="preserve">   сельсовет» Щигровского района Курской области».</w:t>
      </w:r>
    </w:p>
    <w:p w:rsidR="006E45FF" w:rsidRPr="008122D3" w:rsidRDefault="006E45FF" w:rsidP="008F1FE0">
      <w:pPr>
        <w:autoSpaceDE w:val="0"/>
        <w:autoSpaceDN w:val="0"/>
        <w:ind w:firstLine="708"/>
        <w:jc w:val="both"/>
        <w:rPr>
          <w:rFonts w:ascii="Arial" w:hAnsi="Arial" w:cs="Arial"/>
        </w:rPr>
      </w:pPr>
      <w:r w:rsidRPr="008122D3">
        <w:rPr>
          <w:rFonts w:ascii="Arial" w:hAnsi="Arial" w:cs="Arial"/>
        </w:rPr>
        <w:t>5. Индивидуальные и коллективные предложения должны быть представлены в комиссию не позднее 17.00 часов последнего дня обсуждения.</w:t>
      </w:r>
    </w:p>
    <w:p w:rsidR="006E45FF" w:rsidRPr="008122D3"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195450">
      <w:pPr>
        <w:autoSpaceDE w:val="0"/>
        <w:autoSpaceDN w:val="0"/>
        <w:jc w:val="right"/>
        <w:rPr>
          <w:rFonts w:ascii="Arial" w:hAnsi="Arial" w:cs="Arial"/>
          <w:sz w:val="28"/>
          <w:szCs w:val="28"/>
        </w:rPr>
      </w:pPr>
      <w:r w:rsidRPr="00436C85">
        <w:rPr>
          <w:rFonts w:ascii="Arial" w:hAnsi="Arial" w:cs="Arial"/>
          <w:sz w:val="28"/>
          <w:szCs w:val="28"/>
        </w:rPr>
        <w:t xml:space="preserve">                                                                       </w:t>
      </w:r>
    </w:p>
    <w:p w:rsidR="006E45FF" w:rsidRDefault="006E45FF" w:rsidP="00195450">
      <w:pPr>
        <w:autoSpaceDE w:val="0"/>
        <w:autoSpaceDN w:val="0"/>
        <w:jc w:val="right"/>
        <w:rPr>
          <w:rFonts w:ascii="Arial" w:hAnsi="Arial" w:cs="Arial"/>
          <w:sz w:val="28"/>
          <w:szCs w:val="28"/>
        </w:rPr>
      </w:pPr>
    </w:p>
    <w:p w:rsidR="006E45FF" w:rsidRDefault="006E45FF" w:rsidP="00195450">
      <w:pPr>
        <w:autoSpaceDE w:val="0"/>
        <w:autoSpaceDN w:val="0"/>
        <w:jc w:val="right"/>
        <w:rPr>
          <w:rFonts w:ascii="Arial" w:hAnsi="Arial" w:cs="Arial"/>
          <w:sz w:val="28"/>
          <w:szCs w:val="28"/>
        </w:rPr>
      </w:pPr>
    </w:p>
    <w:p w:rsidR="006E45FF" w:rsidRDefault="006E45FF" w:rsidP="00195450">
      <w:pPr>
        <w:autoSpaceDE w:val="0"/>
        <w:autoSpaceDN w:val="0"/>
        <w:jc w:val="right"/>
        <w:rPr>
          <w:rFonts w:ascii="Arial" w:hAnsi="Arial" w:cs="Arial"/>
          <w:sz w:val="28"/>
          <w:szCs w:val="28"/>
        </w:rPr>
      </w:pPr>
    </w:p>
    <w:p w:rsidR="006E45FF" w:rsidRDefault="006E45FF" w:rsidP="00195450">
      <w:pPr>
        <w:autoSpaceDE w:val="0"/>
        <w:autoSpaceDN w:val="0"/>
        <w:jc w:val="right"/>
        <w:rPr>
          <w:rFonts w:ascii="Arial" w:hAnsi="Arial" w:cs="Arial"/>
          <w:sz w:val="28"/>
          <w:szCs w:val="28"/>
        </w:rPr>
      </w:pPr>
    </w:p>
    <w:p w:rsidR="006E45FF" w:rsidRDefault="006E45FF" w:rsidP="00195450">
      <w:pPr>
        <w:autoSpaceDE w:val="0"/>
        <w:autoSpaceDN w:val="0"/>
        <w:jc w:val="right"/>
        <w:rPr>
          <w:rFonts w:ascii="Arial" w:hAnsi="Arial" w:cs="Arial"/>
          <w:sz w:val="28"/>
          <w:szCs w:val="28"/>
        </w:rPr>
      </w:pPr>
    </w:p>
    <w:p w:rsidR="006E45FF" w:rsidRPr="00436C85" w:rsidRDefault="006E45FF" w:rsidP="00195450">
      <w:pPr>
        <w:autoSpaceDE w:val="0"/>
        <w:autoSpaceDN w:val="0"/>
        <w:ind w:left="4248" w:firstLine="708"/>
        <w:rPr>
          <w:rFonts w:ascii="Arial" w:hAnsi="Arial" w:cs="Arial"/>
        </w:rPr>
      </w:pPr>
    </w:p>
    <w:p w:rsidR="006E45FF" w:rsidRPr="00436C85" w:rsidRDefault="006E45FF" w:rsidP="00195450">
      <w:pPr>
        <w:autoSpaceDE w:val="0"/>
        <w:autoSpaceDN w:val="0"/>
        <w:jc w:val="center"/>
        <w:rPr>
          <w:rFonts w:ascii="Arial" w:hAnsi="Arial" w:cs="Arial"/>
          <w:b/>
          <w:sz w:val="32"/>
          <w:szCs w:val="32"/>
        </w:rPr>
      </w:pPr>
      <w:r w:rsidRPr="00436C85">
        <w:rPr>
          <w:rFonts w:ascii="Arial" w:hAnsi="Arial" w:cs="Arial"/>
          <w:b/>
          <w:sz w:val="32"/>
          <w:szCs w:val="32"/>
        </w:rPr>
        <w:t>Порядок учета предложений по</w:t>
      </w:r>
    </w:p>
    <w:p w:rsidR="006E45FF" w:rsidRPr="00436C85" w:rsidRDefault="006E45FF" w:rsidP="00195450">
      <w:pPr>
        <w:autoSpaceDE w:val="0"/>
        <w:autoSpaceDN w:val="0"/>
        <w:jc w:val="center"/>
        <w:rPr>
          <w:rFonts w:ascii="Arial" w:hAnsi="Arial" w:cs="Arial"/>
          <w:b/>
          <w:sz w:val="32"/>
          <w:szCs w:val="32"/>
        </w:rPr>
      </w:pPr>
      <w:r w:rsidRPr="00436C85">
        <w:rPr>
          <w:rFonts w:ascii="Arial" w:hAnsi="Arial" w:cs="Arial"/>
          <w:b/>
          <w:sz w:val="32"/>
          <w:szCs w:val="32"/>
        </w:rPr>
        <w:t xml:space="preserve">проекту решения Собрания депутатов </w:t>
      </w:r>
      <w:r>
        <w:rPr>
          <w:rFonts w:ascii="Arial" w:hAnsi="Arial" w:cs="Arial"/>
          <w:b/>
          <w:sz w:val="32"/>
          <w:szCs w:val="32"/>
        </w:rPr>
        <w:t>Вишневского</w:t>
      </w:r>
      <w:r w:rsidRPr="00436C85">
        <w:rPr>
          <w:rFonts w:ascii="Arial" w:hAnsi="Arial" w:cs="Arial"/>
          <w:b/>
          <w:sz w:val="32"/>
          <w:szCs w:val="32"/>
        </w:rPr>
        <w:t xml:space="preserve"> сельсовета </w:t>
      </w:r>
    </w:p>
    <w:p w:rsidR="006E45FF" w:rsidRPr="00436C85" w:rsidRDefault="006E45FF" w:rsidP="00195450">
      <w:pPr>
        <w:autoSpaceDE w:val="0"/>
        <w:autoSpaceDN w:val="0"/>
        <w:jc w:val="center"/>
        <w:rPr>
          <w:rFonts w:ascii="Arial" w:hAnsi="Arial" w:cs="Arial"/>
          <w:b/>
          <w:sz w:val="32"/>
          <w:szCs w:val="32"/>
        </w:rPr>
      </w:pPr>
      <w:r w:rsidRPr="00436C85">
        <w:rPr>
          <w:rFonts w:ascii="Arial" w:hAnsi="Arial" w:cs="Arial"/>
          <w:b/>
          <w:sz w:val="32"/>
          <w:szCs w:val="32"/>
        </w:rPr>
        <w:t>Щигровского района</w:t>
      </w:r>
      <w:r w:rsidRPr="00436C85">
        <w:rPr>
          <w:rFonts w:ascii="Arial" w:hAnsi="Arial" w:cs="Arial"/>
          <w:sz w:val="32"/>
          <w:szCs w:val="32"/>
        </w:rPr>
        <w:t xml:space="preserve">   «</w:t>
      </w:r>
      <w:r w:rsidRPr="00436C85">
        <w:rPr>
          <w:rFonts w:ascii="Arial" w:hAnsi="Arial" w:cs="Arial"/>
          <w:b/>
          <w:sz w:val="32"/>
          <w:szCs w:val="32"/>
        </w:rPr>
        <w:t>Об утверждении Правил благоустройства на территории  муниципального   образования    «</w:t>
      </w:r>
      <w:r>
        <w:rPr>
          <w:rFonts w:ascii="Arial" w:hAnsi="Arial" w:cs="Arial"/>
          <w:b/>
          <w:sz w:val="32"/>
          <w:szCs w:val="32"/>
        </w:rPr>
        <w:t>Вишневский</w:t>
      </w:r>
      <w:r w:rsidRPr="00436C85">
        <w:rPr>
          <w:rFonts w:ascii="Arial" w:hAnsi="Arial" w:cs="Arial"/>
          <w:b/>
          <w:sz w:val="32"/>
          <w:szCs w:val="32"/>
        </w:rPr>
        <w:t xml:space="preserve">   сельсовет» Щигровского района Курской области» </w:t>
      </w:r>
    </w:p>
    <w:p w:rsidR="006E45FF" w:rsidRPr="00436C85" w:rsidRDefault="006E45FF" w:rsidP="00195450">
      <w:pPr>
        <w:autoSpaceDE w:val="0"/>
        <w:autoSpaceDN w:val="0"/>
        <w:rPr>
          <w:rFonts w:ascii="Arial" w:hAnsi="Arial" w:cs="Arial"/>
          <w:b/>
        </w:rPr>
      </w:pPr>
    </w:p>
    <w:p w:rsidR="006E45FF" w:rsidRPr="00436C85" w:rsidRDefault="006E45FF" w:rsidP="00195450">
      <w:pPr>
        <w:ind w:firstLine="567"/>
        <w:jc w:val="both"/>
        <w:rPr>
          <w:rFonts w:ascii="Arial" w:hAnsi="Arial" w:cs="Arial"/>
        </w:rPr>
      </w:pPr>
      <w:r w:rsidRPr="00436C85">
        <w:rPr>
          <w:rFonts w:ascii="Arial" w:hAnsi="Arial" w:cs="Arial"/>
        </w:rPr>
        <w:t xml:space="preserve">1. Настоящий Порядок разработан в соответствии со статьей 44 Федерального закона «Об общих принципах организации местного самоуправления в Российской Федерации» и определяет порядок учета предложений по обнародованному на информационных стендах, расположенных: </w:t>
      </w:r>
    </w:p>
    <w:p w:rsidR="006E45FF" w:rsidRPr="00436C85" w:rsidRDefault="006E45FF" w:rsidP="00195450">
      <w:pPr>
        <w:ind w:firstLine="567"/>
        <w:jc w:val="both"/>
        <w:rPr>
          <w:rFonts w:ascii="Arial" w:hAnsi="Arial" w:cs="Arial"/>
        </w:rPr>
      </w:pPr>
      <w:r w:rsidRPr="00436C85">
        <w:rPr>
          <w:rFonts w:ascii="Arial" w:hAnsi="Arial" w:cs="Arial"/>
        </w:rPr>
        <w:t xml:space="preserve">1-й – здание Администрации </w:t>
      </w:r>
      <w:r>
        <w:rPr>
          <w:rFonts w:ascii="Arial" w:hAnsi="Arial" w:cs="Arial"/>
        </w:rPr>
        <w:t>Вишневского</w:t>
      </w:r>
      <w:r w:rsidRPr="00436C85">
        <w:rPr>
          <w:rFonts w:ascii="Arial" w:hAnsi="Arial" w:cs="Arial"/>
        </w:rPr>
        <w:t xml:space="preserve"> сельсовета Щигровского района в </w:t>
      </w:r>
      <w:r>
        <w:rPr>
          <w:rFonts w:ascii="Arial" w:hAnsi="Arial" w:cs="Arial"/>
        </w:rPr>
        <w:t>п.Вишневка</w:t>
      </w:r>
      <w:r w:rsidRPr="00436C85">
        <w:rPr>
          <w:rFonts w:ascii="Arial" w:hAnsi="Arial" w:cs="Arial"/>
        </w:rPr>
        <w:t xml:space="preserve"> Щигровского района,  </w:t>
      </w:r>
    </w:p>
    <w:p w:rsidR="006E45FF" w:rsidRPr="00436C85" w:rsidRDefault="006E45FF" w:rsidP="00195450">
      <w:pPr>
        <w:jc w:val="both"/>
        <w:rPr>
          <w:rFonts w:ascii="Arial" w:hAnsi="Arial" w:cs="Arial"/>
        </w:rPr>
      </w:pPr>
      <w:r w:rsidRPr="00436C85">
        <w:rPr>
          <w:rFonts w:ascii="Arial" w:hAnsi="Arial" w:cs="Arial"/>
        </w:rPr>
        <w:t xml:space="preserve">          2-й – здание  магазина </w:t>
      </w:r>
      <w:r>
        <w:rPr>
          <w:rFonts w:ascii="Arial" w:hAnsi="Arial" w:cs="Arial"/>
        </w:rPr>
        <w:t>в п.Вишневка</w:t>
      </w:r>
    </w:p>
    <w:p w:rsidR="006E45FF" w:rsidRPr="00436C85" w:rsidRDefault="006E45FF" w:rsidP="00195450">
      <w:pPr>
        <w:jc w:val="both"/>
        <w:rPr>
          <w:rFonts w:ascii="Arial" w:hAnsi="Arial" w:cs="Arial"/>
        </w:rPr>
      </w:pPr>
      <w:r w:rsidRPr="00436C85">
        <w:rPr>
          <w:rFonts w:ascii="Arial" w:hAnsi="Arial" w:cs="Arial"/>
        </w:rPr>
        <w:t xml:space="preserve">          3-й - здание  </w:t>
      </w:r>
      <w:r>
        <w:rPr>
          <w:rFonts w:ascii="Arial" w:hAnsi="Arial" w:cs="Arial"/>
        </w:rPr>
        <w:t>здание магазина в д.Сергеевка</w:t>
      </w:r>
    </w:p>
    <w:p w:rsidR="006E45FF" w:rsidRPr="00436C85" w:rsidRDefault="006E45FF" w:rsidP="00195450">
      <w:pPr>
        <w:jc w:val="both"/>
        <w:rPr>
          <w:rFonts w:ascii="Arial" w:hAnsi="Arial" w:cs="Arial"/>
        </w:rPr>
      </w:pPr>
      <w:r w:rsidRPr="00436C85">
        <w:rPr>
          <w:rFonts w:ascii="Arial" w:hAnsi="Arial" w:cs="Arial"/>
        </w:rPr>
        <w:t xml:space="preserve">          </w:t>
      </w:r>
    </w:p>
    <w:p w:rsidR="006E45FF" w:rsidRPr="00436C85" w:rsidRDefault="006E45FF" w:rsidP="00195450">
      <w:pPr>
        <w:jc w:val="both"/>
        <w:rPr>
          <w:rFonts w:ascii="Arial" w:hAnsi="Arial" w:cs="Arial"/>
        </w:rPr>
      </w:pPr>
      <w:r>
        <w:rPr>
          <w:rFonts w:ascii="Arial" w:hAnsi="Arial" w:cs="Arial"/>
        </w:rPr>
        <w:t xml:space="preserve">по </w:t>
      </w:r>
      <w:r w:rsidRPr="00436C85">
        <w:rPr>
          <w:rFonts w:ascii="Arial" w:hAnsi="Arial" w:cs="Arial"/>
        </w:rPr>
        <w:t xml:space="preserve">проекту решения Собрания депутатов </w:t>
      </w:r>
      <w:r>
        <w:rPr>
          <w:rFonts w:ascii="Arial" w:hAnsi="Arial" w:cs="Arial"/>
        </w:rPr>
        <w:t>Вишневского</w:t>
      </w:r>
      <w:r w:rsidRPr="00436C85">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436C85">
        <w:rPr>
          <w:rFonts w:ascii="Arial" w:hAnsi="Arial" w:cs="Arial"/>
        </w:rPr>
        <w:t xml:space="preserve">   сельсовет» Щигровского района Курской области» (далее проект).</w:t>
      </w:r>
    </w:p>
    <w:p w:rsidR="006E45FF" w:rsidRPr="00436C85" w:rsidRDefault="006E45FF" w:rsidP="00195450">
      <w:pPr>
        <w:jc w:val="both"/>
        <w:rPr>
          <w:rFonts w:ascii="Arial" w:hAnsi="Arial" w:cs="Arial"/>
        </w:rPr>
      </w:pPr>
    </w:p>
    <w:p w:rsidR="006E45FF" w:rsidRPr="00436C85" w:rsidRDefault="006E45FF" w:rsidP="00195450">
      <w:pPr>
        <w:autoSpaceDE w:val="0"/>
        <w:autoSpaceDN w:val="0"/>
        <w:ind w:firstLine="708"/>
        <w:jc w:val="both"/>
        <w:rPr>
          <w:rFonts w:ascii="Arial" w:hAnsi="Arial" w:cs="Arial"/>
        </w:rPr>
      </w:pPr>
      <w:r w:rsidRPr="00436C85">
        <w:rPr>
          <w:rFonts w:ascii="Arial" w:hAnsi="Arial" w:cs="Arial"/>
        </w:rPr>
        <w:t xml:space="preserve">2. Предложения по проекту решения вносятся гражданами, проживающими на территории </w:t>
      </w:r>
      <w:r>
        <w:rPr>
          <w:rFonts w:ascii="Arial" w:hAnsi="Arial" w:cs="Arial"/>
        </w:rPr>
        <w:t>Вишневского</w:t>
      </w:r>
      <w:r w:rsidRPr="00436C85">
        <w:rPr>
          <w:rFonts w:ascii="Arial" w:hAnsi="Arial" w:cs="Arial"/>
        </w:rPr>
        <w:t xml:space="preserve"> сельсовета Щигровского района,  как    индивидуальные,  так  и коллективные.</w:t>
      </w:r>
    </w:p>
    <w:p w:rsidR="006E45FF" w:rsidRPr="00436C85" w:rsidRDefault="006E45FF" w:rsidP="00195450">
      <w:pPr>
        <w:autoSpaceDE w:val="0"/>
        <w:autoSpaceDN w:val="0"/>
        <w:ind w:firstLine="708"/>
        <w:jc w:val="both"/>
        <w:rPr>
          <w:rFonts w:ascii="Arial" w:hAnsi="Arial" w:cs="Arial"/>
        </w:rPr>
      </w:pPr>
    </w:p>
    <w:p w:rsidR="006E45FF" w:rsidRPr="00436C85" w:rsidRDefault="006E45FF" w:rsidP="00195450">
      <w:pPr>
        <w:autoSpaceDE w:val="0"/>
        <w:autoSpaceDN w:val="0"/>
        <w:ind w:firstLine="708"/>
        <w:jc w:val="both"/>
        <w:rPr>
          <w:rFonts w:ascii="Arial" w:hAnsi="Arial" w:cs="Arial"/>
        </w:rPr>
      </w:pPr>
      <w:r w:rsidRPr="00436C85">
        <w:rPr>
          <w:rFonts w:ascii="Arial" w:hAnsi="Arial" w:cs="Arial"/>
        </w:rPr>
        <w:t xml:space="preserve">3. Предложения по проекту вносятся в комиссию по обсуждению проекта решения Собрания депутатов </w:t>
      </w:r>
      <w:r>
        <w:rPr>
          <w:rFonts w:ascii="Arial" w:hAnsi="Arial" w:cs="Arial"/>
        </w:rPr>
        <w:t>Вишневского</w:t>
      </w:r>
      <w:r w:rsidRPr="00436C85">
        <w:rPr>
          <w:rFonts w:ascii="Arial" w:hAnsi="Arial" w:cs="Arial"/>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rPr>
        <w:t>Вишневский</w:t>
      </w:r>
      <w:r w:rsidRPr="00436C85">
        <w:rPr>
          <w:rFonts w:ascii="Arial" w:hAnsi="Arial" w:cs="Arial"/>
        </w:rPr>
        <w:t xml:space="preserve">   сельсовет» Щигровского района Курской области»,    приему   и   учету предложений по нему в письменном виде  по адресу: Курская область, Щигровский район, </w:t>
      </w:r>
      <w:r>
        <w:rPr>
          <w:rFonts w:ascii="Arial" w:hAnsi="Arial" w:cs="Arial"/>
        </w:rPr>
        <w:t>п.Вишневка</w:t>
      </w:r>
      <w:r w:rsidRPr="00436C85">
        <w:rPr>
          <w:rFonts w:ascii="Arial" w:hAnsi="Arial" w:cs="Arial"/>
        </w:rPr>
        <w:t xml:space="preserve">,  Администрация </w:t>
      </w:r>
      <w:r>
        <w:rPr>
          <w:rFonts w:ascii="Arial" w:hAnsi="Arial" w:cs="Arial"/>
        </w:rPr>
        <w:t>Вишневского</w:t>
      </w:r>
      <w:r w:rsidRPr="00436C85">
        <w:rPr>
          <w:rFonts w:ascii="Arial" w:hAnsi="Arial" w:cs="Arial"/>
        </w:rPr>
        <w:t xml:space="preserve"> сельсовета Щигровского района,    и рассматриваются ею в соответствии с настоящим Порядком. Телефон для справок - 4-</w:t>
      </w:r>
      <w:r>
        <w:rPr>
          <w:rFonts w:ascii="Arial" w:hAnsi="Arial" w:cs="Arial"/>
        </w:rPr>
        <w:t>07-63</w:t>
      </w:r>
      <w:r w:rsidRPr="00436C85">
        <w:rPr>
          <w:rFonts w:ascii="Arial" w:hAnsi="Arial" w:cs="Arial"/>
        </w:rPr>
        <w:t>.</w:t>
      </w:r>
    </w:p>
    <w:p w:rsidR="006E45FF" w:rsidRPr="00436C85" w:rsidRDefault="006E45FF" w:rsidP="00195450">
      <w:pPr>
        <w:autoSpaceDE w:val="0"/>
        <w:autoSpaceDN w:val="0"/>
        <w:ind w:firstLine="708"/>
        <w:jc w:val="both"/>
        <w:rPr>
          <w:rFonts w:ascii="Arial" w:hAnsi="Arial" w:cs="Arial"/>
        </w:rPr>
      </w:pPr>
    </w:p>
    <w:p w:rsidR="006E45FF" w:rsidRPr="00436C85" w:rsidRDefault="006E45FF" w:rsidP="00195450">
      <w:pPr>
        <w:autoSpaceDE w:val="0"/>
        <w:autoSpaceDN w:val="0"/>
        <w:ind w:firstLine="708"/>
        <w:jc w:val="both"/>
        <w:rPr>
          <w:rFonts w:ascii="Arial" w:hAnsi="Arial" w:cs="Arial"/>
        </w:rPr>
      </w:pPr>
      <w:r w:rsidRPr="00436C85">
        <w:rPr>
          <w:rFonts w:ascii="Arial" w:hAnsi="Arial" w:cs="Arial"/>
        </w:rPr>
        <w:t>4. Предложения по проекту решения о внесении изменений и дополнений в Правила вносятся в комиссию в течение 20 дней со дня его обнародования на указанных в п.1 информационных стендах.</w:t>
      </w:r>
    </w:p>
    <w:p w:rsidR="006E45FF" w:rsidRPr="00436C85" w:rsidRDefault="006E45FF" w:rsidP="00195450">
      <w:pPr>
        <w:autoSpaceDE w:val="0"/>
        <w:autoSpaceDN w:val="0"/>
        <w:ind w:firstLine="708"/>
        <w:jc w:val="both"/>
        <w:rPr>
          <w:rFonts w:ascii="Arial" w:hAnsi="Arial" w:cs="Arial"/>
        </w:rPr>
      </w:pPr>
    </w:p>
    <w:p w:rsidR="006E45FF" w:rsidRPr="00436C85" w:rsidRDefault="006E45FF" w:rsidP="00195450">
      <w:pPr>
        <w:autoSpaceDE w:val="0"/>
        <w:autoSpaceDN w:val="0"/>
        <w:ind w:firstLine="708"/>
        <w:jc w:val="both"/>
        <w:rPr>
          <w:rFonts w:ascii="Arial" w:hAnsi="Arial" w:cs="Arial"/>
        </w:rPr>
      </w:pPr>
      <w:r w:rsidRPr="00436C85">
        <w:rPr>
          <w:rFonts w:ascii="Arial" w:hAnsi="Arial" w:cs="Arial"/>
        </w:rPr>
        <w:t>5.    Поступившие   предложения   регистрируются   комиссией   в   день поступления.</w:t>
      </w:r>
    </w:p>
    <w:p w:rsidR="006E45FF" w:rsidRPr="00436C85" w:rsidRDefault="006E45FF" w:rsidP="00195450">
      <w:pPr>
        <w:autoSpaceDE w:val="0"/>
        <w:autoSpaceDN w:val="0"/>
        <w:ind w:firstLine="708"/>
        <w:jc w:val="both"/>
        <w:rPr>
          <w:rFonts w:ascii="Arial" w:hAnsi="Arial" w:cs="Arial"/>
        </w:rPr>
      </w:pPr>
    </w:p>
    <w:p w:rsidR="006E45FF" w:rsidRPr="00436C85" w:rsidRDefault="006E45FF" w:rsidP="00195450">
      <w:pPr>
        <w:autoSpaceDE w:val="0"/>
        <w:autoSpaceDN w:val="0"/>
        <w:ind w:firstLine="708"/>
        <w:jc w:val="both"/>
        <w:rPr>
          <w:rFonts w:ascii="Arial" w:hAnsi="Arial" w:cs="Arial"/>
        </w:rPr>
      </w:pPr>
      <w:r w:rsidRPr="00436C85">
        <w:rPr>
          <w:rFonts w:ascii="Arial" w:hAnsi="Arial" w:cs="Arial"/>
        </w:rPr>
        <w:t>6. Предложения по проекту решения о внесении изменений и дополнений в   Правила,   внесенные   с   нарушением   положений   и   сроков,   установленных настоящим Порядком, не рассматриваются.</w:t>
      </w:r>
    </w:p>
    <w:p w:rsidR="006E45FF" w:rsidRPr="00436C85" w:rsidRDefault="006E45FF" w:rsidP="00195450">
      <w:pPr>
        <w:autoSpaceDE w:val="0"/>
        <w:autoSpaceDN w:val="0"/>
        <w:ind w:firstLine="708"/>
        <w:jc w:val="both"/>
        <w:rPr>
          <w:rFonts w:ascii="Arial" w:hAnsi="Arial" w:cs="Arial"/>
        </w:rPr>
      </w:pPr>
    </w:p>
    <w:p w:rsidR="006E45FF" w:rsidRPr="00436C85" w:rsidRDefault="006E45FF" w:rsidP="00195450">
      <w:pPr>
        <w:pStyle w:val="BodyTextIndent"/>
        <w:rPr>
          <w:rFonts w:ascii="Arial" w:hAnsi="Arial" w:cs="Arial"/>
          <w:sz w:val="24"/>
          <w:szCs w:val="24"/>
        </w:rPr>
      </w:pPr>
      <w:r w:rsidRPr="00436C85">
        <w:rPr>
          <w:rFonts w:ascii="Arial" w:hAnsi="Arial" w:cs="Arial"/>
          <w:sz w:val="24"/>
          <w:szCs w:val="24"/>
        </w:rPr>
        <w:t xml:space="preserve">7. Комиссия обобщает и систематизирует поступившие предложения и по итогам    рассмотрения    готовит    по    ним    мотивированное    заключение. Обобщенные     и     систематизированные     материалы     вместе     со    своим  мотивированным заключением комиссия направляет в Собрание депутатов </w:t>
      </w:r>
      <w:r>
        <w:rPr>
          <w:rFonts w:ascii="Arial" w:hAnsi="Arial" w:cs="Arial"/>
          <w:sz w:val="24"/>
          <w:szCs w:val="24"/>
        </w:rPr>
        <w:t>Вишневского</w:t>
      </w:r>
      <w:r w:rsidRPr="00436C85">
        <w:rPr>
          <w:rFonts w:ascii="Arial" w:hAnsi="Arial" w:cs="Arial"/>
          <w:sz w:val="24"/>
          <w:szCs w:val="24"/>
        </w:rPr>
        <w:t xml:space="preserve"> сельсовета Щигровского района  в  течение   5  дней  со  дня завершения приема предложений.</w:t>
      </w:r>
    </w:p>
    <w:p w:rsidR="006E45FF" w:rsidRPr="00436C85" w:rsidRDefault="006E45FF" w:rsidP="00195450">
      <w:pPr>
        <w:pStyle w:val="BodyTextIndent"/>
        <w:rPr>
          <w:rFonts w:ascii="Arial" w:hAnsi="Arial" w:cs="Arial"/>
          <w:sz w:val="24"/>
          <w:szCs w:val="24"/>
        </w:rPr>
      </w:pPr>
    </w:p>
    <w:p w:rsidR="006E45FF" w:rsidRPr="00436C85" w:rsidRDefault="006E45FF" w:rsidP="00195450">
      <w:pPr>
        <w:autoSpaceDE w:val="0"/>
        <w:autoSpaceDN w:val="0"/>
        <w:ind w:firstLine="708"/>
        <w:jc w:val="both"/>
        <w:rPr>
          <w:rFonts w:ascii="Arial" w:hAnsi="Arial" w:cs="Arial"/>
        </w:rPr>
      </w:pPr>
      <w:r w:rsidRPr="00436C85">
        <w:rPr>
          <w:rFonts w:ascii="Arial" w:hAnsi="Arial" w:cs="Arial"/>
        </w:rPr>
        <w:t>8. При необходимости комиссия вправе привлекать для изучения и оценки поступивших предложений авторов либо их представителей, а также специалистов.</w:t>
      </w:r>
    </w:p>
    <w:p w:rsidR="006E45FF" w:rsidRPr="00436C85" w:rsidRDefault="006E45FF" w:rsidP="0019545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8F1FE0">
      <w:pPr>
        <w:rPr>
          <w:rFonts w:ascii="Arial" w:hAnsi="Arial" w:cs="Arial"/>
        </w:rPr>
      </w:pPr>
    </w:p>
    <w:p w:rsidR="006E45FF" w:rsidRDefault="006E45FF" w:rsidP="00E46B22">
      <w:pPr>
        <w:autoSpaceDE w:val="0"/>
        <w:autoSpaceDN w:val="0"/>
        <w:ind w:firstLine="708"/>
        <w:jc w:val="right"/>
        <w:rPr>
          <w:rFonts w:ascii="Arial" w:hAnsi="Arial" w:cs="Arial"/>
        </w:rPr>
      </w:pPr>
      <w:r w:rsidRPr="00281AB7">
        <w:rPr>
          <w:rFonts w:ascii="Arial" w:hAnsi="Arial" w:cs="Arial"/>
        </w:rPr>
        <w:t xml:space="preserve">                                                                             </w:t>
      </w:r>
    </w:p>
    <w:p w:rsidR="006E45FF" w:rsidRDefault="006E45FF" w:rsidP="00E46B22">
      <w:pPr>
        <w:autoSpaceDE w:val="0"/>
        <w:autoSpaceDN w:val="0"/>
        <w:ind w:firstLine="708"/>
        <w:jc w:val="right"/>
        <w:rPr>
          <w:rFonts w:ascii="Arial" w:hAnsi="Arial" w:cs="Arial"/>
        </w:rPr>
      </w:pPr>
    </w:p>
    <w:p w:rsidR="006E45FF" w:rsidRDefault="006E45FF" w:rsidP="00E46B22">
      <w:pPr>
        <w:autoSpaceDE w:val="0"/>
        <w:autoSpaceDN w:val="0"/>
        <w:ind w:firstLine="708"/>
        <w:jc w:val="right"/>
        <w:rPr>
          <w:rFonts w:ascii="Arial" w:hAnsi="Arial" w:cs="Arial"/>
        </w:rPr>
      </w:pPr>
    </w:p>
    <w:p w:rsidR="006E45FF" w:rsidRDefault="006E45FF" w:rsidP="00E46B22">
      <w:pPr>
        <w:autoSpaceDE w:val="0"/>
        <w:autoSpaceDN w:val="0"/>
        <w:ind w:firstLine="708"/>
        <w:jc w:val="right"/>
        <w:rPr>
          <w:rFonts w:ascii="Arial" w:hAnsi="Arial" w:cs="Arial"/>
        </w:rPr>
      </w:pPr>
    </w:p>
    <w:p w:rsidR="006E45FF" w:rsidRPr="00281AB7" w:rsidRDefault="006E45FF" w:rsidP="00E46B22">
      <w:pPr>
        <w:autoSpaceDE w:val="0"/>
        <w:autoSpaceDN w:val="0"/>
        <w:ind w:firstLine="708"/>
        <w:rPr>
          <w:rFonts w:ascii="Arial" w:hAnsi="Arial" w:cs="Arial"/>
        </w:rPr>
      </w:pPr>
    </w:p>
    <w:p w:rsidR="006E45FF" w:rsidRPr="00281AB7" w:rsidRDefault="006E45FF" w:rsidP="00E46B22">
      <w:pPr>
        <w:autoSpaceDE w:val="0"/>
        <w:autoSpaceDN w:val="0"/>
        <w:ind w:firstLine="708"/>
        <w:jc w:val="center"/>
        <w:rPr>
          <w:rFonts w:ascii="Arial" w:hAnsi="Arial" w:cs="Arial"/>
        </w:rPr>
      </w:pPr>
    </w:p>
    <w:p w:rsidR="006E45FF" w:rsidRPr="00281AB7" w:rsidRDefault="006E45FF" w:rsidP="00E46B22">
      <w:pPr>
        <w:autoSpaceDE w:val="0"/>
        <w:autoSpaceDN w:val="0"/>
        <w:ind w:firstLine="708"/>
        <w:jc w:val="center"/>
        <w:rPr>
          <w:rFonts w:ascii="Arial" w:hAnsi="Arial" w:cs="Arial"/>
          <w:b/>
          <w:sz w:val="32"/>
          <w:szCs w:val="32"/>
        </w:rPr>
      </w:pPr>
      <w:r w:rsidRPr="00281AB7">
        <w:rPr>
          <w:rFonts w:ascii="Arial" w:hAnsi="Arial" w:cs="Arial"/>
          <w:b/>
          <w:sz w:val="32"/>
          <w:szCs w:val="32"/>
        </w:rPr>
        <w:t>СОСТАВ  КОМИССИИ</w:t>
      </w:r>
    </w:p>
    <w:p w:rsidR="006E45FF" w:rsidRPr="00281AB7" w:rsidRDefault="006E45FF" w:rsidP="00E46B22">
      <w:pPr>
        <w:autoSpaceDE w:val="0"/>
        <w:autoSpaceDN w:val="0"/>
        <w:ind w:firstLine="708"/>
        <w:jc w:val="center"/>
        <w:rPr>
          <w:rFonts w:ascii="Arial" w:hAnsi="Arial" w:cs="Arial"/>
          <w:sz w:val="32"/>
          <w:szCs w:val="32"/>
        </w:rPr>
      </w:pPr>
      <w:r w:rsidRPr="00281AB7">
        <w:rPr>
          <w:rFonts w:ascii="Arial" w:hAnsi="Arial" w:cs="Arial"/>
          <w:sz w:val="32"/>
          <w:szCs w:val="32"/>
        </w:rPr>
        <w:t>по обсуждению проекта решения Собрания депутатов</w:t>
      </w:r>
    </w:p>
    <w:p w:rsidR="006E45FF" w:rsidRPr="00281AB7" w:rsidRDefault="006E45FF" w:rsidP="00E46B22">
      <w:pPr>
        <w:autoSpaceDE w:val="0"/>
        <w:autoSpaceDN w:val="0"/>
        <w:ind w:firstLine="708"/>
        <w:jc w:val="center"/>
        <w:rPr>
          <w:rFonts w:ascii="Arial" w:hAnsi="Arial" w:cs="Arial"/>
          <w:sz w:val="32"/>
          <w:szCs w:val="32"/>
        </w:rPr>
      </w:pPr>
      <w:r>
        <w:rPr>
          <w:rFonts w:ascii="Arial" w:hAnsi="Arial" w:cs="Arial"/>
          <w:sz w:val="32"/>
          <w:szCs w:val="32"/>
        </w:rPr>
        <w:t>Вишневского</w:t>
      </w:r>
      <w:r w:rsidRPr="00281AB7">
        <w:rPr>
          <w:rFonts w:ascii="Arial" w:hAnsi="Arial" w:cs="Arial"/>
          <w:sz w:val="32"/>
          <w:szCs w:val="32"/>
        </w:rPr>
        <w:t xml:space="preserve"> сельсовета Щигровского района    «Об утверждении Правил благоустройства на территории  муниципального   образования    «</w:t>
      </w:r>
      <w:r>
        <w:rPr>
          <w:rFonts w:ascii="Arial" w:hAnsi="Arial" w:cs="Arial"/>
          <w:sz w:val="32"/>
          <w:szCs w:val="32"/>
        </w:rPr>
        <w:t>Вишневский</w:t>
      </w:r>
      <w:r w:rsidRPr="00281AB7">
        <w:rPr>
          <w:rFonts w:ascii="Arial" w:hAnsi="Arial" w:cs="Arial"/>
          <w:sz w:val="32"/>
          <w:szCs w:val="32"/>
        </w:rPr>
        <w:t xml:space="preserve">   сельсовет» Щигровского района Курской области»</w:t>
      </w:r>
    </w:p>
    <w:p w:rsidR="006E45FF" w:rsidRPr="00281AB7" w:rsidRDefault="006E45FF" w:rsidP="00E46B22">
      <w:pPr>
        <w:autoSpaceDE w:val="0"/>
        <w:autoSpaceDN w:val="0"/>
        <w:ind w:firstLine="708"/>
        <w:jc w:val="center"/>
        <w:rPr>
          <w:rFonts w:ascii="Arial" w:hAnsi="Arial" w:cs="Arial"/>
          <w:sz w:val="32"/>
          <w:szCs w:val="32"/>
        </w:rPr>
      </w:pPr>
    </w:p>
    <w:p w:rsidR="006E45FF" w:rsidRPr="00281AB7" w:rsidRDefault="006E45FF" w:rsidP="00E46B22">
      <w:pPr>
        <w:autoSpaceDE w:val="0"/>
        <w:autoSpaceDN w:val="0"/>
        <w:ind w:firstLine="708"/>
        <w:rPr>
          <w:rFonts w:ascii="Arial" w:hAnsi="Arial" w:cs="Arial"/>
          <w:b/>
          <w:bCs/>
          <w:sz w:val="32"/>
          <w:szCs w:val="32"/>
        </w:rPr>
      </w:pPr>
      <w:r w:rsidRPr="00281AB7">
        <w:rPr>
          <w:rFonts w:ascii="Arial" w:hAnsi="Arial" w:cs="Arial"/>
        </w:rPr>
        <w:t xml:space="preserve">  </w:t>
      </w:r>
      <w:r w:rsidRPr="00281AB7">
        <w:rPr>
          <w:rFonts w:ascii="Arial" w:hAnsi="Arial" w:cs="Arial"/>
          <w:b/>
          <w:bCs/>
        </w:rPr>
        <w:t xml:space="preserve">                    </w:t>
      </w:r>
      <w:r w:rsidRPr="00281AB7">
        <w:rPr>
          <w:rFonts w:ascii="Arial" w:hAnsi="Arial" w:cs="Arial"/>
          <w:b/>
          <w:bCs/>
          <w:sz w:val="32"/>
          <w:szCs w:val="32"/>
        </w:rPr>
        <w:t>Председатель комиссии:</w:t>
      </w:r>
    </w:p>
    <w:p w:rsidR="006E45FF" w:rsidRPr="00281AB7" w:rsidRDefault="006E45FF" w:rsidP="00E46B22">
      <w:pPr>
        <w:autoSpaceDE w:val="0"/>
        <w:autoSpaceDN w:val="0"/>
        <w:ind w:firstLine="708"/>
        <w:rPr>
          <w:rFonts w:ascii="Arial" w:hAnsi="Arial" w:cs="Arial"/>
          <w:b/>
          <w:bCs/>
        </w:rPr>
      </w:pPr>
    </w:p>
    <w:p w:rsidR="006E45FF" w:rsidRPr="00281AB7" w:rsidRDefault="006E45FF" w:rsidP="00E46B22">
      <w:pPr>
        <w:autoSpaceDE w:val="0"/>
        <w:autoSpaceDN w:val="0"/>
        <w:rPr>
          <w:rFonts w:ascii="Arial" w:hAnsi="Arial" w:cs="Arial"/>
        </w:rPr>
      </w:pPr>
      <w:r>
        <w:rPr>
          <w:rFonts w:ascii="Arial" w:hAnsi="Arial" w:cs="Arial"/>
        </w:rPr>
        <w:t>Усов А.В.</w:t>
      </w:r>
      <w:r w:rsidRPr="00281AB7">
        <w:rPr>
          <w:rFonts w:ascii="Arial" w:hAnsi="Arial" w:cs="Arial"/>
        </w:rPr>
        <w:t xml:space="preserve">  –  Глава  </w:t>
      </w:r>
      <w:r>
        <w:rPr>
          <w:rFonts w:ascii="Arial" w:hAnsi="Arial" w:cs="Arial"/>
        </w:rPr>
        <w:t>Вишневского</w:t>
      </w:r>
      <w:r w:rsidRPr="00281AB7">
        <w:rPr>
          <w:rFonts w:ascii="Arial" w:hAnsi="Arial" w:cs="Arial"/>
        </w:rPr>
        <w:t xml:space="preserve"> сельсовета</w:t>
      </w:r>
    </w:p>
    <w:p w:rsidR="006E45FF" w:rsidRPr="00281AB7" w:rsidRDefault="006E45FF" w:rsidP="00E46B22">
      <w:pPr>
        <w:autoSpaceDE w:val="0"/>
        <w:autoSpaceDN w:val="0"/>
        <w:rPr>
          <w:rFonts w:ascii="Arial" w:hAnsi="Arial" w:cs="Arial"/>
        </w:rPr>
      </w:pPr>
    </w:p>
    <w:p w:rsidR="006E45FF" w:rsidRPr="00281AB7" w:rsidRDefault="006E45FF" w:rsidP="00E46B22">
      <w:pPr>
        <w:autoSpaceDE w:val="0"/>
        <w:autoSpaceDN w:val="0"/>
        <w:ind w:left="1068"/>
        <w:rPr>
          <w:rFonts w:ascii="Arial" w:hAnsi="Arial" w:cs="Arial"/>
          <w:b/>
          <w:bCs/>
          <w:sz w:val="32"/>
          <w:szCs w:val="32"/>
        </w:rPr>
      </w:pPr>
      <w:r w:rsidRPr="00281AB7">
        <w:rPr>
          <w:rFonts w:ascii="Arial" w:hAnsi="Arial" w:cs="Arial"/>
          <w:sz w:val="32"/>
          <w:szCs w:val="32"/>
        </w:rPr>
        <w:t xml:space="preserve"> </w:t>
      </w:r>
      <w:r w:rsidRPr="00281AB7">
        <w:rPr>
          <w:rFonts w:ascii="Arial" w:hAnsi="Arial" w:cs="Arial"/>
          <w:b/>
          <w:bCs/>
          <w:sz w:val="32"/>
          <w:szCs w:val="32"/>
        </w:rPr>
        <w:t xml:space="preserve">                   Члены комиссии:</w:t>
      </w:r>
    </w:p>
    <w:p w:rsidR="006E45FF" w:rsidRPr="00281AB7" w:rsidRDefault="006E45FF" w:rsidP="00E46B22">
      <w:pPr>
        <w:autoSpaceDE w:val="0"/>
        <w:autoSpaceDN w:val="0"/>
        <w:rPr>
          <w:rFonts w:ascii="Arial" w:hAnsi="Arial" w:cs="Arial"/>
          <w:sz w:val="32"/>
          <w:szCs w:val="32"/>
        </w:rPr>
      </w:pPr>
    </w:p>
    <w:p w:rsidR="006E45FF" w:rsidRPr="00281AB7" w:rsidRDefault="006E45FF" w:rsidP="00E46B22">
      <w:pPr>
        <w:autoSpaceDE w:val="0"/>
        <w:autoSpaceDN w:val="0"/>
        <w:rPr>
          <w:rFonts w:ascii="Arial" w:hAnsi="Arial" w:cs="Arial"/>
        </w:rPr>
      </w:pPr>
      <w:r w:rsidRPr="00281AB7">
        <w:rPr>
          <w:rFonts w:ascii="Arial" w:hAnsi="Arial" w:cs="Arial"/>
        </w:rPr>
        <w:t xml:space="preserve">1. </w:t>
      </w:r>
      <w:r>
        <w:rPr>
          <w:rFonts w:ascii="Arial" w:hAnsi="Arial" w:cs="Arial"/>
        </w:rPr>
        <w:t>Хомякова Л.А. – заведующая ФАП п.Вишневка</w:t>
      </w:r>
    </w:p>
    <w:p w:rsidR="006E45FF" w:rsidRPr="00281AB7" w:rsidRDefault="006E45FF" w:rsidP="00E46B22">
      <w:pPr>
        <w:autoSpaceDE w:val="0"/>
        <w:autoSpaceDN w:val="0"/>
        <w:rPr>
          <w:rFonts w:ascii="Arial" w:hAnsi="Arial" w:cs="Arial"/>
        </w:rPr>
      </w:pPr>
    </w:p>
    <w:p w:rsidR="006E45FF" w:rsidRPr="00281AB7" w:rsidRDefault="006E45FF" w:rsidP="00E46B22">
      <w:pPr>
        <w:autoSpaceDE w:val="0"/>
        <w:autoSpaceDN w:val="0"/>
        <w:rPr>
          <w:rFonts w:ascii="Arial" w:hAnsi="Arial" w:cs="Arial"/>
        </w:rPr>
      </w:pPr>
      <w:r w:rsidRPr="00281AB7">
        <w:rPr>
          <w:rFonts w:ascii="Arial" w:hAnsi="Arial" w:cs="Arial"/>
        </w:rPr>
        <w:t xml:space="preserve">2.  </w:t>
      </w:r>
      <w:r>
        <w:rPr>
          <w:rFonts w:ascii="Arial" w:hAnsi="Arial" w:cs="Arial"/>
        </w:rPr>
        <w:t>Медведев С.А.</w:t>
      </w:r>
      <w:r w:rsidRPr="00281AB7">
        <w:rPr>
          <w:rFonts w:ascii="Arial" w:hAnsi="Arial" w:cs="Arial"/>
        </w:rPr>
        <w:t xml:space="preserve"> - депутат Собрания депутатов </w:t>
      </w:r>
      <w:r>
        <w:rPr>
          <w:rFonts w:ascii="Arial" w:hAnsi="Arial" w:cs="Arial"/>
        </w:rPr>
        <w:t>Вишневского сельсовета</w:t>
      </w:r>
    </w:p>
    <w:p w:rsidR="006E45FF" w:rsidRPr="00281AB7" w:rsidRDefault="006E45FF" w:rsidP="00E46B22">
      <w:pPr>
        <w:autoSpaceDE w:val="0"/>
        <w:autoSpaceDN w:val="0"/>
        <w:rPr>
          <w:rFonts w:ascii="Arial" w:hAnsi="Arial" w:cs="Arial"/>
        </w:rPr>
      </w:pPr>
    </w:p>
    <w:p w:rsidR="006E45FF" w:rsidRPr="00281AB7" w:rsidRDefault="006E45FF" w:rsidP="00E46B22">
      <w:pPr>
        <w:autoSpaceDE w:val="0"/>
        <w:autoSpaceDN w:val="0"/>
        <w:rPr>
          <w:rFonts w:ascii="Arial" w:hAnsi="Arial" w:cs="Arial"/>
        </w:rPr>
      </w:pPr>
      <w:r w:rsidRPr="00281AB7">
        <w:rPr>
          <w:rFonts w:ascii="Arial" w:hAnsi="Arial" w:cs="Arial"/>
        </w:rPr>
        <w:t xml:space="preserve">3. </w:t>
      </w:r>
      <w:r>
        <w:rPr>
          <w:rFonts w:ascii="Arial" w:hAnsi="Arial" w:cs="Arial"/>
        </w:rPr>
        <w:t>Кретова М.Б.</w:t>
      </w:r>
      <w:r w:rsidRPr="00281AB7">
        <w:rPr>
          <w:rFonts w:ascii="Arial" w:hAnsi="Arial" w:cs="Arial"/>
        </w:rPr>
        <w:t xml:space="preserve"> – директор  МКУК «</w:t>
      </w:r>
      <w:r>
        <w:rPr>
          <w:rFonts w:ascii="Arial" w:hAnsi="Arial" w:cs="Arial"/>
        </w:rPr>
        <w:t>Вишневский</w:t>
      </w:r>
      <w:r w:rsidRPr="00281AB7">
        <w:rPr>
          <w:rFonts w:ascii="Arial" w:hAnsi="Arial" w:cs="Arial"/>
        </w:rPr>
        <w:t xml:space="preserve"> </w:t>
      </w:r>
      <w:r>
        <w:rPr>
          <w:rFonts w:ascii="Arial" w:hAnsi="Arial" w:cs="Arial"/>
        </w:rPr>
        <w:t>Ц</w:t>
      </w:r>
      <w:r w:rsidRPr="00281AB7">
        <w:rPr>
          <w:rFonts w:ascii="Arial" w:hAnsi="Arial" w:cs="Arial"/>
        </w:rPr>
        <w:t>СДК».</w:t>
      </w:r>
    </w:p>
    <w:p w:rsidR="006E45FF" w:rsidRPr="00281AB7" w:rsidRDefault="006E45FF" w:rsidP="00E46B22">
      <w:pPr>
        <w:autoSpaceDE w:val="0"/>
        <w:autoSpaceDN w:val="0"/>
        <w:ind w:firstLine="708"/>
        <w:rPr>
          <w:rFonts w:ascii="Arial" w:hAnsi="Arial" w:cs="Arial"/>
        </w:rPr>
      </w:pPr>
    </w:p>
    <w:p w:rsidR="006E45FF" w:rsidRPr="00281AB7" w:rsidRDefault="006E45FF" w:rsidP="00E46B22">
      <w:pPr>
        <w:autoSpaceDE w:val="0"/>
        <w:autoSpaceDN w:val="0"/>
        <w:ind w:firstLine="708"/>
        <w:rPr>
          <w:rFonts w:ascii="Arial" w:hAnsi="Arial" w:cs="Arial"/>
        </w:rPr>
      </w:pPr>
    </w:p>
    <w:p w:rsidR="006E45FF" w:rsidRPr="00281AB7" w:rsidRDefault="006E45FF" w:rsidP="00E46B22">
      <w:pPr>
        <w:autoSpaceDE w:val="0"/>
        <w:autoSpaceDN w:val="0"/>
        <w:ind w:firstLine="708"/>
        <w:rPr>
          <w:rFonts w:ascii="Arial" w:hAnsi="Arial" w:cs="Arial"/>
        </w:rPr>
      </w:pPr>
    </w:p>
    <w:p w:rsidR="006E45FF" w:rsidRPr="00281AB7" w:rsidRDefault="006E45FF" w:rsidP="00E46B22">
      <w:pPr>
        <w:autoSpaceDE w:val="0"/>
        <w:autoSpaceDN w:val="0"/>
        <w:ind w:firstLine="708"/>
        <w:rPr>
          <w:rFonts w:ascii="Arial" w:hAnsi="Arial" w:cs="Arial"/>
        </w:rPr>
      </w:pPr>
    </w:p>
    <w:p w:rsidR="006E45FF" w:rsidRDefault="006E45FF" w:rsidP="00E46B22">
      <w:pPr>
        <w:autoSpaceDE w:val="0"/>
        <w:autoSpaceDN w:val="0"/>
        <w:ind w:firstLine="708"/>
      </w:pPr>
    </w:p>
    <w:p w:rsidR="006E45FF" w:rsidRDefault="006E45FF" w:rsidP="00E46B22">
      <w:pPr>
        <w:autoSpaceDE w:val="0"/>
        <w:autoSpaceDN w:val="0"/>
        <w:ind w:firstLine="708"/>
      </w:pPr>
    </w:p>
    <w:p w:rsidR="006E45FF" w:rsidRDefault="006E45FF" w:rsidP="00E46B22">
      <w:pPr>
        <w:autoSpaceDE w:val="0"/>
        <w:autoSpaceDN w:val="0"/>
        <w:ind w:firstLine="708"/>
      </w:pPr>
    </w:p>
    <w:p w:rsidR="006E45FF" w:rsidRDefault="006E45FF" w:rsidP="00E46B22">
      <w:pPr>
        <w:autoSpaceDE w:val="0"/>
        <w:autoSpaceDN w:val="0"/>
        <w:ind w:firstLine="708"/>
      </w:pPr>
    </w:p>
    <w:p w:rsidR="006E45FF" w:rsidRDefault="006E45FF" w:rsidP="00E46B22">
      <w:pPr>
        <w:autoSpaceDE w:val="0"/>
        <w:autoSpaceDN w:val="0"/>
      </w:pPr>
    </w:p>
    <w:p w:rsidR="006E45FF" w:rsidRDefault="006E45FF" w:rsidP="00E46B22">
      <w:pPr>
        <w:autoSpaceDE w:val="0"/>
        <w:autoSpaceDN w:val="0"/>
      </w:pPr>
    </w:p>
    <w:p w:rsidR="006E45FF" w:rsidRDefault="006E45FF" w:rsidP="00E46B22">
      <w:pPr>
        <w:autoSpaceDE w:val="0"/>
        <w:autoSpaceDN w:val="0"/>
      </w:pPr>
    </w:p>
    <w:p w:rsidR="006E45FF" w:rsidRDefault="006E45FF" w:rsidP="00E46B22">
      <w:pPr>
        <w:autoSpaceDE w:val="0"/>
        <w:autoSpaceDN w:val="0"/>
      </w:pPr>
    </w:p>
    <w:p w:rsidR="006E45FF" w:rsidRDefault="006E45FF" w:rsidP="00E46B22">
      <w:pPr>
        <w:autoSpaceDE w:val="0"/>
        <w:autoSpaceDN w:val="0"/>
      </w:pPr>
    </w:p>
    <w:p w:rsidR="006E45FF" w:rsidRDefault="006E45FF" w:rsidP="00E46B22">
      <w:pPr>
        <w:autoSpaceDE w:val="0"/>
        <w:autoSpaceDN w:val="0"/>
      </w:pPr>
    </w:p>
    <w:p w:rsidR="006E45FF" w:rsidRDefault="006E45FF" w:rsidP="00E46B22">
      <w:pPr>
        <w:autoSpaceDE w:val="0"/>
        <w:autoSpaceDN w:val="0"/>
      </w:pPr>
    </w:p>
    <w:p w:rsidR="006E45FF" w:rsidRDefault="006E45FF" w:rsidP="00E46B22">
      <w:pPr>
        <w:autoSpaceDE w:val="0"/>
        <w:autoSpaceDN w:val="0"/>
      </w:pPr>
    </w:p>
    <w:p w:rsidR="006E45FF" w:rsidRDefault="006E45FF" w:rsidP="00E46B22">
      <w:pPr>
        <w:autoSpaceDE w:val="0"/>
        <w:autoSpaceDN w:val="0"/>
        <w:ind w:firstLine="708"/>
        <w:rPr>
          <w:sz w:val="28"/>
          <w:szCs w:val="28"/>
        </w:rPr>
      </w:pPr>
    </w:p>
    <w:p w:rsidR="006E45FF" w:rsidRDefault="006E45FF" w:rsidP="00E46B22">
      <w:pPr>
        <w:autoSpaceDE w:val="0"/>
        <w:autoSpaceDN w:val="0"/>
        <w:ind w:firstLine="708"/>
        <w:rPr>
          <w:sz w:val="28"/>
          <w:szCs w:val="28"/>
        </w:rPr>
      </w:pPr>
    </w:p>
    <w:p w:rsidR="006E45FF" w:rsidRDefault="006E45FF" w:rsidP="00E46B22">
      <w:pPr>
        <w:autoSpaceDE w:val="0"/>
        <w:autoSpaceDN w:val="0"/>
        <w:ind w:firstLine="708"/>
        <w:rPr>
          <w:sz w:val="28"/>
          <w:szCs w:val="28"/>
        </w:rPr>
      </w:pPr>
    </w:p>
    <w:p w:rsidR="006E45FF" w:rsidRDefault="006E45FF" w:rsidP="00E46B22">
      <w:pPr>
        <w:autoSpaceDE w:val="0"/>
        <w:autoSpaceDN w:val="0"/>
        <w:rPr>
          <w:sz w:val="28"/>
          <w:szCs w:val="28"/>
        </w:rPr>
      </w:pPr>
    </w:p>
    <w:p w:rsidR="006E45FF" w:rsidRDefault="006E45FF" w:rsidP="00E46B22">
      <w:pPr>
        <w:autoSpaceDE w:val="0"/>
        <w:autoSpaceDN w:val="0"/>
        <w:rPr>
          <w:sz w:val="28"/>
          <w:szCs w:val="28"/>
        </w:rPr>
      </w:pPr>
    </w:p>
    <w:p w:rsidR="006E45FF" w:rsidRDefault="006E45FF" w:rsidP="00E46B22">
      <w:pPr>
        <w:autoSpaceDE w:val="0"/>
        <w:autoSpaceDN w:val="0"/>
        <w:rPr>
          <w:sz w:val="28"/>
          <w:szCs w:val="28"/>
        </w:rPr>
      </w:pPr>
    </w:p>
    <w:p w:rsidR="006E45FF" w:rsidRDefault="006E45FF" w:rsidP="00E46B22"/>
    <w:p w:rsidR="006E45FF" w:rsidRPr="008122D3" w:rsidRDefault="006E45FF" w:rsidP="008F1FE0">
      <w:pPr>
        <w:rPr>
          <w:rFonts w:ascii="Arial" w:hAnsi="Arial" w:cs="Arial"/>
        </w:rPr>
      </w:pPr>
    </w:p>
    <w:sectPr w:rsidR="006E45FF" w:rsidRPr="008122D3" w:rsidSect="00B37293">
      <w:headerReference w:type="even" r:id="rId7"/>
      <w:headerReference w:type="default" r:id="rId8"/>
      <w:pgSz w:w="11906" w:h="16838"/>
      <w:pgMar w:top="1134" w:right="1276" w:bottom="1134" w:left="1559"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5FF" w:rsidRDefault="006E45FF">
      <w:r>
        <w:separator/>
      </w:r>
    </w:p>
  </w:endnote>
  <w:endnote w:type="continuationSeparator" w:id="1">
    <w:p w:rsidR="006E45FF" w:rsidRDefault="006E45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5FF" w:rsidRDefault="006E45FF">
      <w:r>
        <w:separator/>
      </w:r>
    </w:p>
  </w:footnote>
  <w:footnote w:type="continuationSeparator" w:id="1">
    <w:p w:rsidR="006E45FF" w:rsidRDefault="006E45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5FF" w:rsidRDefault="006E45FF" w:rsidP="00B3729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45FF" w:rsidRDefault="006E45FF" w:rsidP="00B3729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5FF" w:rsidRDefault="006E45FF" w:rsidP="00B3729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rsidR="006E45FF" w:rsidRDefault="006E45FF" w:rsidP="00B37293">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7293"/>
    <w:rsid w:val="00015EDC"/>
    <w:rsid w:val="000534C2"/>
    <w:rsid w:val="000C4280"/>
    <w:rsid w:val="0012521E"/>
    <w:rsid w:val="00182CFC"/>
    <w:rsid w:val="00183B5F"/>
    <w:rsid w:val="00195450"/>
    <w:rsid w:val="001C27F2"/>
    <w:rsid w:val="00213001"/>
    <w:rsid w:val="00281AB7"/>
    <w:rsid w:val="00295F62"/>
    <w:rsid w:val="00370D1B"/>
    <w:rsid w:val="00436C85"/>
    <w:rsid w:val="004D673B"/>
    <w:rsid w:val="004F0D05"/>
    <w:rsid w:val="005F58EF"/>
    <w:rsid w:val="006222FA"/>
    <w:rsid w:val="00636376"/>
    <w:rsid w:val="00683137"/>
    <w:rsid w:val="006E45FF"/>
    <w:rsid w:val="00702326"/>
    <w:rsid w:val="007353A7"/>
    <w:rsid w:val="007C5793"/>
    <w:rsid w:val="007D43A9"/>
    <w:rsid w:val="008122D3"/>
    <w:rsid w:val="0083479F"/>
    <w:rsid w:val="008740DC"/>
    <w:rsid w:val="00891D7A"/>
    <w:rsid w:val="008B2248"/>
    <w:rsid w:val="008B4905"/>
    <w:rsid w:val="008C4EEB"/>
    <w:rsid w:val="008F1FE0"/>
    <w:rsid w:val="009A62F1"/>
    <w:rsid w:val="009E07B4"/>
    <w:rsid w:val="00A61EC8"/>
    <w:rsid w:val="00A84435"/>
    <w:rsid w:val="00AE2623"/>
    <w:rsid w:val="00B37293"/>
    <w:rsid w:val="00B60C6E"/>
    <w:rsid w:val="00B70A45"/>
    <w:rsid w:val="00C2232B"/>
    <w:rsid w:val="00CA06AD"/>
    <w:rsid w:val="00D33145"/>
    <w:rsid w:val="00E3165B"/>
    <w:rsid w:val="00E40253"/>
    <w:rsid w:val="00E46B22"/>
    <w:rsid w:val="00EC2097"/>
    <w:rsid w:val="00F006A5"/>
    <w:rsid w:val="00F36D56"/>
    <w:rsid w:val="00F81DCE"/>
    <w:rsid w:val="00FC3EFB"/>
    <w:rsid w:val="00FE72B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29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37293"/>
    <w:pPr>
      <w:ind w:firstLine="720"/>
      <w:jc w:val="both"/>
    </w:pPr>
    <w:rPr>
      <w:sz w:val="28"/>
      <w:szCs w:val="20"/>
    </w:rPr>
  </w:style>
  <w:style w:type="character" w:customStyle="1" w:styleId="BodyTextIndentChar">
    <w:name w:val="Body Text Indent Char"/>
    <w:basedOn w:val="DefaultParagraphFont"/>
    <w:link w:val="BodyTextIndent"/>
    <w:uiPriority w:val="99"/>
    <w:semiHidden/>
    <w:rsid w:val="000B4610"/>
    <w:rPr>
      <w:sz w:val="24"/>
      <w:szCs w:val="24"/>
    </w:rPr>
  </w:style>
  <w:style w:type="paragraph" w:styleId="Header">
    <w:name w:val="header"/>
    <w:basedOn w:val="Normal"/>
    <w:link w:val="HeaderChar"/>
    <w:uiPriority w:val="99"/>
    <w:rsid w:val="00B37293"/>
    <w:pPr>
      <w:tabs>
        <w:tab w:val="center" w:pos="4677"/>
        <w:tab w:val="right" w:pos="9355"/>
      </w:tabs>
    </w:pPr>
  </w:style>
  <w:style w:type="character" w:customStyle="1" w:styleId="HeaderChar">
    <w:name w:val="Header Char"/>
    <w:basedOn w:val="DefaultParagraphFont"/>
    <w:link w:val="Header"/>
    <w:uiPriority w:val="99"/>
    <w:semiHidden/>
    <w:rsid w:val="000B4610"/>
    <w:rPr>
      <w:sz w:val="24"/>
      <w:szCs w:val="24"/>
    </w:rPr>
  </w:style>
  <w:style w:type="character" w:styleId="PageNumber">
    <w:name w:val="page number"/>
    <w:basedOn w:val="DefaultParagraphFont"/>
    <w:uiPriority w:val="99"/>
    <w:rsid w:val="00B37293"/>
    <w:rPr>
      <w:rFonts w:cs="Times New Roman"/>
    </w:rPr>
  </w:style>
  <w:style w:type="character" w:customStyle="1" w:styleId="FontStyle11">
    <w:name w:val="Font Style11"/>
    <w:basedOn w:val="DefaultParagraphFont"/>
    <w:uiPriority w:val="99"/>
    <w:rsid w:val="00FC3EFB"/>
    <w:rPr>
      <w:rFonts w:ascii="Times New Roman" w:hAnsi="Times New Roman" w:cs="Times New Roman"/>
      <w:sz w:val="22"/>
      <w:szCs w:val="22"/>
    </w:rPr>
  </w:style>
  <w:style w:type="character" w:customStyle="1" w:styleId="FontStyle15">
    <w:name w:val="Font Style15"/>
    <w:basedOn w:val="DefaultParagraphFont"/>
    <w:uiPriority w:val="99"/>
    <w:rsid w:val="00FC3EFB"/>
    <w:rPr>
      <w:rFonts w:ascii="Times New Roman" w:hAnsi="Times New Roman" w:cs="Times New Roman"/>
      <w:b/>
      <w:bCs/>
      <w:sz w:val="22"/>
      <w:szCs w:val="22"/>
    </w:rPr>
  </w:style>
  <w:style w:type="character" w:customStyle="1" w:styleId="FontStyle13">
    <w:name w:val="Font Style13"/>
    <w:basedOn w:val="DefaultParagraphFont"/>
    <w:uiPriority w:val="99"/>
    <w:rsid w:val="00FC3EFB"/>
    <w:rPr>
      <w:rFonts w:ascii="Times New Roman" w:hAnsi="Times New Roman" w:cs="Times New Roman"/>
      <w:sz w:val="24"/>
      <w:szCs w:val="24"/>
    </w:rPr>
  </w:style>
  <w:style w:type="paragraph" w:customStyle="1" w:styleId="ConsNormal">
    <w:name w:val="ConsNormal"/>
    <w:uiPriority w:val="99"/>
    <w:rsid w:val="00FC3EFB"/>
    <w:pPr>
      <w:widowControl w:val="0"/>
      <w:suppressAutoHyphens/>
      <w:autoSpaceDE w:val="0"/>
      <w:ind w:right="19772" w:firstLine="720"/>
    </w:pPr>
    <w:rPr>
      <w:rFonts w:ascii="Arial" w:hAnsi="Arial" w:cs="Arial"/>
      <w:kern w:val="1"/>
      <w:sz w:val="20"/>
      <w:szCs w:val="20"/>
      <w:lang w:eastAsia="ar-SA"/>
    </w:rPr>
  </w:style>
  <w:style w:type="paragraph" w:customStyle="1" w:styleId="ConsPlusNormal">
    <w:name w:val="ConsPlusNormal"/>
    <w:uiPriority w:val="99"/>
    <w:rsid w:val="00FC3EFB"/>
    <w:pPr>
      <w:widowControl w:val="0"/>
      <w:suppressAutoHyphens/>
      <w:autoSpaceDE w:val="0"/>
      <w:ind w:firstLine="720"/>
    </w:pPr>
    <w:rPr>
      <w:rFonts w:ascii="Arial" w:hAnsi="Arial" w:cs="Arial"/>
      <w:kern w:val="1"/>
      <w:sz w:val="20"/>
      <w:szCs w:val="20"/>
      <w:lang w:eastAsia="ar-SA"/>
    </w:rPr>
  </w:style>
  <w:style w:type="paragraph" w:customStyle="1" w:styleId="ConsPlusTitle">
    <w:name w:val="ConsPlusTitle"/>
    <w:uiPriority w:val="99"/>
    <w:rsid w:val="00FC3EFB"/>
    <w:pPr>
      <w:widowControl w:val="0"/>
      <w:suppressAutoHyphens/>
      <w:autoSpaceDE w:val="0"/>
    </w:pPr>
    <w:rPr>
      <w:rFonts w:ascii="Arial" w:hAnsi="Arial" w:cs="Arial"/>
      <w:b/>
      <w:bCs/>
      <w:kern w:val="1"/>
      <w:sz w:val="20"/>
      <w:szCs w:val="20"/>
      <w:lang w:eastAsia="ar-SA"/>
    </w:rPr>
  </w:style>
  <w:style w:type="paragraph" w:customStyle="1" w:styleId="Style6">
    <w:name w:val="Style6"/>
    <w:basedOn w:val="Normal"/>
    <w:uiPriority w:val="99"/>
    <w:rsid w:val="00FC3EFB"/>
    <w:pPr>
      <w:widowControl w:val="0"/>
      <w:suppressAutoHyphens/>
      <w:autoSpaceDE w:val="0"/>
      <w:spacing w:line="299" w:lineRule="exact"/>
      <w:ind w:firstLine="329"/>
      <w:jc w:val="both"/>
    </w:pPr>
    <w:rPr>
      <w:kern w:val="1"/>
      <w:lang w:eastAsia="ar-SA"/>
    </w:rPr>
  </w:style>
  <w:style w:type="paragraph" w:customStyle="1" w:styleId="Style2">
    <w:name w:val="Style2"/>
    <w:basedOn w:val="Normal"/>
    <w:uiPriority w:val="99"/>
    <w:rsid w:val="00FC3EFB"/>
    <w:pPr>
      <w:widowControl w:val="0"/>
      <w:suppressAutoHyphens/>
      <w:autoSpaceDE w:val="0"/>
      <w:jc w:val="both"/>
    </w:pPr>
    <w:rPr>
      <w:kern w:val="1"/>
      <w:lang w:eastAsia="ar-SA"/>
    </w:rPr>
  </w:style>
  <w:style w:type="paragraph" w:customStyle="1" w:styleId="Style1">
    <w:name w:val="Style1"/>
    <w:basedOn w:val="Normal"/>
    <w:uiPriority w:val="99"/>
    <w:rsid w:val="00FC3EFB"/>
    <w:pPr>
      <w:widowControl w:val="0"/>
      <w:suppressAutoHyphens/>
      <w:autoSpaceDE w:val="0"/>
      <w:spacing w:line="299" w:lineRule="exact"/>
      <w:ind w:firstLine="470"/>
      <w:jc w:val="both"/>
    </w:pPr>
    <w:rPr>
      <w:kern w:val="1"/>
      <w:lang w:eastAsia="ar-SA"/>
    </w:rPr>
  </w:style>
  <w:style w:type="paragraph" w:customStyle="1" w:styleId="Style4">
    <w:name w:val="Style4"/>
    <w:basedOn w:val="Normal"/>
    <w:uiPriority w:val="99"/>
    <w:rsid w:val="00FC3EFB"/>
    <w:pPr>
      <w:widowControl w:val="0"/>
      <w:suppressAutoHyphens/>
      <w:autoSpaceDE w:val="0"/>
      <w:spacing w:line="298" w:lineRule="exact"/>
      <w:ind w:firstLine="1020"/>
    </w:pPr>
    <w:rPr>
      <w:kern w:val="1"/>
      <w:lang w:eastAsia="ar-SA"/>
    </w:rPr>
  </w:style>
  <w:style w:type="paragraph" w:customStyle="1" w:styleId="Style3">
    <w:name w:val="Style3"/>
    <w:basedOn w:val="Normal"/>
    <w:uiPriority w:val="99"/>
    <w:rsid w:val="00FC3EFB"/>
    <w:pPr>
      <w:widowControl w:val="0"/>
      <w:suppressAutoHyphens/>
      <w:autoSpaceDE w:val="0"/>
      <w:spacing w:line="298" w:lineRule="exact"/>
      <w:ind w:firstLine="638"/>
      <w:jc w:val="both"/>
    </w:pPr>
    <w:rPr>
      <w:kern w:val="1"/>
      <w:lang w:eastAsia="ar-SA"/>
    </w:rPr>
  </w:style>
  <w:style w:type="paragraph" w:customStyle="1" w:styleId="ConsNonformat">
    <w:name w:val="ConsNonformat"/>
    <w:uiPriority w:val="99"/>
    <w:rsid w:val="00FC3EFB"/>
    <w:pPr>
      <w:widowControl w:val="0"/>
      <w:suppressAutoHyphens/>
      <w:autoSpaceDE w:val="0"/>
      <w:ind w:right="19772"/>
    </w:pPr>
    <w:rPr>
      <w:rFonts w:ascii="Courier New" w:hAnsi="Courier New" w:cs="Courier New"/>
      <w:kern w:val="1"/>
      <w:sz w:val="20"/>
      <w:szCs w:val="20"/>
      <w:lang w:eastAsia="ar-SA"/>
    </w:rPr>
  </w:style>
  <w:style w:type="paragraph" w:styleId="BalloonText">
    <w:name w:val="Balloon Text"/>
    <w:basedOn w:val="Normal"/>
    <w:link w:val="BalloonTextChar"/>
    <w:uiPriority w:val="99"/>
    <w:rsid w:val="00182CFC"/>
    <w:rPr>
      <w:rFonts w:ascii="Tahoma" w:hAnsi="Tahoma" w:cs="Tahoma"/>
      <w:sz w:val="16"/>
      <w:szCs w:val="16"/>
    </w:rPr>
  </w:style>
  <w:style w:type="character" w:customStyle="1" w:styleId="BalloonTextChar">
    <w:name w:val="Balloon Text Char"/>
    <w:basedOn w:val="DefaultParagraphFont"/>
    <w:link w:val="BalloonText"/>
    <w:uiPriority w:val="99"/>
    <w:locked/>
    <w:rsid w:val="00182C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45</Pages>
  <Words>18088</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User</cp:lastModifiedBy>
  <cp:revision>6</cp:revision>
  <cp:lastPrinted>2012-07-26T07:27:00Z</cp:lastPrinted>
  <dcterms:created xsi:type="dcterms:W3CDTF">2015-06-23T05:00:00Z</dcterms:created>
  <dcterms:modified xsi:type="dcterms:W3CDTF">2015-02-24T18:47:00Z</dcterms:modified>
</cp:coreProperties>
</file>