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A1" w:rsidRDefault="003458A1" w:rsidP="00A2407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0E1F2B"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1.25pt;visibility:visible">
            <v:imagedata r:id="rId5" o:title="" gain="126031f" blacklevel="-7864f"/>
          </v:shape>
        </w:pict>
      </w:r>
    </w:p>
    <w:p w:rsidR="003458A1" w:rsidRPr="006E515C" w:rsidRDefault="003458A1" w:rsidP="00A24075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 xml:space="preserve">  </w:t>
      </w:r>
      <w:r w:rsidRPr="006E515C">
        <w:rPr>
          <w:rFonts w:ascii="Times New Roman" w:hAnsi="Times New Roman"/>
          <w:b/>
          <w:bCs/>
          <w:sz w:val="48"/>
          <w:szCs w:val="48"/>
          <w:lang w:eastAsia="ru-RU"/>
        </w:rPr>
        <w:t>АДМИНИСТРАЦИЯ</w:t>
      </w:r>
    </w:p>
    <w:p w:rsidR="003458A1" w:rsidRPr="006E515C" w:rsidRDefault="003458A1" w:rsidP="00A24075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48"/>
          <w:szCs w:val="48"/>
          <w:lang w:eastAsia="ru-RU"/>
        </w:rPr>
        <w:t>ВИШНЕВСКОГО</w:t>
      </w:r>
      <w:r w:rsidRPr="006E515C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СЕЛЬСОВЕТА</w:t>
      </w:r>
    </w:p>
    <w:p w:rsidR="003458A1" w:rsidRPr="006E515C" w:rsidRDefault="003458A1" w:rsidP="00A24075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  <w:lang w:eastAsia="ru-RU"/>
        </w:rPr>
      </w:pPr>
      <w:r w:rsidRPr="006E515C">
        <w:rPr>
          <w:rFonts w:ascii="Times New Roman" w:hAnsi="Times New Roman"/>
          <w:bCs/>
          <w:sz w:val="40"/>
          <w:szCs w:val="40"/>
          <w:lang w:eastAsia="ru-RU"/>
        </w:rPr>
        <w:t>ЩИГРОВСКОГО РАЙОНА КУРСКОЙ ОБЛАСТИ</w:t>
      </w:r>
    </w:p>
    <w:p w:rsidR="003458A1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3458A1" w:rsidRPr="00B41709" w:rsidRDefault="003458A1" w:rsidP="00A24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B41709">
        <w:rPr>
          <w:rFonts w:ascii="Times New Roman" w:hAnsi="Times New Roman"/>
          <w:b/>
          <w:sz w:val="48"/>
          <w:szCs w:val="48"/>
          <w:lang w:eastAsia="ru-RU"/>
        </w:rPr>
        <w:t>ПОСТАНОВЛЕНИЕ</w:t>
      </w:r>
    </w:p>
    <w:p w:rsidR="003458A1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458A1" w:rsidRPr="0061550E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« 30 » июня 2015    № ___</w:t>
      </w:r>
    </w:p>
    <w:p w:rsidR="003458A1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458A1" w:rsidRPr="0061550E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1550E">
        <w:rPr>
          <w:rFonts w:ascii="Times New Roman" w:hAnsi="Times New Roman"/>
          <w:sz w:val="28"/>
          <w:szCs w:val="28"/>
          <w:lang w:eastAsia="ru-RU"/>
        </w:rPr>
        <w:t>Об утверждении Перечня муниципальных</w:t>
      </w:r>
    </w:p>
    <w:p w:rsidR="003458A1" w:rsidRPr="0061550E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1550E">
        <w:rPr>
          <w:rFonts w:ascii="Times New Roman" w:hAnsi="Times New Roman"/>
          <w:sz w:val="28"/>
          <w:szCs w:val="28"/>
          <w:lang w:eastAsia="ru-RU"/>
        </w:rPr>
        <w:t>услуг, предоставляемых Администрацией</w:t>
      </w:r>
    </w:p>
    <w:p w:rsidR="003458A1" w:rsidRPr="0061550E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61550E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</w:t>
      </w:r>
    </w:p>
    <w:p w:rsidR="003458A1" w:rsidRPr="0061550E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1550E">
        <w:rPr>
          <w:rFonts w:ascii="Times New Roman" w:hAnsi="Times New Roman"/>
          <w:sz w:val="28"/>
          <w:szCs w:val="28"/>
          <w:lang w:eastAsia="ru-RU"/>
        </w:rPr>
        <w:t>Курской области</w:t>
      </w:r>
    </w:p>
    <w:p w:rsidR="003458A1" w:rsidRDefault="003458A1" w:rsidP="00A24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3458A1" w:rsidRDefault="003458A1" w:rsidP="00A24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В целях осуществления административной реформы на территории муниципального образования « </w:t>
      </w:r>
      <w:r>
        <w:rPr>
          <w:rFonts w:ascii="Times New Roman" w:hAnsi="Times New Roman"/>
          <w:sz w:val="28"/>
          <w:szCs w:val="28"/>
          <w:lang w:eastAsia="ru-RU"/>
        </w:rPr>
        <w:t>Вишневский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сельсовет» Щигровского района Курской области, в соответствии с Федеральным законом Российский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B41709"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 w:rsidRPr="00B41709">
        <w:rPr>
          <w:rFonts w:ascii="Times New Roman" w:hAnsi="Times New Roman"/>
          <w:sz w:val="28"/>
          <w:szCs w:val="28"/>
          <w:lang w:eastAsia="ru-RU"/>
        </w:rPr>
        <w:t xml:space="preserve">. № 210-ФЗ «Об организации предоставления государственных и муниципальных услуг» Администрация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</w:t>
      </w:r>
    </w:p>
    <w:p w:rsidR="003458A1" w:rsidRPr="00B41709" w:rsidRDefault="003458A1" w:rsidP="00D95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ПОСТАНОВЛЯЕТ:</w:t>
      </w:r>
    </w:p>
    <w:p w:rsidR="003458A1" w:rsidRPr="00B41709" w:rsidRDefault="003458A1" w:rsidP="00D95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1.Признать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от </w:t>
      </w:r>
      <w:r>
        <w:rPr>
          <w:rFonts w:ascii="Times New Roman" w:hAnsi="Times New Roman"/>
          <w:sz w:val="28"/>
          <w:szCs w:val="28"/>
          <w:lang w:eastAsia="ru-RU"/>
        </w:rPr>
        <w:t>24.03.2015 года № 54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муниципальных услуг, предоставляемых Администрацией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области».</w:t>
      </w:r>
    </w:p>
    <w:p w:rsidR="003458A1" w:rsidRPr="00B41709" w:rsidRDefault="003458A1" w:rsidP="00A240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2.Утвердить прилагаемый Перечень муниципальных услуг, предоставляемых Администрацией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области.</w:t>
      </w:r>
    </w:p>
    <w:p w:rsidR="003458A1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3.Контроль за исполнением настоящего постановления оставляю за собой.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4.Настоящее постановление вступает в силу со дня его подписания и подлежит опубликованию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Щигровского района Курской области</w:t>
      </w:r>
      <w:r w:rsidRPr="00B41709">
        <w:rPr>
          <w:rFonts w:ascii="Times New Roman" w:hAnsi="Times New Roman"/>
          <w:sz w:val="28"/>
          <w:szCs w:val="28"/>
          <w:lang w:eastAsia="ru-RU"/>
        </w:rPr>
        <w:t>.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58A1" w:rsidRPr="00B41709" w:rsidRDefault="003458A1" w:rsidP="00A240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58A1" w:rsidRPr="00B41709" w:rsidRDefault="003458A1" w:rsidP="00A240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А.В.Усов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41709">
        <w:rPr>
          <w:rFonts w:ascii="Times New Roman" w:hAnsi="Times New Roman"/>
          <w:bCs/>
          <w:sz w:val="28"/>
          <w:szCs w:val="28"/>
          <w:lang w:eastAsia="ru-RU"/>
        </w:rPr>
        <w:t>Приложение № 1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41709">
        <w:rPr>
          <w:rFonts w:ascii="Times New Roman" w:hAnsi="Times New Roman"/>
          <w:bCs/>
          <w:sz w:val="28"/>
          <w:szCs w:val="28"/>
          <w:lang w:eastAsia="ru-RU"/>
        </w:rPr>
        <w:t xml:space="preserve"> постановлению главы </w:t>
      </w:r>
      <w:r>
        <w:rPr>
          <w:rFonts w:ascii="Times New Roman" w:hAnsi="Times New Roman"/>
          <w:bCs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41709">
        <w:rPr>
          <w:rFonts w:ascii="Times New Roman" w:hAnsi="Times New Roman"/>
          <w:bCs/>
          <w:sz w:val="28"/>
          <w:szCs w:val="28"/>
          <w:lang w:eastAsia="ru-RU"/>
        </w:rPr>
        <w:t>Щигровского района Курской области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от  30  июня  2015 года № 73</w:t>
      </w:r>
    </w:p>
    <w:p w:rsidR="003458A1" w:rsidRPr="00B41709" w:rsidRDefault="003458A1" w:rsidP="00A240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B4170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3458A1" w:rsidRPr="00B41709" w:rsidRDefault="003458A1" w:rsidP="00A24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:rsidR="003458A1" w:rsidRPr="00B41709" w:rsidRDefault="003458A1" w:rsidP="00A24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муниципальных услуг,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17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предоставляемых Администрацией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сельсовета Щигровского района Курской области</w:t>
      </w:r>
    </w:p>
    <w:p w:rsidR="003458A1" w:rsidRPr="00B41709" w:rsidRDefault="003458A1" w:rsidP="00A24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Выдача разрешений на вырубку деревьев и кустарников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Выдача несовершеннолетним лицам, достигшим 16 лет, разрешения на вступление в брак до достижения брачного возраста.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Присвоение наименований улицам, площадями и иным территориям проживания граждан в населенных пунктах и адресов земельным участкам, установление нумерации домов.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Предоставление водных объектов, находящихся в собственности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Вишневский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сельсовет» Щигровского района Курской области.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области, и ежемесячной доплаты к пенсии выборным должностным лицам.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области, на которых расположены здания, сооружения.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Утверждение схемы расположения земельного участка на кадастровом плане территории.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Продажа земельных участков, находящихся в муниципальной собственности,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на торгах и без проведения торгов.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гражданину или юридическому лицу в собственность бесплатно.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 в аренду на тогах и без проведения торгов.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 в постоянное  (бессрочное) пользование.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 в безвозмездное пользование.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Вишневского</w:t>
      </w:r>
      <w:r w:rsidRPr="00B41709">
        <w:rPr>
          <w:rFonts w:ascii="Times New Roman" w:hAnsi="Times New Roman"/>
          <w:sz w:val="28"/>
          <w:szCs w:val="28"/>
          <w:lang w:eastAsia="ru-RU"/>
        </w:rPr>
        <w:t xml:space="preserve"> сельсовета Щигровского района Курской области  гражданам для 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3458A1" w:rsidRPr="00B41709" w:rsidRDefault="003458A1" w:rsidP="00A24075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Предварительное согласование предоставления земельного участка.</w:t>
      </w:r>
    </w:p>
    <w:p w:rsidR="003458A1" w:rsidRPr="00B41709" w:rsidRDefault="003458A1" w:rsidP="00B41709">
      <w:pPr>
        <w:pStyle w:val="ListParagraph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>Выдача ордеров на проведение земляных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Вишневского сельсовета</w:t>
      </w:r>
      <w:r w:rsidRPr="00B41709">
        <w:rPr>
          <w:rFonts w:ascii="Times New Roman" w:hAnsi="Times New Roman"/>
          <w:sz w:val="28"/>
          <w:szCs w:val="28"/>
          <w:lang w:eastAsia="ru-RU"/>
        </w:rPr>
        <w:t>.</w:t>
      </w:r>
    </w:p>
    <w:p w:rsidR="003458A1" w:rsidRPr="00B41709" w:rsidRDefault="003458A1" w:rsidP="00D9569C">
      <w:pPr>
        <w:pStyle w:val="ListParagraph"/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/>
          <w:sz w:val="28"/>
          <w:szCs w:val="28"/>
        </w:rPr>
      </w:pPr>
      <w:r w:rsidRPr="00B4170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1709">
        <w:rPr>
          <w:rFonts w:ascii="Times New Roman" w:hAnsi="Times New Roman"/>
          <w:sz w:val="28"/>
          <w:szCs w:val="28"/>
        </w:rPr>
        <w:t>Выдача  выписки  из  домовой книги, выписки  из  похозяйственной  книги, справок.</w:t>
      </w:r>
    </w:p>
    <w:p w:rsidR="003458A1" w:rsidRPr="00B41709" w:rsidRDefault="003458A1" w:rsidP="00B41709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58A1" w:rsidRPr="00B41709" w:rsidRDefault="003458A1" w:rsidP="00A240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58A1" w:rsidRPr="00B41709" w:rsidRDefault="003458A1" w:rsidP="00A24075">
      <w:pPr>
        <w:rPr>
          <w:sz w:val="28"/>
          <w:szCs w:val="28"/>
        </w:rPr>
      </w:pPr>
    </w:p>
    <w:p w:rsidR="003458A1" w:rsidRPr="00B41709" w:rsidRDefault="003458A1">
      <w:pPr>
        <w:rPr>
          <w:sz w:val="28"/>
          <w:szCs w:val="28"/>
        </w:rPr>
      </w:pPr>
    </w:p>
    <w:sectPr w:rsidR="003458A1" w:rsidRPr="00B41709" w:rsidSect="00D9569C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D6EBD"/>
    <w:multiLevelType w:val="hybridMultilevel"/>
    <w:tmpl w:val="586A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075"/>
    <w:rsid w:val="00000E94"/>
    <w:rsid w:val="0000158C"/>
    <w:rsid w:val="00001890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26CD"/>
    <w:rsid w:val="00013618"/>
    <w:rsid w:val="0001429B"/>
    <w:rsid w:val="00014F2B"/>
    <w:rsid w:val="00015A7A"/>
    <w:rsid w:val="000209F3"/>
    <w:rsid w:val="00020BCF"/>
    <w:rsid w:val="00020C31"/>
    <w:rsid w:val="0002294C"/>
    <w:rsid w:val="00022B5B"/>
    <w:rsid w:val="00023331"/>
    <w:rsid w:val="000235C2"/>
    <w:rsid w:val="00024234"/>
    <w:rsid w:val="00024323"/>
    <w:rsid w:val="0002473A"/>
    <w:rsid w:val="00024F04"/>
    <w:rsid w:val="00025542"/>
    <w:rsid w:val="00025B08"/>
    <w:rsid w:val="00026311"/>
    <w:rsid w:val="000269F8"/>
    <w:rsid w:val="00026BE3"/>
    <w:rsid w:val="00027775"/>
    <w:rsid w:val="0002781A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37F46"/>
    <w:rsid w:val="000404DD"/>
    <w:rsid w:val="000406A3"/>
    <w:rsid w:val="0004102C"/>
    <w:rsid w:val="000412E9"/>
    <w:rsid w:val="000415C9"/>
    <w:rsid w:val="00041856"/>
    <w:rsid w:val="0004240B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7BC"/>
    <w:rsid w:val="00053C1F"/>
    <w:rsid w:val="000543E6"/>
    <w:rsid w:val="00054765"/>
    <w:rsid w:val="000560BE"/>
    <w:rsid w:val="000564BB"/>
    <w:rsid w:val="00056799"/>
    <w:rsid w:val="00056945"/>
    <w:rsid w:val="000576E8"/>
    <w:rsid w:val="00057E8B"/>
    <w:rsid w:val="000612EE"/>
    <w:rsid w:val="000628EC"/>
    <w:rsid w:val="00063124"/>
    <w:rsid w:val="00063321"/>
    <w:rsid w:val="000646F2"/>
    <w:rsid w:val="0006510C"/>
    <w:rsid w:val="00066141"/>
    <w:rsid w:val="000665A3"/>
    <w:rsid w:val="00066DFD"/>
    <w:rsid w:val="0006735F"/>
    <w:rsid w:val="00067AFD"/>
    <w:rsid w:val="00070335"/>
    <w:rsid w:val="00070C7A"/>
    <w:rsid w:val="00071420"/>
    <w:rsid w:val="00072C5D"/>
    <w:rsid w:val="00073236"/>
    <w:rsid w:val="00073E9B"/>
    <w:rsid w:val="00074DA2"/>
    <w:rsid w:val="000753D5"/>
    <w:rsid w:val="000756A0"/>
    <w:rsid w:val="00075B6A"/>
    <w:rsid w:val="00075CD9"/>
    <w:rsid w:val="00075DE7"/>
    <w:rsid w:val="000760C7"/>
    <w:rsid w:val="000776DA"/>
    <w:rsid w:val="000802AC"/>
    <w:rsid w:val="00082373"/>
    <w:rsid w:val="000828E9"/>
    <w:rsid w:val="00083182"/>
    <w:rsid w:val="00085253"/>
    <w:rsid w:val="000853F9"/>
    <w:rsid w:val="00085EDF"/>
    <w:rsid w:val="000862A5"/>
    <w:rsid w:val="000864DA"/>
    <w:rsid w:val="00086D41"/>
    <w:rsid w:val="00086E98"/>
    <w:rsid w:val="00087000"/>
    <w:rsid w:val="000901A3"/>
    <w:rsid w:val="00090377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EF4"/>
    <w:rsid w:val="00094F57"/>
    <w:rsid w:val="00095A55"/>
    <w:rsid w:val="00095DD4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D42"/>
    <w:rsid w:val="000B3E18"/>
    <w:rsid w:val="000B4094"/>
    <w:rsid w:val="000B42FB"/>
    <w:rsid w:val="000B4DF1"/>
    <w:rsid w:val="000B5441"/>
    <w:rsid w:val="000B5727"/>
    <w:rsid w:val="000B591A"/>
    <w:rsid w:val="000B60AE"/>
    <w:rsid w:val="000B6286"/>
    <w:rsid w:val="000B66A3"/>
    <w:rsid w:val="000B7417"/>
    <w:rsid w:val="000B7DBB"/>
    <w:rsid w:val="000C078C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705"/>
    <w:rsid w:val="000D3756"/>
    <w:rsid w:val="000D4834"/>
    <w:rsid w:val="000D517F"/>
    <w:rsid w:val="000D5B41"/>
    <w:rsid w:val="000D5D52"/>
    <w:rsid w:val="000D5DA6"/>
    <w:rsid w:val="000D6316"/>
    <w:rsid w:val="000D6AD8"/>
    <w:rsid w:val="000D6B85"/>
    <w:rsid w:val="000D6D7D"/>
    <w:rsid w:val="000D765B"/>
    <w:rsid w:val="000E0EDB"/>
    <w:rsid w:val="000E1637"/>
    <w:rsid w:val="000E1F2B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7171"/>
    <w:rsid w:val="000F0165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50D6"/>
    <w:rsid w:val="000F5710"/>
    <w:rsid w:val="000F5938"/>
    <w:rsid w:val="000F5EEA"/>
    <w:rsid w:val="000F63E5"/>
    <w:rsid w:val="000F6A1E"/>
    <w:rsid w:val="000F6ED4"/>
    <w:rsid w:val="000F6FC3"/>
    <w:rsid w:val="000F75F2"/>
    <w:rsid w:val="000F7BBE"/>
    <w:rsid w:val="000F7D32"/>
    <w:rsid w:val="000F7EAF"/>
    <w:rsid w:val="00100A98"/>
    <w:rsid w:val="001030C5"/>
    <w:rsid w:val="00103179"/>
    <w:rsid w:val="001039B0"/>
    <w:rsid w:val="00103D94"/>
    <w:rsid w:val="00104E2A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1E8C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F40"/>
    <w:rsid w:val="001250DF"/>
    <w:rsid w:val="001252B9"/>
    <w:rsid w:val="001265E6"/>
    <w:rsid w:val="00126A2F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2743"/>
    <w:rsid w:val="00133B43"/>
    <w:rsid w:val="00133FA9"/>
    <w:rsid w:val="001347D4"/>
    <w:rsid w:val="00134E62"/>
    <w:rsid w:val="0013503F"/>
    <w:rsid w:val="001350A7"/>
    <w:rsid w:val="00135555"/>
    <w:rsid w:val="00135869"/>
    <w:rsid w:val="001358BA"/>
    <w:rsid w:val="0013598E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6F7B"/>
    <w:rsid w:val="0014704C"/>
    <w:rsid w:val="00147992"/>
    <w:rsid w:val="00147AAF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820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70B34"/>
    <w:rsid w:val="001726CD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7E"/>
    <w:rsid w:val="00181B70"/>
    <w:rsid w:val="00181FA9"/>
    <w:rsid w:val="00182B5D"/>
    <w:rsid w:val="0018319C"/>
    <w:rsid w:val="0018327F"/>
    <w:rsid w:val="00183BAE"/>
    <w:rsid w:val="001840F7"/>
    <w:rsid w:val="00185E95"/>
    <w:rsid w:val="00185EF8"/>
    <w:rsid w:val="00186B3A"/>
    <w:rsid w:val="00187495"/>
    <w:rsid w:val="00190E8A"/>
    <w:rsid w:val="00191C25"/>
    <w:rsid w:val="00191F7E"/>
    <w:rsid w:val="00192E95"/>
    <w:rsid w:val="00193095"/>
    <w:rsid w:val="0019354C"/>
    <w:rsid w:val="001938C6"/>
    <w:rsid w:val="001939C1"/>
    <w:rsid w:val="00193F57"/>
    <w:rsid w:val="00194422"/>
    <w:rsid w:val="00194FF1"/>
    <w:rsid w:val="0019543F"/>
    <w:rsid w:val="001959CD"/>
    <w:rsid w:val="00195B6C"/>
    <w:rsid w:val="00195BAE"/>
    <w:rsid w:val="00195EC7"/>
    <w:rsid w:val="0019625E"/>
    <w:rsid w:val="001962B3"/>
    <w:rsid w:val="0019654B"/>
    <w:rsid w:val="001969D9"/>
    <w:rsid w:val="001A04A5"/>
    <w:rsid w:val="001A05D6"/>
    <w:rsid w:val="001A0D8E"/>
    <w:rsid w:val="001A0E77"/>
    <w:rsid w:val="001A27A7"/>
    <w:rsid w:val="001A368B"/>
    <w:rsid w:val="001A44D1"/>
    <w:rsid w:val="001A4613"/>
    <w:rsid w:val="001A483D"/>
    <w:rsid w:val="001A4F3B"/>
    <w:rsid w:val="001A510C"/>
    <w:rsid w:val="001A6907"/>
    <w:rsid w:val="001A6BF1"/>
    <w:rsid w:val="001A72BF"/>
    <w:rsid w:val="001A7941"/>
    <w:rsid w:val="001A7D3F"/>
    <w:rsid w:val="001A7EEF"/>
    <w:rsid w:val="001B08D6"/>
    <w:rsid w:val="001B0A29"/>
    <w:rsid w:val="001B1C7E"/>
    <w:rsid w:val="001B2725"/>
    <w:rsid w:val="001B2843"/>
    <w:rsid w:val="001B3D82"/>
    <w:rsid w:val="001B40F2"/>
    <w:rsid w:val="001B4301"/>
    <w:rsid w:val="001B4490"/>
    <w:rsid w:val="001B5079"/>
    <w:rsid w:val="001B545D"/>
    <w:rsid w:val="001B57E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66D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247B"/>
    <w:rsid w:val="001D3586"/>
    <w:rsid w:val="001D3786"/>
    <w:rsid w:val="001D3A76"/>
    <w:rsid w:val="001D3C6D"/>
    <w:rsid w:val="001D3EFC"/>
    <w:rsid w:val="001D4285"/>
    <w:rsid w:val="001D4880"/>
    <w:rsid w:val="001D4F4F"/>
    <w:rsid w:val="001D553F"/>
    <w:rsid w:val="001D554F"/>
    <w:rsid w:val="001D5807"/>
    <w:rsid w:val="001D6156"/>
    <w:rsid w:val="001D65E4"/>
    <w:rsid w:val="001D6681"/>
    <w:rsid w:val="001D6B60"/>
    <w:rsid w:val="001D6E38"/>
    <w:rsid w:val="001D7563"/>
    <w:rsid w:val="001E1394"/>
    <w:rsid w:val="001E1B2F"/>
    <w:rsid w:val="001E1F80"/>
    <w:rsid w:val="001E254E"/>
    <w:rsid w:val="001E30C9"/>
    <w:rsid w:val="001E4998"/>
    <w:rsid w:val="001E4E8C"/>
    <w:rsid w:val="001E5BDE"/>
    <w:rsid w:val="001E601D"/>
    <w:rsid w:val="001E6199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C0C"/>
    <w:rsid w:val="001F40FF"/>
    <w:rsid w:val="001F4FB2"/>
    <w:rsid w:val="001F5358"/>
    <w:rsid w:val="001F5808"/>
    <w:rsid w:val="001F5B1D"/>
    <w:rsid w:val="001F6396"/>
    <w:rsid w:val="001F68D7"/>
    <w:rsid w:val="001F6A9B"/>
    <w:rsid w:val="001F7659"/>
    <w:rsid w:val="001F7C96"/>
    <w:rsid w:val="002003A4"/>
    <w:rsid w:val="00200616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CC1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83C"/>
    <w:rsid w:val="00222C34"/>
    <w:rsid w:val="00222C8C"/>
    <w:rsid w:val="00222E31"/>
    <w:rsid w:val="00222F9A"/>
    <w:rsid w:val="002232B5"/>
    <w:rsid w:val="00223EE4"/>
    <w:rsid w:val="002264DF"/>
    <w:rsid w:val="002268B1"/>
    <w:rsid w:val="00226EC9"/>
    <w:rsid w:val="00226F25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E88"/>
    <w:rsid w:val="00235B6D"/>
    <w:rsid w:val="00236225"/>
    <w:rsid w:val="002408EE"/>
    <w:rsid w:val="002415AE"/>
    <w:rsid w:val="00243633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2EFD"/>
    <w:rsid w:val="002533E8"/>
    <w:rsid w:val="00253A95"/>
    <w:rsid w:val="00253CA0"/>
    <w:rsid w:val="00253D13"/>
    <w:rsid w:val="002543AA"/>
    <w:rsid w:val="00254816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E09"/>
    <w:rsid w:val="00270A30"/>
    <w:rsid w:val="00270F11"/>
    <w:rsid w:val="00271864"/>
    <w:rsid w:val="00271C10"/>
    <w:rsid w:val="00272CA3"/>
    <w:rsid w:val="00272DD0"/>
    <w:rsid w:val="00273111"/>
    <w:rsid w:val="00273865"/>
    <w:rsid w:val="00273F2E"/>
    <w:rsid w:val="00273F8F"/>
    <w:rsid w:val="002748FB"/>
    <w:rsid w:val="00274DDB"/>
    <w:rsid w:val="00275EBE"/>
    <w:rsid w:val="00276BC5"/>
    <w:rsid w:val="002777AB"/>
    <w:rsid w:val="002777F8"/>
    <w:rsid w:val="00277F4F"/>
    <w:rsid w:val="00280939"/>
    <w:rsid w:val="002815F8"/>
    <w:rsid w:val="00281687"/>
    <w:rsid w:val="002819D9"/>
    <w:rsid w:val="002820E5"/>
    <w:rsid w:val="00282156"/>
    <w:rsid w:val="00282236"/>
    <w:rsid w:val="00282338"/>
    <w:rsid w:val="00282B4F"/>
    <w:rsid w:val="00283A4C"/>
    <w:rsid w:val="00283C0F"/>
    <w:rsid w:val="00284849"/>
    <w:rsid w:val="00284A51"/>
    <w:rsid w:val="0028513E"/>
    <w:rsid w:val="002867D1"/>
    <w:rsid w:val="0029006D"/>
    <w:rsid w:val="0029018B"/>
    <w:rsid w:val="00290FA3"/>
    <w:rsid w:val="002911C8"/>
    <w:rsid w:val="00291D32"/>
    <w:rsid w:val="00292A20"/>
    <w:rsid w:val="00294274"/>
    <w:rsid w:val="0029530D"/>
    <w:rsid w:val="002955A0"/>
    <w:rsid w:val="00295B0A"/>
    <w:rsid w:val="00295F60"/>
    <w:rsid w:val="002A08E5"/>
    <w:rsid w:val="002A0A5B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2629"/>
    <w:rsid w:val="002B5422"/>
    <w:rsid w:val="002B5564"/>
    <w:rsid w:val="002B58D9"/>
    <w:rsid w:val="002B5B54"/>
    <w:rsid w:val="002B61E2"/>
    <w:rsid w:val="002B705C"/>
    <w:rsid w:val="002B7328"/>
    <w:rsid w:val="002C1B27"/>
    <w:rsid w:val="002C1D0B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5F65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6B07"/>
    <w:rsid w:val="002D79E4"/>
    <w:rsid w:val="002D7D14"/>
    <w:rsid w:val="002E09A6"/>
    <w:rsid w:val="002E0A18"/>
    <w:rsid w:val="002E0BCD"/>
    <w:rsid w:val="002E155C"/>
    <w:rsid w:val="002E19BE"/>
    <w:rsid w:val="002E1F5A"/>
    <w:rsid w:val="002E204A"/>
    <w:rsid w:val="002E20B2"/>
    <w:rsid w:val="002E226C"/>
    <w:rsid w:val="002E2B00"/>
    <w:rsid w:val="002E37D9"/>
    <w:rsid w:val="002E412E"/>
    <w:rsid w:val="002E571F"/>
    <w:rsid w:val="002E655D"/>
    <w:rsid w:val="002E7C40"/>
    <w:rsid w:val="002E7CC3"/>
    <w:rsid w:val="002F0197"/>
    <w:rsid w:val="002F08AB"/>
    <w:rsid w:val="002F0909"/>
    <w:rsid w:val="002F0E0F"/>
    <w:rsid w:val="002F1049"/>
    <w:rsid w:val="002F114A"/>
    <w:rsid w:val="002F283B"/>
    <w:rsid w:val="002F2DEA"/>
    <w:rsid w:val="002F3B2B"/>
    <w:rsid w:val="002F3D24"/>
    <w:rsid w:val="002F44CD"/>
    <w:rsid w:val="002F764A"/>
    <w:rsid w:val="002F76D9"/>
    <w:rsid w:val="0030173C"/>
    <w:rsid w:val="00301BC8"/>
    <w:rsid w:val="00301F2B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658"/>
    <w:rsid w:val="003068AD"/>
    <w:rsid w:val="00306A22"/>
    <w:rsid w:val="00306BBC"/>
    <w:rsid w:val="00306FAB"/>
    <w:rsid w:val="00307458"/>
    <w:rsid w:val="003078F9"/>
    <w:rsid w:val="00310E39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1713F"/>
    <w:rsid w:val="00320CDE"/>
    <w:rsid w:val="00320EC5"/>
    <w:rsid w:val="00322091"/>
    <w:rsid w:val="003227E0"/>
    <w:rsid w:val="00323205"/>
    <w:rsid w:val="003239A9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919"/>
    <w:rsid w:val="00332D66"/>
    <w:rsid w:val="00333A19"/>
    <w:rsid w:val="00333FA9"/>
    <w:rsid w:val="003340D0"/>
    <w:rsid w:val="00334ABE"/>
    <w:rsid w:val="00334FDD"/>
    <w:rsid w:val="003351EB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4D1F"/>
    <w:rsid w:val="003451E2"/>
    <w:rsid w:val="003457AA"/>
    <w:rsid w:val="003458A1"/>
    <w:rsid w:val="00346012"/>
    <w:rsid w:val="0034726E"/>
    <w:rsid w:val="00347279"/>
    <w:rsid w:val="00347283"/>
    <w:rsid w:val="0035026A"/>
    <w:rsid w:val="003502C5"/>
    <w:rsid w:val="0035276A"/>
    <w:rsid w:val="0035301D"/>
    <w:rsid w:val="0035362F"/>
    <w:rsid w:val="00353FB8"/>
    <w:rsid w:val="0035464B"/>
    <w:rsid w:val="00354888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525"/>
    <w:rsid w:val="0036359B"/>
    <w:rsid w:val="0036444D"/>
    <w:rsid w:val="00364E0C"/>
    <w:rsid w:val="00365E00"/>
    <w:rsid w:val="003662FB"/>
    <w:rsid w:val="0036682F"/>
    <w:rsid w:val="003671B6"/>
    <w:rsid w:val="003701D9"/>
    <w:rsid w:val="003708D7"/>
    <w:rsid w:val="003735C2"/>
    <w:rsid w:val="0037438C"/>
    <w:rsid w:val="00374B9A"/>
    <w:rsid w:val="0037572A"/>
    <w:rsid w:val="0037732B"/>
    <w:rsid w:val="00377EBC"/>
    <w:rsid w:val="003806A8"/>
    <w:rsid w:val="003815DC"/>
    <w:rsid w:val="00381AB6"/>
    <w:rsid w:val="0038209B"/>
    <w:rsid w:val="0038216B"/>
    <w:rsid w:val="00382293"/>
    <w:rsid w:val="00382FEF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15AC"/>
    <w:rsid w:val="003A30E4"/>
    <w:rsid w:val="003A31BD"/>
    <w:rsid w:val="003A412E"/>
    <w:rsid w:val="003A5005"/>
    <w:rsid w:val="003A6348"/>
    <w:rsid w:val="003A714C"/>
    <w:rsid w:val="003A7DBC"/>
    <w:rsid w:val="003B0E63"/>
    <w:rsid w:val="003B1973"/>
    <w:rsid w:val="003B38BE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353"/>
    <w:rsid w:val="003C0DEC"/>
    <w:rsid w:val="003C2089"/>
    <w:rsid w:val="003C3086"/>
    <w:rsid w:val="003C389D"/>
    <w:rsid w:val="003C401D"/>
    <w:rsid w:val="003C45DA"/>
    <w:rsid w:val="003C462B"/>
    <w:rsid w:val="003C46CB"/>
    <w:rsid w:val="003C4E2A"/>
    <w:rsid w:val="003C5009"/>
    <w:rsid w:val="003C5559"/>
    <w:rsid w:val="003C55E4"/>
    <w:rsid w:val="003C6718"/>
    <w:rsid w:val="003C7D4B"/>
    <w:rsid w:val="003D0428"/>
    <w:rsid w:val="003D0E77"/>
    <w:rsid w:val="003D109D"/>
    <w:rsid w:val="003D11DC"/>
    <w:rsid w:val="003D1351"/>
    <w:rsid w:val="003D216A"/>
    <w:rsid w:val="003D26DE"/>
    <w:rsid w:val="003D2B7B"/>
    <w:rsid w:val="003D348B"/>
    <w:rsid w:val="003D361C"/>
    <w:rsid w:val="003D45A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BE8"/>
    <w:rsid w:val="003E4DDE"/>
    <w:rsid w:val="003E503F"/>
    <w:rsid w:val="003E5578"/>
    <w:rsid w:val="003E59D2"/>
    <w:rsid w:val="003E5A4E"/>
    <w:rsid w:val="003E64D2"/>
    <w:rsid w:val="003E6C93"/>
    <w:rsid w:val="003E71F0"/>
    <w:rsid w:val="003E7BFA"/>
    <w:rsid w:val="003E7CBF"/>
    <w:rsid w:val="003F0138"/>
    <w:rsid w:val="003F1009"/>
    <w:rsid w:val="003F2268"/>
    <w:rsid w:val="003F2B75"/>
    <w:rsid w:val="003F3F4B"/>
    <w:rsid w:val="003F41A3"/>
    <w:rsid w:val="003F45AC"/>
    <w:rsid w:val="003F4804"/>
    <w:rsid w:val="003F4EA1"/>
    <w:rsid w:val="003F5725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C5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5CCC"/>
    <w:rsid w:val="00427703"/>
    <w:rsid w:val="00431288"/>
    <w:rsid w:val="00431630"/>
    <w:rsid w:val="00431AB6"/>
    <w:rsid w:val="00431C8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21B9"/>
    <w:rsid w:val="004422A7"/>
    <w:rsid w:val="00442517"/>
    <w:rsid w:val="0044262A"/>
    <w:rsid w:val="0044328B"/>
    <w:rsid w:val="00443405"/>
    <w:rsid w:val="0044354D"/>
    <w:rsid w:val="00444395"/>
    <w:rsid w:val="004446F8"/>
    <w:rsid w:val="004447E1"/>
    <w:rsid w:val="00444F09"/>
    <w:rsid w:val="00446D78"/>
    <w:rsid w:val="004472C6"/>
    <w:rsid w:val="004479B0"/>
    <w:rsid w:val="00450AB3"/>
    <w:rsid w:val="00451EFB"/>
    <w:rsid w:val="004521BC"/>
    <w:rsid w:val="0045355E"/>
    <w:rsid w:val="00453A31"/>
    <w:rsid w:val="00453D50"/>
    <w:rsid w:val="0045543D"/>
    <w:rsid w:val="0045583A"/>
    <w:rsid w:val="00455DA4"/>
    <w:rsid w:val="00456A82"/>
    <w:rsid w:val="00457E67"/>
    <w:rsid w:val="004603CB"/>
    <w:rsid w:val="004612BB"/>
    <w:rsid w:val="00461837"/>
    <w:rsid w:val="0046335B"/>
    <w:rsid w:val="00464E8D"/>
    <w:rsid w:val="00464EAC"/>
    <w:rsid w:val="0046513B"/>
    <w:rsid w:val="004659A2"/>
    <w:rsid w:val="00465F95"/>
    <w:rsid w:val="00466B70"/>
    <w:rsid w:val="00466E8C"/>
    <w:rsid w:val="00467A1D"/>
    <w:rsid w:val="00467F13"/>
    <w:rsid w:val="00471A0E"/>
    <w:rsid w:val="00471A1A"/>
    <w:rsid w:val="00471CD6"/>
    <w:rsid w:val="00471DE3"/>
    <w:rsid w:val="004721F2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921"/>
    <w:rsid w:val="00482B75"/>
    <w:rsid w:val="0048303F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0CC"/>
    <w:rsid w:val="00493615"/>
    <w:rsid w:val="00493EFC"/>
    <w:rsid w:val="004947B7"/>
    <w:rsid w:val="00494D9C"/>
    <w:rsid w:val="00496387"/>
    <w:rsid w:val="004965B9"/>
    <w:rsid w:val="0049722F"/>
    <w:rsid w:val="004973EB"/>
    <w:rsid w:val="00497625"/>
    <w:rsid w:val="004977F5"/>
    <w:rsid w:val="004978CF"/>
    <w:rsid w:val="00497BEB"/>
    <w:rsid w:val="00497E63"/>
    <w:rsid w:val="004A01C9"/>
    <w:rsid w:val="004A06C2"/>
    <w:rsid w:val="004A0BE4"/>
    <w:rsid w:val="004A118C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5EB1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0DE"/>
    <w:rsid w:val="004C330A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AEC"/>
    <w:rsid w:val="004D1AFE"/>
    <w:rsid w:val="004D1ECD"/>
    <w:rsid w:val="004D226F"/>
    <w:rsid w:val="004D3822"/>
    <w:rsid w:val="004D4DC7"/>
    <w:rsid w:val="004D5514"/>
    <w:rsid w:val="004D57C5"/>
    <w:rsid w:val="004D5ACB"/>
    <w:rsid w:val="004D6060"/>
    <w:rsid w:val="004D6249"/>
    <w:rsid w:val="004D6536"/>
    <w:rsid w:val="004D661E"/>
    <w:rsid w:val="004D683A"/>
    <w:rsid w:val="004D6E73"/>
    <w:rsid w:val="004E0687"/>
    <w:rsid w:val="004E09EA"/>
    <w:rsid w:val="004E0AAD"/>
    <w:rsid w:val="004E0D04"/>
    <w:rsid w:val="004E168B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5F3"/>
    <w:rsid w:val="004F5740"/>
    <w:rsid w:val="004F6592"/>
    <w:rsid w:val="004F698A"/>
    <w:rsid w:val="004F70D3"/>
    <w:rsid w:val="004F71CD"/>
    <w:rsid w:val="00500E9B"/>
    <w:rsid w:val="005012AB"/>
    <w:rsid w:val="005021BA"/>
    <w:rsid w:val="00502311"/>
    <w:rsid w:val="0050316E"/>
    <w:rsid w:val="00503FA6"/>
    <w:rsid w:val="005045C2"/>
    <w:rsid w:val="00504746"/>
    <w:rsid w:val="00504F0C"/>
    <w:rsid w:val="0050547F"/>
    <w:rsid w:val="005055E7"/>
    <w:rsid w:val="00506026"/>
    <w:rsid w:val="00506D01"/>
    <w:rsid w:val="005071AB"/>
    <w:rsid w:val="00507E3B"/>
    <w:rsid w:val="005102EB"/>
    <w:rsid w:val="00510628"/>
    <w:rsid w:val="005112A2"/>
    <w:rsid w:val="00511642"/>
    <w:rsid w:val="00511DC3"/>
    <w:rsid w:val="0051277E"/>
    <w:rsid w:val="00512CE7"/>
    <w:rsid w:val="0051356C"/>
    <w:rsid w:val="005139EF"/>
    <w:rsid w:val="005141D1"/>
    <w:rsid w:val="00514224"/>
    <w:rsid w:val="005148F9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979"/>
    <w:rsid w:val="00550AB3"/>
    <w:rsid w:val="00550FE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31D9"/>
    <w:rsid w:val="00564047"/>
    <w:rsid w:val="00564F6B"/>
    <w:rsid w:val="00565940"/>
    <w:rsid w:val="00566046"/>
    <w:rsid w:val="00566294"/>
    <w:rsid w:val="0056637F"/>
    <w:rsid w:val="00566E43"/>
    <w:rsid w:val="005673EF"/>
    <w:rsid w:val="00567FD6"/>
    <w:rsid w:val="0057072A"/>
    <w:rsid w:val="00573473"/>
    <w:rsid w:val="0057360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30A6"/>
    <w:rsid w:val="00583936"/>
    <w:rsid w:val="00583B09"/>
    <w:rsid w:val="005843DC"/>
    <w:rsid w:val="005852E1"/>
    <w:rsid w:val="00585FB0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EF1"/>
    <w:rsid w:val="00596F63"/>
    <w:rsid w:val="0059733A"/>
    <w:rsid w:val="005A06BB"/>
    <w:rsid w:val="005A09F1"/>
    <w:rsid w:val="005A1F1B"/>
    <w:rsid w:val="005A228B"/>
    <w:rsid w:val="005A2DC0"/>
    <w:rsid w:val="005A3056"/>
    <w:rsid w:val="005A306C"/>
    <w:rsid w:val="005A30D8"/>
    <w:rsid w:val="005A3ED5"/>
    <w:rsid w:val="005A426A"/>
    <w:rsid w:val="005A4BB5"/>
    <w:rsid w:val="005A542C"/>
    <w:rsid w:val="005A5647"/>
    <w:rsid w:val="005A6091"/>
    <w:rsid w:val="005A6C67"/>
    <w:rsid w:val="005A6F69"/>
    <w:rsid w:val="005A7230"/>
    <w:rsid w:val="005B0F45"/>
    <w:rsid w:val="005B1350"/>
    <w:rsid w:val="005B1730"/>
    <w:rsid w:val="005B1847"/>
    <w:rsid w:val="005B1864"/>
    <w:rsid w:val="005B22D5"/>
    <w:rsid w:val="005B27D2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88F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6921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14"/>
    <w:rsid w:val="005D7752"/>
    <w:rsid w:val="005E0512"/>
    <w:rsid w:val="005E0A7C"/>
    <w:rsid w:val="005E1D24"/>
    <w:rsid w:val="005E2951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D64"/>
    <w:rsid w:val="005F3E22"/>
    <w:rsid w:val="005F4BC5"/>
    <w:rsid w:val="005F4C3A"/>
    <w:rsid w:val="005F5645"/>
    <w:rsid w:val="005F5D5F"/>
    <w:rsid w:val="005F6700"/>
    <w:rsid w:val="005F689F"/>
    <w:rsid w:val="005F6F00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1310"/>
    <w:rsid w:val="00611801"/>
    <w:rsid w:val="0061268B"/>
    <w:rsid w:val="00612D5C"/>
    <w:rsid w:val="006131B0"/>
    <w:rsid w:val="006148ED"/>
    <w:rsid w:val="006152CF"/>
    <w:rsid w:val="0061550E"/>
    <w:rsid w:val="006157AD"/>
    <w:rsid w:val="006159BB"/>
    <w:rsid w:val="00616393"/>
    <w:rsid w:val="00617897"/>
    <w:rsid w:val="00617CD7"/>
    <w:rsid w:val="006201B2"/>
    <w:rsid w:val="0062137F"/>
    <w:rsid w:val="00622589"/>
    <w:rsid w:val="00622718"/>
    <w:rsid w:val="006231E1"/>
    <w:rsid w:val="00623727"/>
    <w:rsid w:val="006238DE"/>
    <w:rsid w:val="00623BC0"/>
    <w:rsid w:val="00623F11"/>
    <w:rsid w:val="00624944"/>
    <w:rsid w:val="0062495B"/>
    <w:rsid w:val="006249EE"/>
    <w:rsid w:val="00624F91"/>
    <w:rsid w:val="006257F0"/>
    <w:rsid w:val="00626463"/>
    <w:rsid w:val="006266FF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D2E"/>
    <w:rsid w:val="00641F95"/>
    <w:rsid w:val="006430A5"/>
    <w:rsid w:val="00643AF1"/>
    <w:rsid w:val="00643E50"/>
    <w:rsid w:val="00644159"/>
    <w:rsid w:val="006446B9"/>
    <w:rsid w:val="0064478A"/>
    <w:rsid w:val="00645968"/>
    <w:rsid w:val="0064694D"/>
    <w:rsid w:val="00646A27"/>
    <w:rsid w:val="006471E4"/>
    <w:rsid w:val="00650D42"/>
    <w:rsid w:val="0065150A"/>
    <w:rsid w:val="006519A6"/>
    <w:rsid w:val="00651AE2"/>
    <w:rsid w:val="006521B5"/>
    <w:rsid w:val="006533F6"/>
    <w:rsid w:val="00653F13"/>
    <w:rsid w:val="006546DB"/>
    <w:rsid w:val="00655E16"/>
    <w:rsid w:val="0065793F"/>
    <w:rsid w:val="006606CA"/>
    <w:rsid w:val="00660931"/>
    <w:rsid w:val="006620B8"/>
    <w:rsid w:val="00662631"/>
    <w:rsid w:val="00662CFC"/>
    <w:rsid w:val="0066371A"/>
    <w:rsid w:val="00663B14"/>
    <w:rsid w:val="00663C52"/>
    <w:rsid w:val="00663C7C"/>
    <w:rsid w:val="00663FEF"/>
    <w:rsid w:val="00664420"/>
    <w:rsid w:val="006644DF"/>
    <w:rsid w:val="00666283"/>
    <w:rsid w:val="00666925"/>
    <w:rsid w:val="00667265"/>
    <w:rsid w:val="00667866"/>
    <w:rsid w:val="00671066"/>
    <w:rsid w:val="00671682"/>
    <w:rsid w:val="00671990"/>
    <w:rsid w:val="006719E5"/>
    <w:rsid w:val="00672211"/>
    <w:rsid w:val="0067376C"/>
    <w:rsid w:val="006738B8"/>
    <w:rsid w:val="00673AC1"/>
    <w:rsid w:val="00673F4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25A"/>
    <w:rsid w:val="00687CE2"/>
    <w:rsid w:val="00690A44"/>
    <w:rsid w:val="00691B39"/>
    <w:rsid w:val="00692452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229A"/>
    <w:rsid w:val="006A48FD"/>
    <w:rsid w:val="006A5510"/>
    <w:rsid w:val="006A5551"/>
    <w:rsid w:val="006A7773"/>
    <w:rsid w:val="006A7CC9"/>
    <w:rsid w:val="006B0040"/>
    <w:rsid w:val="006B04BF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6671"/>
    <w:rsid w:val="006B6B93"/>
    <w:rsid w:val="006B6E7C"/>
    <w:rsid w:val="006B739C"/>
    <w:rsid w:val="006B7E7F"/>
    <w:rsid w:val="006B7E87"/>
    <w:rsid w:val="006C11C9"/>
    <w:rsid w:val="006C1323"/>
    <w:rsid w:val="006C1B1F"/>
    <w:rsid w:val="006C1C38"/>
    <w:rsid w:val="006C26AD"/>
    <w:rsid w:val="006C3384"/>
    <w:rsid w:val="006C385F"/>
    <w:rsid w:val="006C41A2"/>
    <w:rsid w:val="006C50A7"/>
    <w:rsid w:val="006C54F9"/>
    <w:rsid w:val="006C65C7"/>
    <w:rsid w:val="006C6D96"/>
    <w:rsid w:val="006C7525"/>
    <w:rsid w:val="006C7F21"/>
    <w:rsid w:val="006D0104"/>
    <w:rsid w:val="006D04A5"/>
    <w:rsid w:val="006D06BD"/>
    <w:rsid w:val="006D09D6"/>
    <w:rsid w:val="006D0A52"/>
    <w:rsid w:val="006D0CAF"/>
    <w:rsid w:val="006D0CC7"/>
    <w:rsid w:val="006D0E5A"/>
    <w:rsid w:val="006D17D8"/>
    <w:rsid w:val="006D1EF7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E0CF3"/>
    <w:rsid w:val="006E315D"/>
    <w:rsid w:val="006E42D7"/>
    <w:rsid w:val="006E4543"/>
    <w:rsid w:val="006E4587"/>
    <w:rsid w:val="006E4845"/>
    <w:rsid w:val="006E4D77"/>
    <w:rsid w:val="006E4F69"/>
    <w:rsid w:val="006E515C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2CE0"/>
    <w:rsid w:val="006F3685"/>
    <w:rsid w:val="006F5354"/>
    <w:rsid w:val="006F5B4E"/>
    <w:rsid w:val="006F5C3F"/>
    <w:rsid w:val="006F6666"/>
    <w:rsid w:val="006F6D8E"/>
    <w:rsid w:val="006F7AA7"/>
    <w:rsid w:val="00700506"/>
    <w:rsid w:val="00700ABF"/>
    <w:rsid w:val="00700ECA"/>
    <w:rsid w:val="00701464"/>
    <w:rsid w:val="00702860"/>
    <w:rsid w:val="0070313C"/>
    <w:rsid w:val="00703407"/>
    <w:rsid w:val="00703A17"/>
    <w:rsid w:val="007041FE"/>
    <w:rsid w:val="007043C5"/>
    <w:rsid w:val="007044C3"/>
    <w:rsid w:val="007048AC"/>
    <w:rsid w:val="00704C4A"/>
    <w:rsid w:val="00704F00"/>
    <w:rsid w:val="00704F49"/>
    <w:rsid w:val="00704FB5"/>
    <w:rsid w:val="00705996"/>
    <w:rsid w:val="00706141"/>
    <w:rsid w:val="007062AB"/>
    <w:rsid w:val="00707ABC"/>
    <w:rsid w:val="007102BB"/>
    <w:rsid w:val="007106D9"/>
    <w:rsid w:val="0071070A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5C10"/>
    <w:rsid w:val="00726670"/>
    <w:rsid w:val="007269AB"/>
    <w:rsid w:val="0072718C"/>
    <w:rsid w:val="00727302"/>
    <w:rsid w:val="00727741"/>
    <w:rsid w:val="00727A76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111"/>
    <w:rsid w:val="00737CC0"/>
    <w:rsid w:val="0074041D"/>
    <w:rsid w:val="0074104E"/>
    <w:rsid w:val="007416A2"/>
    <w:rsid w:val="00742FF6"/>
    <w:rsid w:val="00743DAA"/>
    <w:rsid w:val="00744387"/>
    <w:rsid w:val="007447A6"/>
    <w:rsid w:val="007447D5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44A8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E97"/>
    <w:rsid w:val="007A00B8"/>
    <w:rsid w:val="007A0249"/>
    <w:rsid w:val="007A04F5"/>
    <w:rsid w:val="007A10A4"/>
    <w:rsid w:val="007A1B01"/>
    <w:rsid w:val="007A2450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1BE1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EB"/>
    <w:rsid w:val="007D2870"/>
    <w:rsid w:val="007D3354"/>
    <w:rsid w:val="007D49EC"/>
    <w:rsid w:val="007D4D8F"/>
    <w:rsid w:val="007D514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4A1B"/>
    <w:rsid w:val="00805499"/>
    <w:rsid w:val="00805BA7"/>
    <w:rsid w:val="0080697D"/>
    <w:rsid w:val="0080769C"/>
    <w:rsid w:val="008109CB"/>
    <w:rsid w:val="00811695"/>
    <w:rsid w:val="00811F0D"/>
    <w:rsid w:val="0081296E"/>
    <w:rsid w:val="00812CC0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21E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820"/>
    <w:rsid w:val="00830915"/>
    <w:rsid w:val="00831054"/>
    <w:rsid w:val="00831A8C"/>
    <w:rsid w:val="008327FA"/>
    <w:rsid w:val="00832DB2"/>
    <w:rsid w:val="008331E3"/>
    <w:rsid w:val="008345EB"/>
    <w:rsid w:val="008347C6"/>
    <w:rsid w:val="00834C8A"/>
    <w:rsid w:val="00834DDA"/>
    <w:rsid w:val="00837349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5BFB"/>
    <w:rsid w:val="00856037"/>
    <w:rsid w:val="008560F4"/>
    <w:rsid w:val="00856346"/>
    <w:rsid w:val="00856466"/>
    <w:rsid w:val="008564E1"/>
    <w:rsid w:val="008564EB"/>
    <w:rsid w:val="00856E9C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3BE"/>
    <w:rsid w:val="008642DD"/>
    <w:rsid w:val="00864915"/>
    <w:rsid w:val="008652C2"/>
    <w:rsid w:val="0086543A"/>
    <w:rsid w:val="00865602"/>
    <w:rsid w:val="00866BEE"/>
    <w:rsid w:val="00870679"/>
    <w:rsid w:val="00870760"/>
    <w:rsid w:val="00870897"/>
    <w:rsid w:val="00871E64"/>
    <w:rsid w:val="00872520"/>
    <w:rsid w:val="0087383B"/>
    <w:rsid w:val="008738B1"/>
    <w:rsid w:val="00873B36"/>
    <w:rsid w:val="00873FED"/>
    <w:rsid w:val="008740DB"/>
    <w:rsid w:val="0087456C"/>
    <w:rsid w:val="0087466C"/>
    <w:rsid w:val="00874BD0"/>
    <w:rsid w:val="00875A3B"/>
    <w:rsid w:val="00875FDB"/>
    <w:rsid w:val="008761C8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38FB"/>
    <w:rsid w:val="00893B25"/>
    <w:rsid w:val="00893BC0"/>
    <w:rsid w:val="00893E4E"/>
    <w:rsid w:val="0089450F"/>
    <w:rsid w:val="0089451B"/>
    <w:rsid w:val="0089467B"/>
    <w:rsid w:val="008958AE"/>
    <w:rsid w:val="008A0864"/>
    <w:rsid w:val="008A0B81"/>
    <w:rsid w:val="008A0C7A"/>
    <w:rsid w:val="008A1ED4"/>
    <w:rsid w:val="008A3375"/>
    <w:rsid w:val="008A3E2E"/>
    <w:rsid w:val="008A4016"/>
    <w:rsid w:val="008A504E"/>
    <w:rsid w:val="008A598A"/>
    <w:rsid w:val="008A5AE4"/>
    <w:rsid w:val="008A5B19"/>
    <w:rsid w:val="008A5FE1"/>
    <w:rsid w:val="008A63C3"/>
    <w:rsid w:val="008A68DD"/>
    <w:rsid w:val="008A6DDC"/>
    <w:rsid w:val="008A7013"/>
    <w:rsid w:val="008A7C01"/>
    <w:rsid w:val="008B0011"/>
    <w:rsid w:val="008B054D"/>
    <w:rsid w:val="008B0BBC"/>
    <w:rsid w:val="008B0C45"/>
    <w:rsid w:val="008B13C0"/>
    <w:rsid w:val="008B15D7"/>
    <w:rsid w:val="008B2063"/>
    <w:rsid w:val="008B2682"/>
    <w:rsid w:val="008B426C"/>
    <w:rsid w:val="008B4947"/>
    <w:rsid w:val="008B5140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BD2"/>
    <w:rsid w:val="008D7CFB"/>
    <w:rsid w:val="008E123C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7B0"/>
    <w:rsid w:val="008F4465"/>
    <w:rsid w:val="008F4DE8"/>
    <w:rsid w:val="008F57F1"/>
    <w:rsid w:val="008F5B0F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2DA"/>
    <w:rsid w:val="009034B9"/>
    <w:rsid w:val="009038F4"/>
    <w:rsid w:val="009039C0"/>
    <w:rsid w:val="00903AA1"/>
    <w:rsid w:val="00904247"/>
    <w:rsid w:val="0090451D"/>
    <w:rsid w:val="0090535E"/>
    <w:rsid w:val="00905BC6"/>
    <w:rsid w:val="00905E8E"/>
    <w:rsid w:val="009108B3"/>
    <w:rsid w:val="00911C58"/>
    <w:rsid w:val="00911D8A"/>
    <w:rsid w:val="00913D4D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310"/>
    <w:rsid w:val="00917ADF"/>
    <w:rsid w:val="009210F9"/>
    <w:rsid w:val="0092191F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FFF"/>
    <w:rsid w:val="009315EE"/>
    <w:rsid w:val="0093263D"/>
    <w:rsid w:val="009326C7"/>
    <w:rsid w:val="009326D9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1569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56B"/>
    <w:rsid w:val="00955D38"/>
    <w:rsid w:val="00955F7E"/>
    <w:rsid w:val="009568F3"/>
    <w:rsid w:val="0096056C"/>
    <w:rsid w:val="00961223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3F6"/>
    <w:rsid w:val="00977E95"/>
    <w:rsid w:val="009808E4"/>
    <w:rsid w:val="0098157D"/>
    <w:rsid w:val="0098268B"/>
    <w:rsid w:val="00982BA5"/>
    <w:rsid w:val="00983F00"/>
    <w:rsid w:val="00983F28"/>
    <w:rsid w:val="009851BD"/>
    <w:rsid w:val="009856D7"/>
    <w:rsid w:val="00986636"/>
    <w:rsid w:val="00986F72"/>
    <w:rsid w:val="009877DF"/>
    <w:rsid w:val="0099045C"/>
    <w:rsid w:val="00990925"/>
    <w:rsid w:val="00990B39"/>
    <w:rsid w:val="00990D8C"/>
    <w:rsid w:val="00990E81"/>
    <w:rsid w:val="00991258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38C0"/>
    <w:rsid w:val="009A4DA6"/>
    <w:rsid w:val="009A4EA3"/>
    <w:rsid w:val="009A50A9"/>
    <w:rsid w:val="009A5109"/>
    <w:rsid w:val="009A52C7"/>
    <w:rsid w:val="009A71E1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B5E7C"/>
    <w:rsid w:val="009B7BDF"/>
    <w:rsid w:val="009C0157"/>
    <w:rsid w:val="009C04B2"/>
    <w:rsid w:val="009C16B9"/>
    <w:rsid w:val="009C21BD"/>
    <w:rsid w:val="009C2F9F"/>
    <w:rsid w:val="009C3432"/>
    <w:rsid w:val="009C368D"/>
    <w:rsid w:val="009C381C"/>
    <w:rsid w:val="009C3FD3"/>
    <w:rsid w:val="009C4728"/>
    <w:rsid w:val="009C485B"/>
    <w:rsid w:val="009C5A1E"/>
    <w:rsid w:val="009C6A03"/>
    <w:rsid w:val="009C6A1B"/>
    <w:rsid w:val="009C6D82"/>
    <w:rsid w:val="009D0428"/>
    <w:rsid w:val="009D09D0"/>
    <w:rsid w:val="009D1937"/>
    <w:rsid w:val="009D1FB8"/>
    <w:rsid w:val="009D2DC3"/>
    <w:rsid w:val="009D3A0C"/>
    <w:rsid w:val="009D41BB"/>
    <w:rsid w:val="009D5215"/>
    <w:rsid w:val="009D5F57"/>
    <w:rsid w:val="009D7FF1"/>
    <w:rsid w:val="009E03D8"/>
    <w:rsid w:val="009E1947"/>
    <w:rsid w:val="009E1CBD"/>
    <w:rsid w:val="009E33B9"/>
    <w:rsid w:val="009E59D9"/>
    <w:rsid w:val="009E7018"/>
    <w:rsid w:val="009E7783"/>
    <w:rsid w:val="009E7848"/>
    <w:rsid w:val="009E7A4F"/>
    <w:rsid w:val="009F0EED"/>
    <w:rsid w:val="009F10CC"/>
    <w:rsid w:val="009F1326"/>
    <w:rsid w:val="009F13B7"/>
    <w:rsid w:val="009F1446"/>
    <w:rsid w:val="009F2566"/>
    <w:rsid w:val="009F3799"/>
    <w:rsid w:val="009F3B58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5069"/>
    <w:rsid w:val="00A15199"/>
    <w:rsid w:val="00A151A3"/>
    <w:rsid w:val="00A1552C"/>
    <w:rsid w:val="00A158D9"/>
    <w:rsid w:val="00A15944"/>
    <w:rsid w:val="00A166B3"/>
    <w:rsid w:val="00A16730"/>
    <w:rsid w:val="00A16C66"/>
    <w:rsid w:val="00A173FE"/>
    <w:rsid w:val="00A17A43"/>
    <w:rsid w:val="00A17CA4"/>
    <w:rsid w:val="00A2002D"/>
    <w:rsid w:val="00A20495"/>
    <w:rsid w:val="00A2122C"/>
    <w:rsid w:val="00A2131D"/>
    <w:rsid w:val="00A21E66"/>
    <w:rsid w:val="00A22032"/>
    <w:rsid w:val="00A22968"/>
    <w:rsid w:val="00A23547"/>
    <w:rsid w:val="00A2373F"/>
    <w:rsid w:val="00A23A4E"/>
    <w:rsid w:val="00A23CC8"/>
    <w:rsid w:val="00A24075"/>
    <w:rsid w:val="00A24873"/>
    <w:rsid w:val="00A25AA0"/>
    <w:rsid w:val="00A25FC5"/>
    <w:rsid w:val="00A268EF"/>
    <w:rsid w:val="00A26942"/>
    <w:rsid w:val="00A269D3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1206"/>
    <w:rsid w:val="00A413F1"/>
    <w:rsid w:val="00A415C0"/>
    <w:rsid w:val="00A427F9"/>
    <w:rsid w:val="00A42A64"/>
    <w:rsid w:val="00A42CCF"/>
    <w:rsid w:val="00A42CDE"/>
    <w:rsid w:val="00A42DE1"/>
    <w:rsid w:val="00A4344A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6801"/>
    <w:rsid w:val="00A570E0"/>
    <w:rsid w:val="00A57124"/>
    <w:rsid w:val="00A57CAC"/>
    <w:rsid w:val="00A6002F"/>
    <w:rsid w:val="00A60133"/>
    <w:rsid w:val="00A60B02"/>
    <w:rsid w:val="00A60DDA"/>
    <w:rsid w:val="00A610C5"/>
    <w:rsid w:val="00A62C9B"/>
    <w:rsid w:val="00A63E89"/>
    <w:rsid w:val="00A63F2B"/>
    <w:rsid w:val="00A64462"/>
    <w:rsid w:val="00A6469E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187"/>
    <w:rsid w:val="00A72BDA"/>
    <w:rsid w:val="00A72C54"/>
    <w:rsid w:val="00A7303C"/>
    <w:rsid w:val="00A73D04"/>
    <w:rsid w:val="00A7463A"/>
    <w:rsid w:val="00A748CE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01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1BEF"/>
    <w:rsid w:val="00AA2740"/>
    <w:rsid w:val="00AA2F80"/>
    <w:rsid w:val="00AA3732"/>
    <w:rsid w:val="00AA3E96"/>
    <w:rsid w:val="00AA427F"/>
    <w:rsid w:val="00AA5395"/>
    <w:rsid w:val="00AA6326"/>
    <w:rsid w:val="00AA63F5"/>
    <w:rsid w:val="00AA648E"/>
    <w:rsid w:val="00AA6574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EDF"/>
    <w:rsid w:val="00AC070C"/>
    <w:rsid w:val="00AC07AE"/>
    <w:rsid w:val="00AC0DF9"/>
    <w:rsid w:val="00AC1ED8"/>
    <w:rsid w:val="00AC1FDA"/>
    <w:rsid w:val="00AC35C1"/>
    <w:rsid w:val="00AC379A"/>
    <w:rsid w:val="00AC3C30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50FC"/>
    <w:rsid w:val="00AD52FE"/>
    <w:rsid w:val="00AD5734"/>
    <w:rsid w:val="00AD5890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3DA"/>
    <w:rsid w:val="00AE6F12"/>
    <w:rsid w:val="00AF0472"/>
    <w:rsid w:val="00AF179C"/>
    <w:rsid w:val="00AF222B"/>
    <w:rsid w:val="00AF28CC"/>
    <w:rsid w:val="00AF2FB3"/>
    <w:rsid w:val="00AF36F7"/>
    <w:rsid w:val="00AF3BDE"/>
    <w:rsid w:val="00AF45C9"/>
    <w:rsid w:val="00AF5528"/>
    <w:rsid w:val="00AF5954"/>
    <w:rsid w:val="00AF66B8"/>
    <w:rsid w:val="00AF6C46"/>
    <w:rsid w:val="00AF6E45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40B6"/>
    <w:rsid w:val="00B15A31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580"/>
    <w:rsid w:val="00B240AB"/>
    <w:rsid w:val="00B246B5"/>
    <w:rsid w:val="00B24A24"/>
    <w:rsid w:val="00B24AE5"/>
    <w:rsid w:val="00B24C02"/>
    <w:rsid w:val="00B25017"/>
    <w:rsid w:val="00B25066"/>
    <w:rsid w:val="00B25515"/>
    <w:rsid w:val="00B2725E"/>
    <w:rsid w:val="00B2788A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13B"/>
    <w:rsid w:val="00B4072D"/>
    <w:rsid w:val="00B40F2E"/>
    <w:rsid w:val="00B41709"/>
    <w:rsid w:val="00B4256C"/>
    <w:rsid w:val="00B43ED1"/>
    <w:rsid w:val="00B4430A"/>
    <w:rsid w:val="00B45146"/>
    <w:rsid w:val="00B454ED"/>
    <w:rsid w:val="00B464B6"/>
    <w:rsid w:val="00B47033"/>
    <w:rsid w:val="00B50672"/>
    <w:rsid w:val="00B50BB2"/>
    <w:rsid w:val="00B51182"/>
    <w:rsid w:val="00B511B4"/>
    <w:rsid w:val="00B51588"/>
    <w:rsid w:val="00B517A2"/>
    <w:rsid w:val="00B51986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31D"/>
    <w:rsid w:val="00B56AE5"/>
    <w:rsid w:val="00B57E71"/>
    <w:rsid w:val="00B608F9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40B4"/>
    <w:rsid w:val="00B640EB"/>
    <w:rsid w:val="00B64251"/>
    <w:rsid w:val="00B6432F"/>
    <w:rsid w:val="00B6741E"/>
    <w:rsid w:val="00B67F84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3A28"/>
    <w:rsid w:val="00BA4171"/>
    <w:rsid w:val="00BA4ED5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526B"/>
    <w:rsid w:val="00BB53E5"/>
    <w:rsid w:val="00BB583C"/>
    <w:rsid w:val="00BB6312"/>
    <w:rsid w:val="00BB639C"/>
    <w:rsid w:val="00BB63C2"/>
    <w:rsid w:val="00BB6935"/>
    <w:rsid w:val="00BB6986"/>
    <w:rsid w:val="00BB7720"/>
    <w:rsid w:val="00BC0700"/>
    <w:rsid w:val="00BC1298"/>
    <w:rsid w:val="00BC210E"/>
    <w:rsid w:val="00BC279C"/>
    <w:rsid w:val="00BC2BF4"/>
    <w:rsid w:val="00BC33DF"/>
    <w:rsid w:val="00BC4BF6"/>
    <w:rsid w:val="00BC4FB8"/>
    <w:rsid w:val="00BC508E"/>
    <w:rsid w:val="00BC5F0F"/>
    <w:rsid w:val="00BC5FAF"/>
    <w:rsid w:val="00BC632A"/>
    <w:rsid w:val="00BC648F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4B7C"/>
    <w:rsid w:val="00BD55B1"/>
    <w:rsid w:val="00BD6606"/>
    <w:rsid w:val="00BD7AB3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2EED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996"/>
    <w:rsid w:val="00BF6F6D"/>
    <w:rsid w:val="00BF6F98"/>
    <w:rsid w:val="00BF7128"/>
    <w:rsid w:val="00C008FE"/>
    <w:rsid w:val="00C010B2"/>
    <w:rsid w:val="00C01297"/>
    <w:rsid w:val="00C01D8A"/>
    <w:rsid w:val="00C02043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660F"/>
    <w:rsid w:val="00C069D1"/>
    <w:rsid w:val="00C07507"/>
    <w:rsid w:val="00C07519"/>
    <w:rsid w:val="00C11433"/>
    <w:rsid w:val="00C118E3"/>
    <w:rsid w:val="00C13663"/>
    <w:rsid w:val="00C13D08"/>
    <w:rsid w:val="00C14C5D"/>
    <w:rsid w:val="00C14E8D"/>
    <w:rsid w:val="00C1512C"/>
    <w:rsid w:val="00C15644"/>
    <w:rsid w:val="00C15DEC"/>
    <w:rsid w:val="00C16003"/>
    <w:rsid w:val="00C170FD"/>
    <w:rsid w:val="00C20FBE"/>
    <w:rsid w:val="00C2126F"/>
    <w:rsid w:val="00C22872"/>
    <w:rsid w:val="00C22C38"/>
    <w:rsid w:val="00C24138"/>
    <w:rsid w:val="00C24216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4F4"/>
    <w:rsid w:val="00C335AC"/>
    <w:rsid w:val="00C33998"/>
    <w:rsid w:val="00C33F68"/>
    <w:rsid w:val="00C34400"/>
    <w:rsid w:val="00C35EB2"/>
    <w:rsid w:val="00C36A30"/>
    <w:rsid w:val="00C37A16"/>
    <w:rsid w:val="00C37AFD"/>
    <w:rsid w:val="00C40046"/>
    <w:rsid w:val="00C404BD"/>
    <w:rsid w:val="00C40B16"/>
    <w:rsid w:val="00C41E15"/>
    <w:rsid w:val="00C42488"/>
    <w:rsid w:val="00C42589"/>
    <w:rsid w:val="00C429AB"/>
    <w:rsid w:val="00C42D8C"/>
    <w:rsid w:val="00C433D9"/>
    <w:rsid w:val="00C45DF7"/>
    <w:rsid w:val="00C46319"/>
    <w:rsid w:val="00C46A71"/>
    <w:rsid w:val="00C47133"/>
    <w:rsid w:val="00C47334"/>
    <w:rsid w:val="00C513DD"/>
    <w:rsid w:val="00C5203E"/>
    <w:rsid w:val="00C52C07"/>
    <w:rsid w:val="00C52CA2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5A26"/>
    <w:rsid w:val="00C67224"/>
    <w:rsid w:val="00C67CE0"/>
    <w:rsid w:val="00C702F5"/>
    <w:rsid w:val="00C713E0"/>
    <w:rsid w:val="00C71D76"/>
    <w:rsid w:val="00C72606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3244"/>
    <w:rsid w:val="00C83381"/>
    <w:rsid w:val="00C8379D"/>
    <w:rsid w:val="00C8503D"/>
    <w:rsid w:val="00C85520"/>
    <w:rsid w:val="00C85C87"/>
    <w:rsid w:val="00C86946"/>
    <w:rsid w:val="00C86AAD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C5C"/>
    <w:rsid w:val="00C96CD9"/>
    <w:rsid w:val="00C9713E"/>
    <w:rsid w:val="00C97875"/>
    <w:rsid w:val="00C97C78"/>
    <w:rsid w:val="00CA02F7"/>
    <w:rsid w:val="00CA05D9"/>
    <w:rsid w:val="00CA0FC1"/>
    <w:rsid w:val="00CA20A9"/>
    <w:rsid w:val="00CA24CF"/>
    <w:rsid w:val="00CA2F3E"/>
    <w:rsid w:val="00CA306A"/>
    <w:rsid w:val="00CA3562"/>
    <w:rsid w:val="00CA396C"/>
    <w:rsid w:val="00CA3D8F"/>
    <w:rsid w:val="00CA496F"/>
    <w:rsid w:val="00CA4FDA"/>
    <w:rsid w:val="00CA5A0F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4E58"/>
    <w:rsid w:val="00CB5D41"/>
    <w:rsid w:val="00CB6328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579A"/>
    <w:rsid w:val="00CC5992"/>
    <w:rsid w:val="00CC641E"/>
    <w:rsid w:val="00CC6775"/>
    <w:rsid w:val="00CD02D7"/>
    <w:rsid w:val="00CD0627"/>
    <w:rsid w:val="00CD107D"/>
    <w:rsid w:val="00CD1168"/>
    <w:rsid w:val="00CD1FA0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E37"/>
    <w:rsid w:val="00CE1728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371"/>
    <w:rsid w:val="00CF1EE4"/>
    <w:rsid w:val="00CF2CAA"/>
    <w:rsid w:val="00CF3802"/>
    <w:rsid w:val="00CF3906"/>
    <w:rsid w:val="00CF4DD1"/>
    <w:rsid w:val="00CF5B6C"/>
    <w:rsid w:val="00CF7B40"/>
    <w:rsid w:val="00CF7D53"/>
    <w:rsid w:val="00D00100"/>
    <w:rsid w:val="00D0174C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02A"/>
    <w:rsid w:val="00D413BC"/>
    <w:rsid w:val="00D4153D"/>
    <w:rsid w:val="00D4267C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0D8C"/>
    <w:rsid w:val="00D5178B"/>
    <w:rsid w:val="00D517AD"/>
    <w:rsid w:val="00D51CC8"/>
    <w:rsid w:val="00D5253B"/>
    <w:rsid w:val="00D546DB"/>
    <w:rsid w:val="00D554F0"/>
    <w:rsid w:val="00D555F4"/>
    <w:rsid w:val="00D55765"/>
    <w:rsid w:val="00D561AE"/>
    <w:rsid w:val="00D56982"/>
    <w:rsid w:val="00D5781B"/>
    <w:rsid w:val="00D57ABE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BCD"/>
    <w:rsid w:val="00D6607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4681"/>
    <w:rsid w:val="00D7545C"/>
    <w:rsid w:val="00D756C0"/>
    <w:rsid w:val="00D75B4B"/>
    <w:rsid w:val="00D75C81"/>
    <w:rsid w:val="00D77AC6"/>
    <w:rsid w:val="00D77C6C"/>
    <w:rsid w:val="00D80A30"/>
    <w:rsid w:val="00D8323A"/>
    <w:rsid w:val="00D849BE"/>
    <w:rsid w:val="00D854B9"/>
    <w:rsid w:val="00D867D5"/>
    <w:rsid w:val="00D86ABE"/>
    <w:rsid w:val="00D86E1A"/>
    <w:rsid w:val="00D879A1"/>
    <w:rsid w:val="00D87D33"/>
    <w:rsid w:val="00D9070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41F2"/>
    <w:rsid w:val="00D944C8"/>
    <w:rsid w:val="00D9530F"/>
    <w:rsid w:val="00D95679"/>
    <w:rsid w:val="00D9569C"/>
    <w:rsid w:val="00D95E36"/>
    <w:rsid w:val="00D9600B"/>
    <w:rsid w:val="00D969EB"/>
    <w:rsid w:val="00D974D2"/>
    <w:rsid w:val="00D9767E"/>
    <w:rsid w:val="00DA0C9A"/>
    <w:rsid w:val="00DA129B"/>
    <w:rsid w:val="00DA1779"/>
    <w:rsid w:val="00DA2F0D"/>
    <w:rsid w:val="00DA34CB"/>
    <w:rsid w:val="00DA3C10"/>
    <w:rsid w:val="00DA415B"/>
    <w:rsid w:val="00DA4386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6BD9"/>
    <w:rsid w:val="00DA7FBC"/>
    <w:rsid w:val="00DB0699"/>
    <w:rsid w:val="00DB0B2C"/>
    <w:rsid w:val="00DB1630"/>
    <w:rsid w:val="00DB1DC7"/>
    <w:rsid w:val="00DB1F1B"/>
    <w:rsid w:val="00DB2F95"/>
    <w:rsid w:val="00DB40A7"/>
    <w:rsid w:val="00DB40F1"/>
    <w:rsid w:val="00DB42D6"/>
    <w:rsid w:val="00DB4F34"/>
    <w:rsid w:val="00DB4FA1"/>
    <w:rsid w:val="00DB54E6"/>
    <w:rsid w:val="00DB5E31"/>
    <w:rsid w:val="00DB68BA"/>
    <w:rsid w:val="00DB6E0A"/>
    <w:rsid w:val="00DC0333"/>
    <w:rsid w:val="00DC129A"/>
    <w:rsid w:val="00DC158B"/>
    <w:rsid w:val="00DC16BE"/>
    <w:rsid w:val="00DC195D"/>
    <w:rsid w:val="00DC19B8"/>
    <w:rsid w:val="00DC206F"/>
    <w:rsid w:val="00DC2709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3A21"/>
    <w:rsid w:val="00DD4A97"/>
    <w:rsid w:val="00DD4C75"/>
    <w:rsid w:val="00DD55B7"/>
    <w:rsid w:val="00DD5AB3"/>
    <w:rsid w:val="00DD5EA1"/>
    <w:rsid w:val="00DD6A4B"/>
    <w:rsid w:val="00DD7EA5"/>
    <w:rsid w:val="00DE068C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315B"/>
    <w:rsid w:val="00DF330A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8E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20328"/>
    <w:rsid w:val="00E20FE2"/>
    <w:rsid w:val="00E218C1"/>
    <w:rsid w:val="00E2304A"/>
    <w:rsid w:val="00E2406A"/>
    <w:rsid w:val="00E24C40"/>
    <w:rsid w:val="00E250FD"/>
    <w:rsid w:val="00E252F5"/>
    <w:rsid w:val="00E25370"/>
    <w:rsid w:val="00E25F76"/>
    <w:rsid w:val="00E25F86"/>
    <w:rsid w:val="00E2670B"/>
    <w:rsid w:val="00E2776B"/>
    <w:rsid w:val="00E27E2C"/>
    <w:rsid w:val="00E303F3"/>
    <w:rsid w:val="00E30475"/>
    <w:rsid w:val="00E304D5"/>
    <w:rsid w:val="00E30FA0"/>
    <w:rsid w:val="00E316BB"/>
    <w:rsid w:val="00E31E67"/>
    <w:rsid w:val="00E324CE"/>
    <w:rsid w:val="00E3289F"/>
    <w:rsid w:val="00E32A8C"/>
    <w:rsid w:val="00E32F71"/>
    <w:rsid w:val="00E33EC5"/>
    <w:rsid w:val="00E35885"/>
    <w:rsid w:val="00E35E65"/>
    <w:rsid w:val="00E36844"/>
    <w:rsid w:val="00E36C12"/>
    <w:rsid w:val="00E37069"/>
    <w:rsid w:val="00E371C5"/>
    <w:rsid w:val="00E3724E"/>
    <w:rsid w:val="00E37ACC"/>
    <w:rsid w:val="00E407CA"/>
    <w:rsid w:val="00E41547"/>
    <w:rsid w:val="00E41E1E"/>
    <w:rsid w:val="00E42181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FBF"/>
    <w:rsid w:val="00E52F15"/>
    <w:rsid w:val="00E5308C"/>
    <w:rsid w:val="00E53E93"/>
    <w:rsid w:val="00E5416A"/>
    <w:rsid w:val="00E55D34"/>
    <w:rsid w:val="00E562B5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6702"/>
    <w:rsid w:val="00E671A8"/>
    <w:rsid w:val="00E674CD"/>
    <w:rsid w:val="00E674F1"/>
    <w:rsid w:val="00E701E4"/>
    <w:rsid w:val="00E7055D"/>
    <w:rsid w:val="00E706A1"/>
    <w:rsid w:val="00E71FB1"/>
    <w:rsid w:val="00E72819"/>
    <w:rsid w:val="00E72EDA"/>
    <w:rsid w:val="00E73058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8AF"/>
    <w:rsid w:val="00E86020"/>
    <w:rsid w:val="00E8648D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4620"/>
    <w:rsid w:val="00E9614C"/>
    <w:rsid w:val="00E96B68"/>
    <w:rsid w:val="00E9725C"/>
    <w:rsid w:val="00E97FCA"/>
    <w:rsid w:val="00EA08A6"/>
    <w:rsid w:val="00EA0F05"/>
    <w:rsid w:val="00EA1F24"/>
    <w:rsid w:val="00EA2227"/>
    <w:rsid w:val="00EA2B32"/>
    <w:rsid w:val="00EA2CED"/>
    <w:rsid w:val="00EA3015"/>
    <w:rsid w:val="00EA31F7"/>
    <w:rsid w:val="00EA3C14"/>
    <w:rsid w:val="00EA4259"/>
    <w:rsid w:val="00EA53E4"/>
    <w:rsid w:val="00EA66F1"/>
    <w:rsid w:val="00EA671D"/>
    <w:rsid w:val="00EA6AC4"/>
    <w:rsid w:val="00EA728A"/>
    <w:rsid w:val="00EB02CC"/>
    <w:rsid w:val="00EB103E"/>
    <w:rsid w:val="00EB1E69"/>
    <w:rsid w:val="00EB201A"/>
    <w:rsid w:val="00EB28E9"/>
    <w:rsid w:val="00EB2DC2"/>
    <w:rsid w:val="00EB3A4C"/>
    <w:rsid w:val="00EB4036"/>
    <w:rsid w:val="00EB4F42"/>
    <w:rsid w:val="00EB5146"/>
    <w:rsid w:val="00EB5816"/>
    <w:rsid w:val="00EB585E"/>
    <w:rsid w:val="00EB5A29"/>
    <w:rsid w:val="00EB5C87"/>
    <w:rsid w:val="00EB63BC"/>
    <w:rsid w:val="00EB64F6"/>
    <w:rsid w:val="00EB7B6F"/>
    <w:rsid w:val="00EC0074"/>
    <w:rsid w:val="00EC022C"/>
    <w:rsid w:val="00EC0356"/>
    <w:rsid w:val="00EC03B7"/>
    <w:rsid w:val="00EC0C57"/>
    <w:rsid w:val="00EC107F"/>
    <w:rsid w:val="00EC2B83"/>
    <w:rsid w:val="00EC3BA8"/>
    <w:rsid w:val="00EC3C7B"/>
    <w:rsid w:val="00EC3FB6"/>
    <w:rsid w:val="00EC3FF3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1F2B"/>
    <w:rsid w:val="00ED2E5D"/>
    <w:rsid w:val="00ED33E0"/>
    <w:rsid w:val="00ED346F"/>
    <w:rsid w:val="00ED393E"/>
    <w:rsid w:val="00ED3A51"/>
    <w:rsid w:val="00ED3AA4"/>
    <w:rsid w:val="00ED4583"/>
    <w:rsid w:val="00ED4BC8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50D"/>
    <w:rsid w:val="00EF38B8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1D41"/>
    <w:rsid w:val="00F022EC"/>
    <w:rsid w:val="00F02962"/>
    <w:rsid w:val="00F02A29"/>
    <w:rsid w:val="00F03F9E"/>
    <w:rsid w:val="00F04250"/>
    <w:rsid w:val="00F04B41"/>
    <w:rsid w:val="00F05E92"/>
    <w:rsid w:val="00F06550"/>
    <w:rsid w:val="00F06851"/>
    <w:rsid w:val="00F07555"/>
    <w:rsid w:val="00F10877"/>
    <w:rsid w:val="00F10915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61"/>
    <w:rsid w:val="00F36A9F"/>
    <w:rsid w:val="00F36F3E"/>
    <w:rsid w:val="00F40812"/>
    <w:rsid w:val="00F41087"/>
    <w:rsid w:val="00F4129C"/>
    <w:rsid w:val="00F41E03"/>
    <w:rsid w:val="00F433E6"/>
    <w:rsid w:val="00F4353E"/>
    <w:rsid w:val="00F4399E"/>
    <w:rsid w:val="00F43E70"/>
    <w:rsid w:val="00F440DF"/>
    <w:rsid w:val="00F44127"/>
    <w:rsid w:val="00F444BB"/>
    <w:rsid w:val="00F44B97"/>
    <w:rsid w:val="00F44F8B"/>
    <w:rsid w:val="00F45293"/>
    <w:rsid w:val="00F452E2"/>
    <w:rsid w:val="00F458BF"/>
    <w:rsid w:val="00F45A3C"/>
    <w:rsid w:val="00F46A8F"/>
    <w:rsid w:val="00F4722F"/>
    <w:rsid w:val="00F47A06"/>
    <w:rsid w:val="00F50CB0"/>
    <w:rsid w:val="00F5190C"/>
    <w:rsid w:val="00F52507"/>
    <w:rsid w:val="00F528A4"/>
    <w:rsid w:val="00F52AA2"/>
    <w:rsid w:val="00F52BB4"/>
    <w:rsid w:val="00F52FEB"/>
    <w:rsid w:val="00F53C8F"/>
    <w:rsid w:val="00F55731"/>
    <w:rsid w:val="00F55FB0"/>
    <w:rsid w:val="00F56012"/>
    <w:rsid w:val="00F57AB6"/>
    <w:rsid w:val="00F60338"/>
    <w:rsid w:val="00F61B34"/>
    <w:rsid w:val="00F624CD"/>
    <w:rsid w:val="00F62C11"/>
    <w:rsid w:val="00F62E0F"/>
    <w:rsid w:val="00F62EF4"/>
    <w:rsid w:val="00F6551C"/>
    <w:rsid w:val="00F65697"/>
    <w:rsid w:val="00F6600C"/>
    <w:rsid w:val="00F6792D"/>
    <w:rsid w:val="00F67F18"/>
    <w:rsid w:val="00F704A8"/>
    <w:rsid w:val="00F70575"/>
    <w:rsid w:val="00F710E1"/>
    <w:rsid w:val="00F715DF"/>
    <w:rsid w:val="00F7315D"/>
    <w:rsid w:val="00F73A66"/>
    <w:rsid w:val="00F74591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3933"/>
    <w:rsid w:val="00F8487B"/>
    <w:rsid w:val="00F857E5"/>
    <w:rsid w:val="00F8585A"/>
    <w:rsid w:val="00F85998"/>
    <w:rsid w:val="00F860C8"/>
    <w:rsid w:val="00F863AD"/>
    <w:rsid w:val="00F87481"/>
    <w:rsid w:val="00F878DD"/>
    <w:rsid w:val="00F90B6C"/>
    <w:rsid w:val="00F91AC7"/>
    <w:rsid w:val="00F92AD6"/>
    <w:rsid w:val="00F92DF0"/>
    <w:rsid w:val="00F9341D"/>
    <w:rsid w:val="00F9358A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47B2"/>
    <w:rsid w:val="00FA5143"/>
    <w:rsid w:val="00FA5AAE"/>
    <w:rsid w:val="00FA5BDD"/>
    <w:rsid w:val="00FA73F0"/>
    <w:rsid w:val="00FA7AF9"/>
    <w:rsid w:val="00FB04CE"/>
    <w:rsid w:val="00FB0588"/>
    <w:rsid w:val="00FB1A0A"/>
    <w:rsid w:val="00FB225E"/>
    <w:rsid w:val="00FB27B9"/>
    <w:rsid w:val="00FB34C5"/>
    <w:rsid w:val="00FB37A9"/>
    <w:rsid w:val="00FB3EF5"/>
    <w:rsid w:val="00FB40BB"/>
    <w:rsid w:val="00FB4663"/>
    <w:rsid w:val="00FB51AD"/>
    <w:rsid w:val="00FB5940"/>
    <w:rsid w:val="00FB6082"/>
    <w:rsid w:val="00FB60B3"/>
    <w:rsid w:val="00FB6758"/>
    <w:rsid w:val="00FB76BB"/>
    <w:rsid w:val="00FB778C"/>
    <w:rsid w:val="00FB7BA1"/>
    <w:rsid w:val="00FB7CE6"/>
    <w:rsid w:val="00FB7E84"/>
    <w:rsid w:val="00FC0683"/>
    <w:rsid w:val="00FC0827"/>
    <w:rsid w:val="00FC0869"/>
    <w:rsid w:val="00FC1081"/>
    <w:rsid w:val="00FC152C"/>
    <w:rsid w:val="00FC197B"/>
    <w:rsid w:val="00FC1B24"/>
    <w:rsid w:val="00FC1B84"/>
    <w:rsid w:val="00FC1DA7"/>
    <w:rsid w:val="00FC270E"/>
    <w:rsid w:val="00FC2AAF"/>
    <w:rsid w:val="00FC321F"/>
    <w:rsid w:val="00FC3318"/>
    <w:rsid w:val="00FC38E8"/>
    <w:rsid w:val="00FC49EC"/>
    <w:rsid w:val="00FC5735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2CB"/>
    <w:rsid w:val="00FD1923"/>
    <w:rsid w:val="00FD25F0"/>
    <w:rsid w:val="00FD2E0C"/>
    <w:rsid w:val="00FD2E0E"/>
    <w:rsid w:val="00FD3AB4"/>
    <w:rsid w:val="00FD3F18"/>
    <w:rsid w:val="00FD5696"/>
    <w:rsid w:val="00FD5915"/>
    <w:rsid w:val="00FD6F08"/>
    <w:rsid w:val="00FD70B1"/>
    <w:rsid w:val="00FE13FE"/>
    <w:rsid w:val="00FE140A"/>
    <w:rsid w:val="00FE1F97"/>
    <w:rsid w:val="00FE3094"/>
    <w:rsid w:val="00FE3472"/>
    <w:rsid w:val="00FE3A7F"/>
    <w:rsid w:val="00FE43F6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7D5A"/>
    <w:rsid w:val="00FF1380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58CE"/>
    <w:rsid w:val="00FF6A35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0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40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2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4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659</Words>
  <Characters>3762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5</cp:revision>
  <dcterms:created xsi:type="dcterms:W3CDTF">2015-06-29T07:27:00Z</dcterms:created>
  <dcterms:modified xsi:type="dcterms:W3CDTF">2015-02-24T18:59:00Z</dcterms:modified>
</cp:coreProperties>
</file>